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600" w:firstRow="0" w:lastRow="0" w:firstColumn="0" w:lastColumn="0" w:noHBand="1" w:noVBand="1"/>
      </w:tblPr>
      <w:tblGrid>
        <w:gridCol w:w="1562"/>
        <w:gridCol w:w="3824"/>
        <w:gridCol w:w="4592"/>
      </w:tblGrid>
      <w:tr w:rsidR="001447FA" w:rsidRPr="008926B5" w14:paraId="62C7CE2E" w14:textId="77777777" w:rsidTr="001447FA">
        <w:trPr>
          <w:trHeight w:hRule="exact" w:val="482"/>
        </w:trPr>
        <w:tc>
          <w:tcPr>
            <w:tcW w:w="783" w:type="pct"/>
            <w:vAlign w:val="center"/>
          </w:tcPr>
          <w:p w14:paraId="7EE0F987" w14:textId="3B031DE4" w:rsidR="001447FA" w:rsidRPr="008926B5" w:rsidRDefault="001447FA" w:rsidP="00842146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b/>
                <w:color w:val="000000" w:themeColor="text1"/>
              </w:rPr>
              <w:t>Complété par</w:t>
            </w:r>
            <w:r w:rsidRPr="008926B5">
              <w:rPr>
                <w:rFonts w:cstheme="minorHAnsi"/>
                <w:b/>
                <w:color w:val="000000" w:themeColor="text1"/>
              </w:rPr>
              <w:t xml:space="preserve"> : </w:t>
            </w:r>
          </w:p>
        </w:tc>
        <w:tc>
          <w:tcPr>
            <w:tcW w:w="1916" w:type="pct"/>
            <w:vAlign w:val="center"/>
          </w:tcPr>
          <w:p w14:paraId="323A3357" w14:textId="1249986A" w:rsidR="001447FA" w:rsidRPr="009B1552" w:rsidRDefault="001447FA" w:rsidP="009B1552">
            <w:pPr>
              <w:pStyle w:val="NumroAndra"/>
            </w:pPr>
            <w:r w:rsidRPr="001447FA">
              <w:rPr>
                <w:color w:val="4F81BD" w:themeColor="accent1"/>
              </w:rPr>
              <w:fldChar w:fldCharType="begin">
                <w:ffData>
                  <w:name w:val="Texte32"/>
                  <w:enabled/>
                  <w:calcOnExit w:val="0"/>
                  <w:textInput>
                    <w:default w:val="Nom"/>
                  </w:textInput>
                </w:ffData>
              </w:fldChar>
            </w:r>
            <w:bookmarkStart w:id="0" w:name="Texte32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Nom</w:t>
            </w:r>
            <w:r w:rsidRPr="001447FA">
              <w:rPr>
                <w:color w:val="4F81BD" w:themeColor="accent1"/>
              </w:rPr>
              <w:fldChar w:fldCharType="end"/>
            </w:r>
            <w:bookmarkEnd w:id="0"/>
            <w:r>
              <w:rPr>
                <w:color w:val="4F81BD" w:themeColor="accent1"/>
              </w:rPr>
              <w:t xml:space="preserve"> </w:t>
            </w:r>
            <w:bookmarkStart w:id="1" w:name="Texte64"/>
          </w:p>
        </w:tc>
        <w:bookmarkEnd w:id="1"/>
        <w:tc>
          <w:tcPr>
            <w:tcW w:w="2301" w:type="pct"/>
            <w:vAlign w:val="center"/>
          </w:tcPr>
          <w:p w14:paraId="17D1B2DF" w14:textId="2C68D734" w:rsidR="001447FA" w:rsidRPr="009B1552" w:rsidRDefault="001447FA" w:rsidP="009B1552">
            <w:pPr>
              <w:pStyle w:val="NumroAndra"/>
            </w:pPr>
            <w:r w:rsidRPr="001447FA">
              <w:rPr>
                <w:color w:val="4F81BD" w:themeColor="accent1"/>
              </w:rPr>
              <w:fldChar w:fldCharType="begin">
                <w:ffData>
                  <w:name w:val="Texte64"/>
                  <w:enabled/>
                  <w:calcOnExit w:val="0"/>
                  <w:textInput>
                    <w:default w:val="Fonction"/>
                  </w:textInput>
                </w:ffData>
              </w:fldChar>
            </w:r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Fonction</w:t>
            </w:r>
            <w:r w:rsidRPr="001447FA">
              <w:rPr>
                <w:color w:val="4F81BD" w:themeColor="accent1"/>
              </w:rPr>
              <w:fldChar w:fldCharType="end"/>
            </w:r>
          </w:p>
        </w:tc>
      </w:tr>
      <w:tr w:rsidR="00FD2E86" w:rsidRPr="008926B5" w14:paraId="07DE39B2" w14:textId="77777777" w:rsidTr="00FD2E86">
        <w:trPr>
          <w:trHeight w:hRule="exact" w:val="482"/>
        </w:trPr>
        <w:tc>
          <w:tcPr>
            <w:tcW w:w="783" w:type="pct"/>
            <w:vAlign w:val="center"/>
          </w:tcPr>
          <w:p w14:paraId="263DAB41" w14:textId="77777777" w:rsidR="00FD2E86" w:rsidRPr="008926B5" w:rsidRDefault="00FD2E86" w:rsidP="00842146">
            <w:pPr>
              <w:rPr>
                <w:rFonts w:cstheme="minorHAnsi"/>
                <w:b/>
                <w:color w:val="000000" w:themeColor="text1"/>
              </w:rPr>
            </w:pPr>
            <w:r w:rsidRPr="008926B5">
              <w:rPr>
                <w:rFonts w:cstheme="minorHAnsi"/>
                <w:color w:val="000000" w:themeColor="text1"/>
              </w:rPr>
              <w:t>Date :</w:t>
            </w:r>
          </w:p>
        </w:tc>
        <w:tc>
          <w:tcPr>
            <w:tcW w:w="4217" w:type="pct"/>
            <w:gridSpan w:val="2"/>
            <w:vAlign w:val="center"/>
          </w:tcPr>
          <w:p w14:paraId="24F937CB" w14:textId="2891D114" w:rsidR="00FD2E86" w:rsidRPr="008926B5" w:rsidRDefault="0049469A" w:rsidP="00842146">
            <w:pPr>
              <w:rPr>
                <w:rFonts w:cstheme="minorHAnsi"/>
                <w:color w:val="000000" w:themeColor="text1"/>
              </w:rPr>
            </w:pPr>
            <w:sdt>
              <w:sdtPr>
                <w:rPr>
                  <w:color w:val="4F81BD" w:themeColor="accent1"/>
                </w:rPr>
                <w:id w:val="127439845"/>
                <w:placeholder>
                  <w:docPart w:val="067C4E88837D4709BE58FEDCCEF6CF34"/>
                </w:placeholder>
                <w:showingPlcHdr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>
                <w:rPr>
                  <w:color w:val="0070C0"/>
                </w:rPr>
              </w:sdtEndPr>
              <w:sdtContent>
                <w:r w:rsidR="00FD2E86" w:rsidRPr="001447FA">
                  <w:rPr>
                    <w:rStyle w:val="Textedelespacerserv"/>
                    <w:rFonts w:eastAsiaTheme="minorHAnsi"/>
                    <w:color w:val="4F81BD" w:themeColor="accent1"/>
                  </w:rPr>
                  <w:t>Cliquez ici pour entrer une date.</w:t>
                </w:r>
              </w:sdtContent>
            </w:sdt>
          </w:p>
        </w:tc>
      </w:tr>
      <w:tr w:rsidR="00D31E38" w:rsidRPr="008926B5" w14:paraId="159FF2B6" w14:textId="77777777" w:rsidTr="000413CE">
        <w:trPr>
          <w:trHeight w:hRule="exact" w:val="496"/>
        </w:trPr>
        <w:tc>
          <w:tcPr>
            <w:tcW w:w="5000" w:type="pct"/>
            <w:gridSpan w:val="3"/>
            <w:vAlign w:val="center"/>
          </w:tcPr>
          <w:p w14:paraId="7358180F" w14:textId="1292FF3C" w:rsidR="00D31E38" w:rsidRPr="008926B5" w:rsidRDefault="00FD2E86" w:rsidP="00842146">
            <w:pPr>
              <w:pStyle w:val="AIdentification"/>
              <w:jc w:val="center"/>
              <w:rPr>
                <w:rFonts w:cstheme="minorHAnsi"/>
                <w:color w:val="000000" w:themeColor="text1"/>
              </w:rPr>
            </w:pPr>
            <w:r w:rsidRPr="00FD2E86">
              <w:rPr>
                <w:rFonts w:cstheme="minorHAnsi"/>
                <w:b/>
                <w:bCs/>
                <w:color w:val="000000" w:themeColor="text1"/>
                <w:sz w:val="24"/>
                <w:szCs w:val="36"/>
              </w:rPr>
              <w:t>FICHE D’IDENTIT</w:t>
            </w:r>
            <w:r w:rsidR="001447FA">
              <w:rPr>
                <w:rFonts w:cstheme="minorHAnsi"/>
                <w:b/>
                <w:bCs/>
                <w:color w:val="000000" w:themeColor="text1"/>
                <w:sz w:val="24"/>
                <w:szCs w:val="36"/>
              </w:rPr>
              <w:t>É</w:t>
            </w:r>
            <w:r w:rsidRPr="00FD2E86">
              <w:rPr>
                <w:rFonts w:cstheme="minorHAnsi"/>
                <w:b/>
                <w:bCs/>
                <w:color w:val="000000" w:themeColor="text1"/>
                <w:sz w:val="24"/>
                <w:szCs w:val="36"/>
              </w:rPr>
              <w:t xml:space="preserve"> FOURNISSEUR</w:t>
            </w:r>
          </w:p>
        </w:tc>
      </w:tr>
    </w:tbl>
    <w:p w14:paraId="342EDBF4" w14:textId="2DC0BD7C" w:rsidR="00FC7BA7" w:rsidRPr="0016386E" w:rsidRDefault="00FC7BA7" w:rsidP="00FD2E86">
      <w:pPr>
        <w:rPr>
          <w:rFonts w:cstheme="minorHAnsi"/>
          <w:szCs w:val="28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776"/>
        <w:gridCol w:w="6202"/>
      </w:tblGrid>
      <w:tr w:rsidR="00FD2E86" w:rsidRPr="00FD2E86" w14:paraId="4D415228" w14:textId="77777777" w:rsidTr="00FD2E86">
        <w:trPr>
          <w:trHeight w:hRule="exact" w:val="283"/>
        </w:trPr>
        <w:tc>
          <w:tcPr>
            <w:tcW w:w="5000" w:type="pct"/>
            <w:gridSpan w:val="2"/>
            <w:vAlign w:val="center"/>
          </w:tcPr>
          <w:p w14:paraId="10C76A2F" w14:textId="77777777" w:rsidR="00FD2E86" w:rsidRPr="00FD2E86" w:rsidRDefault="00FD2E86" w:rsidP="00D40F8F">
            <w:pPr>
              <w:spacing w:after="40"/>
              <w:rPr>
                <w:rFonts w:asciiTheme="majorHAnsi" w:hAnsiTheme="majorHAnsi" w:cstheme="majorHAnsi"/>
                <w:szCs w:val="20"/>
              </w:rPr>
            </w:pPr>
            <w:r w:rsidRPr="00FD2E86">
              <w:rPr>
                <w:rFonts w:asciiTheme="majorHAnsi" w:hAnsiTheme="majorHAnsi" w:cstheme="majorHAnsi"/>
                <w:b/>
                <w:szCs w:val="20"/>
              </w:rPr>
              <w:t xml:space="preserve">Partie I </w:t>
            </w:r>
            <w:r w:rsidRPr="001447FA">
              <w:rPr>
                <w:rFonts w:asciiTheme="majorHAnsi" w:hAnsiTheme="majorHAnsi" w:cstheme="majorHAnsi"/>
                <w:b/>
                <w:color w:val="4F81BD" w:themeColor="accent1"/>
                <w:szCs w:val="20"/>
              </w:rPr>
              <w:t>(à compléter par le fournisseur)</w:t>
            </w:r>
          </w:p>
        </w:tc>
      </w:tr>
      <w:tr w:rsidR="00FD2E86" w:rsidRPr="00FD2E86" w14:paraId="4F8E88E3" w14:textId="77777777" w:rsidTr="00FD2E86">
        <w:trPr>
          <w:trHeight w:hRule="exact" w:val="227"/>
        </w:trPr>
        <w:tc>
          <w:tcPr>
            <w:tcW w:w="5000" w:type="pct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14:paraId="5DF9B480" w14:textId="77777777" w:rsidR="00FD2E86" w:rsidRPr="00FD2E86" w:rsidRDefault="00FD2E86" w:rsidP="00D40F8F">
            <w:pPr>
              <w:pStyle w:val="Titre1"/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Informations générales</w:t>
            </w:r>
          </w:p>
        </w:tc>
      </w:tr>
      <w:tr w:rsidR="00FD2E86" w:rsidRPr="00FD2E86" w14:paraId="70E1AE8D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A264601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Nom de la société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9587087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34"/>
                  <w:enabled/>
                  <w:calcOnExit w:val="0"/>
                  <w:textInput/>
                </w:ffData>
              </w:fldChar>
            </w:r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FD2E86" w:rsidRPr="00FD2E86" w14:paraId="73D74796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CF24A51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SIREN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619B8E8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34"/>
                  <w:enabled/>
                  <w:calcOnExit w:val="0"/>
                  <w:textInput/>
                </w:ffData>
              </w:fldChar>
            </w:r>
            <w:bookmarkStart w:id="2" w:name="Texte34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2"/>
          </w:p>
        </w:tc>
      </w:tr>
      <w:tr w:rsidR="00FD2E86" w:rsidRPr="00FD2E86" w14:paraId="3D1C1429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4E2453F" w14:textId="77777777" w:rsidR="00FD2E86" w:rsidRPr="00FD2E86" w:rsidRDefault="00FD2E86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SIRET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875031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  <w:noProof/>
              </w:rPr>
              <w:fldChar w:fldCharType="begin">
                <w:ffData>
                  <w:name w:val="Texte65"/>
                  <w:enabled/>
                  <w:calcOnExit w:val="0"/>
                  <w:textInput/>
                </w:ffData>
              </w:fldChar>
            </w:r>
            <w:bookmarkStart w:id="3" w:name="Texte65"/>
            <w:r w:rsidRPr="00FD2E86">
              <w:rPr>
                <w:rFonts w:asciiTheme="majorHAnsi" w:hAnsiTheme="majorHAnsi" w:cstheme="majorHAnsi"/>
                <w:noProof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  <w:noProof/>
              </w:rPr>
            </w:r>
            <w:r w:rsidRPr="00FD2E86">
              <w:rPr>
                <w:rFonts w:asciiTheme="majorHAnsi" w:hAnsiTheme="majorHAnsi" w:cstheme="majorHAnsi"/>
                <w:noProof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fldChar w:fldCharType="end"/>
            </w:r>
            <w:bookmarkEnd w:id="3"/>
          </w:p>
        </w:tc>
      </w:tr>
      <w:tr w:rsidR="00FD2E86" w:rsidRPr="00FD2E86" w14:paraId="133C78E1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93E30BF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TVA Intracommunautaire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1E11701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35"/>
                  <w:enabled/>
                  <w:calcOnExit w:val="0"/>
                  <w:textInput/>
                </w:ffData>
              </w:fldChar>
            </w:r>
            <w:bookmarkStart w:id="4" w:name="Texte35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4"/>
          </w:p>
        </w:tc>
      </w:tr>
      <w:tr w:rsidR="00FD2E86" w:rsidRPr="00FD2E86" w14:paraId="1383B3EA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1F5F85A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Code APE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455968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66"/>
                  <w:enabled/>
                  <w:calcOnExit w:val="0"/>
                  <w:textInput/>
                </w:ffData>
              </w:fldChar>
            </w:r>
            <w:bookmarkStart w:id="5" w:name="Texte66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5"/>
          </w:p>
        </w:tc>
      </w:tr>
      <w:tr w:rsidR="00FD2E86" w:rsidRPr="00FD2E86" w14:paraId="4CEF6D7D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E99D646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Date de création</w:t>
            </w:r>
          </w:p>
        </w:tc>
        <w:sdt>
          <w:sdtPr>
            <w:rPr>
              <w:rFonts w:asciiTheme="majorHAnsi" w:hAnsiTheme="majorHAnsi" w:cstheme="majorHAnsi"/>
            </w:rPr>
            <w:id w:val="-1357886025"/>
            <w:placeholder>
              <w:docPart w:val="9341D7CD178A41F7A65144661DEA53A2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3108" w:type="pct"/>
                <w:tcBorders>
                  <w:top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vAlign w:val="center"/>
              </w:tcPr>
              <w:p w14:paraId="2EBE1319" w14:textId="77777777" w:rsidR="00FD2E86" w:rsidRPr="00FD2E86" w:rsidRDefault="00FD2E86" w:rsidP="00D40F8F">
                <w:pPr>
                  <w:rPr>
                    <w:rFonts w:asciiTheme="majorHAnsi" w:hAnsiTheme="majorHAnsi" w:cstheme="majorHAnsi"/>
                  </w:rPr>
                </w:pPr>
                <w:r w:rsidRPr="001447FA">
                  <w:rPr>
                    <w:rStyle w:val="Textedelespacerserv"/>
                    <w:rFonts w:asciiTheme="majorHAnsi" w:hAnsiTheme="majorHAnsi" w:cstheme="majorHAnsi"/>
                    <w:color w:val="4F81BD" w:themeColor="accent1"/>
                  </w:rPr>
                  <w:t>Cliquez ici pour entrer une date.</w:t>
                </w:r>
              </w:p>
            </w:tc>
          </w:sdtContent>
        </w:sdt>
      </w:tr>
      <w:tr w:rsidR="00FD2E86" w:rsidRPr="00FD2E86" w14:paraId="46FA0954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18483239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Statut juridique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4BB7812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68"/>
                  <w:enabled/>
                  <w:calcOnExit w:val="0"/>
                  <w:textInput/>
                </w:ffData>
              </w:fldChar>
            </w:r>
            <w:bookmarkStart w:id="6" w:name="Texte68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6"/>
          </w:p>
        </w:tc>
      </w:tr>
      <w:tr w:rsidR="00FD2E86" w:rsidRPr="00FD2E86" w14:paraId="06D1A04D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144BD9A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Effectifs (année en cours)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52A6781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69"/>
                  <w:enabled/>
                  <w:calcOnExit w:val="0"/>
                  <w:textInput/>
                </w:ffData>
              </w:fldChar>
            </w:r>
            <w:bookmarkStart w:id="7" w:name="Texte69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7"/>
          </w:p>
        </w:tc>
      </w:tr>
      <w:tr w:rsidR="00FD2E86" w:rsidRPr="00FD2E86" w14:paraId="6206B73B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2FF6026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Adresse du siège social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1851CC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36"/>
                  <w:enabled/>
                  <w:calcOnExit w:val="0"/>
                  <w:textInput/>
                </w:ffData>
              </w:fldChar>
            </w:r>
            <w:bookmarkStart w:id="8" w:name="Texte36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8"/>
          </w:p>
        </w:tc>
      </w:tr>
      <w:tr w:rsidR="00FD2E86" w:rsidRPr="00FD2E86" w14:paraId="01F1551B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6B02E26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Téléphone du siège social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FE727DF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37"/>
                  <w:enabled/>
                  <w:calcOnExit w:val="0"/>
                  <w:textInput/>
                </w:ffData>
              </w:fldChar>
            </w:r>
            <w:bookmarkStart w:id="9" w:name="Texte37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9"/>
          </w:p>
        </w:tc>
      </w:tr>
      <w:tr w:rsidR="00FD2E86" w:rsidRPr="00FD2E86" w14:paraId="4E88F979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25A9E0A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 xml:space="preserve">Adresse </w:t>
            </w:r>
            <w:proofErr w:type="gramStart"/>
            <w:r w:rsidRPr="00FD2E86">
              <w:rPr>
                <w:rFonts w:asciiTheme="majorHAnsi" w:hAnsiTheme="majorHAnsi" w:cstheme="majorHAnsi"/>
              </w:rPr>
              <w:t>e-mail</w:t>
            </w:r>
            <w:proofErr w:type="gramEnd"/>
            <w:r w:rsidRPr="00FD2E86">
              <w:rPr>
                <w:rFonts w:asciiTheme="majorHAnsi" w:hAnsiTheme="majorHAnsi" w:cstheme="majorHAnsi"/>
              </w:rPr>
              <w:t xml:space="preserve"> du siège social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96DA614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130"/>
                  <w:enabled/>
                  <w:calcOnExit w:val="0"/>
                  <w:textInput/>
                </w:ffData>
              </w:fldChar>
            </w:r>
            <w:bookmarkStart w:id="10" w:name="Texte130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10"/>
          </w:p>
        </w:tc>
      </w:tr>
      <w:tr w:rsidR="00FD2E86" w:rsidRPr="00FD2E86" w14:paraId="2C1E4BA5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7D7773D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Site internet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00648A9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130"/>
                  <w:enabled/>
                  <w:calcOnExit w:val="0"/>
                  <w:textInput/>
                </w:ffData>
              </w:fldChar>
            </w:r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</w:p>
        </w:tc>
      </w:tr>
      <w:tr w:rsidR="00FD2E86" w:rsidRPr="00FD2E86" w14:paraId="4FA7ABD1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2148C106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Contact commercial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F21D2FA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131"/>
                  <w:enabled/>
                  <w:calcOnExit w:val="0"/>
                  <w:textInput/>
                </w:ffData>
              </w:fldChar>
            </w:r>
            <w:bookmarkStart w:id="11" w:name="Texte131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11"/>
          </w:p>
        </w:tc>
      </w:tr>
      <w:tr w:rsidR="00FD2E86" w:rsidRPr="00FD2E86" w14:paraId="2DD6077C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E775973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Adresse du Contact commercial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3AF7986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132"/>
                  <w:enabled/>
                  <w:calcOnExit w:val="0"/>
                  <w:textInput/>
                </w:ffData>
              </w:fldChar>
            </w:r>
            <w:bookmarkStart w:id="12" w:name="Texte132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12"/>
          </w:p>
        </w:tc>
      </w:tr>
      <w:tr w:rsidR="00FD2E86" w:rsidRPr="00FD2E86" w14:paraId="3516606B" w14:textId="77777777" w:rsidTr="00FD2E86">
        <w:trPr>
          <w:trHeight w:val="67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6E9F8FE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Téléphone du Contact commercial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901CCB0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70"/>
                  <w:enabled/>
                  <w:calcOnExit w:val="0"/>
                  <w:textInput/>
                </w:ffData>
              </w:fldChar>
            </w:r>
            <w:bookmarkStart w:id="13" w:name="Texte70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13"/>
          </w:p>
        </w:tc>
      </w:tr>
      <w:tr w:rsidR="00FD2E86" w:rsidRPr="00FD2E86" w14:paraId="2DF9DD48" w14:textId="77777777" w:rsidTr="00FD2E86">
        <w:trPr>
          <w:trHeight w:val="283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367DB29A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  <w:spacing w:val="-8"/>
              </w:rPr>
            </w:pPr>
            <w:r w:rsidRPr="00FD2E86">
              <w:rPr>
                <w:rFonts w:asciiTheme="majorHAnsi" w:hAnsiTheme="majorHAnsi" w:cstheme="majorHAnsi"/>
              </w:rPr>
              <w:t xml:space="preserve">Adresse </w:t>
            </w:r>
            <w:proofErr w:type="gramStart"/>
            <w:r w:rsidRPr="00FD2E86">
              <w:rPr>
                <w:rFonts w:asciiTheme="majorHAnsi" w:hAnsiTheme="majorHAnsi" w:cstheme="majorHAnsi"/>
              </w:rPr>
              <w:t>e-mail</w:t>
            </w:r>
            <w:proofErr w:type="gramEnd"/>
            <w:r w:rsidRPr="00FD2E86">
              <w:rPr>
                <w:rFonts w:asciiTheme="majorHAnsi" w:hAnsiTheme="majorHAnsi" w:cstheme="majorHAnsi"/>
              </w:rPr>
              <w:t xml:space="preserve"> du Contact commercial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F398D99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39"/>
                  <w:enabled/>
                  <w:calcOnExit w:val="0"/>
                  <w:textInput/>
                </w:ffData>
              </w:fldChar>
            </w:r>
            <w:bookmarkStart w:id="14" w:name="Texte39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14"/>
          </w:p>
        </w:tc>
      </w:tr>
      <w:tr w:rsidR="00FD2E86" w:rsidRPr="00FD2E86" w14:paraId="67029EF3" w14:textId="77777777" w:rsidTr="00FD2E86">
        <w:trPr>
          <w:trHeight w:hRule="exact" w:val="227"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5AADD8F" w14:textId="77777777" w:rsidR="00FD2E86" w:rsidRPr="00FD2E86" w:rsidRDefault="00FD2E86" w:rsidP="00D40F8F">
            <w:pPr>
              <w:jc w:val="center"/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Domaines d’activité</w:t>
            </w:r>
          </w:p>
        </w:tc>
      </w:tr>
      <w:tr w:rsidR="00FD2E86" w:rsidRPr="00FD2E86" w14:paraId="7E6F8ACF" w14:textId="77777777" w:rsidTr="00FD2E86">
        <w:trPr>
          <w:trHeight w:hRule="exact" w:val="907"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A98AE9C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71"/>
                  <w:enabled/>
                  <w:calcOnExit w:val="0"/>
                  <w:textInput/>
                </w:ffData>
              </w:fldChar>
            </w:r>
            <w:r w:rsidRPr="00FD2E86">
              <w:rPr>
                <w:rFonts w:asciiTheme="majorHAnsi" w:hAnsiTheme="majorHAnsi" w:cstheme="majorHAnsi"/>
              </w:rPr>
              <w:instrText xml:space="preserve"> </w:instrText>
            </w:r>
            <w:bookmarkStart w:id="15" w:name="Texte71"/>
            <w:r w:rsidRPr="00FD2E86">
              <w:rPr>
                <w:rFonts w:asciiTheme="majorHAnsi" w:hAnsiTheme="majorHAnsi" w:cstheme="majorHAnsi"/>
              </w:rPr>
              <w:instrText xml:space="preserve">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15"/>
          </w:p>
        </w:tc>
      </w:tr>
      <w:tr w:rsidR="00FD2E86" w:rsidRPr="00FD2E86" w14:paraId="14ACCA6E" w14:textId="77777777" w:rsidTr="00FD2E8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82D15DF" w14:textId="77777777" w:rsidR="00FD2E86" w:rsidRPr="00FD2E86" w:rsidRDefault="00FD2E86" w:rsidP="00D40F8F">
            <w:pPr>
              <w:jc w:val="center"/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Implantations géographiques</w:t>
            </w:r>
          </w:p>
        </w:tc>
      </w:tr>
      <w:tr w:rsidR="00FD2E86" w:rsidRPr="00FD2E86" w14:paraId="4E41930E" w14:textId="77777777" w:rsidTr="00FD2E8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3DE9D33" w14:textId="77777777" w:rsidR="00FD2E86" w:rsidRPr="00FD2E86" w:rsidRDefault="00FD2E86" w:rsidP="00D40F8F">
            <w:pPr>
              <w:spacing w:before="20"/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72"/>
                  <w:enabled/>
                  <w:calcOnExit w:val="0"/>
                  <w:textInput/>
                </w:ffData>
              </w:fldChar>
            </w:r>
            <w:bookmarkStart w:id="16" w:name="Texte72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16"/>
          </w:p>
        </w:tc>
      </w:tr>
      <w:tr w:rsidR="00FD2E86" w:rsidRPr="00FD2E86" w14:paraId="3042C2A0" w14:textId="77777777" w:rsidTr="00FD2E8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hRule="exact" w:val="227"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4B35EA5" w14:textId="77777777" w:rsidR="00FD2E86" w:rsidRPr="00FD2E86" w:rsidRDefault="00FD2E86" w:rsidP="00D40F8F">
            <w:pPr>
              <w:jc w:val="center"/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Moyens principaux (humains et matériels)</w:t>
            </w:r>
          </w:p>
        </w:tc>
      </w:tr>
      <w:tr w:rsidR="00FD2E86" w:rsidRPr="00FD2E86" w14:paraId="560DE201" w14:textId="77777777" w:rsidTr="00FD2E8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C313012" w14:textId="77777777" w:rsidR="00FD2E86" w:rsidRPr="00FD2E86" w:rsidRDefault="00FD2E86" w:rsidP="00D40F8F">
            <w:pPr>
              <w:spacing w:before="20"/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73"/>
                  <w:enabled/>
                  <w:calcOnExit w:val="0"/>
                  <w:textInput/>
                </w:ffData>
              </w:fldChar>
            </w:r>
            <w:bookmarkStart w:id="17" w:name="Texte73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17"/>
          </w:p>
        </w:tc>
      </w:tr>
    </w:tbl>
    <w:p w14:paraId="7A64B097" w14:textId="77777777" w:rsidR="00B57171" w:rsidRDefault="00B57171">
      <w:pPr>
        <w:sectPr w:rsidR="00B57171" w:rsidSect="007C2C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552" w:right="964" w:bottom="964" w:left="964" w:header="1135" w:footer="760" w:gutter="0"/>
          <w:cols w:space="708"/>
          <w:titlePg/>
          <w:docGrid w:linePitch="360"/>
        </w:sectPr>
      </w:pPr>
    </w:p>
    <w:p w14:paraId="09A093F0" w14:textId="6D7C608C" w:rsidR="001447FA" w:rsidRDefault="001447FA"/>
    <w:tbl>
      <w:tblPr>
        <w:tblStyle w:val="Grilledutableau"/>
        <w:tblW w:w="5005" w:type="pct"/>
        <w:tblInd w:w="-5" w:type="dxa"/>
        <w:tblLook w:val="04A0" w:firstRow="1" w:lastRow="0" w:firstColumn="1" w:lastColumn="0" w:noHBand="0" w:noVBand="1"/>
      </w:tblPr>
      <w:tblGrid>
        <w:gridCol w:w="3776"/>
        <w:gridCol w:w="6202"/>
      </w:tblGrid>
      <w:tr w:rsidR="00FD2E86" w:rsidRPr="00FD2E86" w14:paraId="4AB0B885" w14:textId="77777777" w:rsidTr="001447FA">
        <w:trPr>
          <w:trHeight w:hRule="exact" w:val="454"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DA4146E" w14:textId="2C566655" w:rsidR="00FD2E86" w:rsidRPr="00FD2E86" w:rsidRDefault="00FD2E86" w:rsidP="00D40F8F">
            <w:pPr>
              <w:jc w:val="center"/>
              <w:rPr>
                <w:rFonts w:asciiTheme="majorHAnsi" w:hAnsiTheme="majorHAnsi" w:cstheme="majorHAnsi"/>
                <w:i/>
              </w:rPr>
            </w:pPr>
            <w:r w:rsidRPr="00FD2E86">
              <w:rPr>
                <w:rFonts w:asciiTheme="majorHAnsi" w:hAnsiTheme="majorHAnsi" w:cstheme="majorHAnsi"/>
              </w:rPr>
              <w:t>Références des clients majeurs par type d’activité</w:t>
            </w:r>
            <w:r w:rsidRPr="00FD2E86">
              <w:rPr>
                <w:rFonts w:asciiTheme="majorHAnsi" w:hAnsiTheme="majorHAnsi" w:cstheme="majorHAnsi"/>
              </w:rPr>
              <w:br/>
            </w:r>
            <w:r w:rsidRPr="00FD2E86">
              <w:rPr>
                <w:rFonts w:asciiTheme="majorHAnsi" w:hAnsiTheme="majorHAnsi" w:cstheme="majorHAnsi"/>
                <w:i/>
              </w:rPr>
              <w:t>(Préciser le nom des clients, le chiffre d’affaires réalisé, l’année et le contact commercial)</w:t>
            </w:r>
          </w:p>
        </w:tc>
      </w:tr>
      <w:tr w:rsidR="00FD2E86" w:rsidRPr="00FD2E86" w14:paraId="39C51EE0" w14:textId="77777777" w:rsidTr="001447FA">
        <w:trPr>
          <w:trHeight w:hRule="exact" w:val="907"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8A3AA31" w14:textId="77777777" w:rsidR="00FD2E86" w:rsidRPr="00FD2E86" w:rsidRDefault="00FD2E86" w:rsidP="00D40F8F">
            <w:pPr>
              <w:spacing w:before="20"/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74"/>
                  <w:enabled/>
                  <w:calcOnExit w:val="0"/>
                  <w:textInput/>
                </w:ffData>
              </w:fldChar>
            </w:r>
            <w:bookmarkStart w:id="18" w:name="Texte74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18"/>
          </w:p>
        </w:tc>
      </w:tr>
      <w:tr w:rsidR="00FD2E86" w:rsidRPr="00FD2E86" w14:paraId="448AE2CD" w14:textId="77777777" w:rsidTr="001447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trHeight w:val="227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808080" w:themeColor="background1" w:themeShade="80"/>
            </w:tcBorders>
            <w:vAlign w:val="center"/>
          </w:tcPr>
          <w:p w14:paraId="5A3E41A1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Appartenance à un groupe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right w:val="single" w:sz="4" w:space="0" w:color="808080" w:themeColor="background1" w:themeShade="80"/>
            </w:tcBorders>
            <w:vAlign w:val="center"/>
          </w:tcPr>
          <w:p w14:paraId="2168978E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1384793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1059387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</w:t>
            </w:r>
          </w:p>
        </w:tc>
      </w:tr>
      <w:tr w:rsidR="00FD2E86" w:rsidRPr="00FD2E86" w14:paraId="03FD2C63" w14:textId="77777777" w:rsidTr="001447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trHeight w:val="227"/>
        </w:trPr>
        <w:tc>
          <w:tcPr>
            <w:tcW w:w="1892" w:type="pct"/>
            <w:tcBorders>
              <w:left w:val="single" w:sz="4" w:space="0" w:color="808080" w:themeColor="background1" w:themeShade="80"/>
              <w:bottom w:val="single" w:sz="4" w:space="0" w:color="A6A6A6" w:themeColor="background1" w:themeShade="A6"/>
            </w:tcBorders>
            <w:vAlign w:val="center"/>
          </w:tcPr>
          <w:p w14:paraId="1F2B9F80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Si oui lequel</w:t>
            </w:r>
          </w:p>
        </w:tc>
        <w:tc>
          <w:tcPr>
            <w:tcW w:w="3108" w:type="pct"/>
            <w:tcBorders>
              <w:bottom w:val="single" w:sz="4" w:space="0" w:color="A6A6A6" w:themeColor="background1" w:themeShade="A6"/>
              <w:right w:val="single" w:sz="4" w:space="0" w:color="808080" w:themeColor="background1" w:themeShade="80"/>
            </w:tcBorders>
            <w:vAlign w:val="center"/>
          </w:tcPr>
          <w:p w14:paraId="6792C0D9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fldChar w:fldCharType="begin">
                <w:ffData>
                  <w:name w:val="Texte75"/>
                  <w:enabled/>
                  <w:calcOnExit w:val="0"/>
                  <w:textInput/>
                </w:ffData>
              </w:fldChar>
            </w:r>
            <w:bookmarkStart w:id="19" w:name="Texte75"/>
            <w:r w:rsidRPr="00FD2E86">
              <w:rPr>
                <w:rFonts w:asciiTheme="majorHAnsi" w:hAnsiTheme="majorHAnsi" w:cstheme="majorHAnsi"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</w:rPr>
            </w:r>
            <w:r w:rsidRPr="00FD2E86">
              <w:rPr>
                <w:rFonts w:asciiTheme="majorHAnsi" w:hAnsiTheme="majorHAnsi" w:cstheme="majorHAnsi"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</w:rPr>
              <w:fldChar w:fldCharType="end"/>
            </w:r>
            <w:bookmarkEnd w:id="19"/>
          </w:p>
        </w:tc>
      </w:tr>
      <w:tr w:rsidR="00FD2E86" w:rsidRPr="00FD2E86" w14:paraId="5D668A10" w14:textId="77777777" w:rsidTr="001447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trHeight w:val="227"/>
        </w:trPr>
        <w:tc>
          <w:tcPr>
            <w:tcW w:w="1892" w:type="pct"/>
            <w:tcBorders>
              <w:left w:val="single" w:sz="4" w:space="0" w:color="808080" w:themeColor="background1" w:themeShade="80"/>
              <w:bottom w:val="single" w:sz="4" w:space="0" w:color="A6A6A6" w:themeColor="background1" w:themeShade="A6"/>
            </w:tcBorders>
            <w:vAlign w:val="center"/>
          </w:tcPr>
          <w:p w14:paraId="229C867E" w14:textId="77777777" w:rsidR="00FD2E86" w:rsidRPr="00FD2E86" w:rsidRDefault="00FD2E86" w:rsidP="00D40F8F">
            <w:pPr>
              <w:tabs>
                <w:tab w:val="right" w:pos="2478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Dirigeant</w:t>
            </w:r>
          </w:p>
        </w:tc>
        <w:tc>
          <w:tcPr>
            <w:tcW w:w="3108" w:type="pct"/>
            <w:tcBorders>
              <w:bottom w:val="single" w:sz="4" w:space="0" w:color="A6A6A6" w:themeColor="background1" w:themeShade="A6"/>
              <w:right w:val="single" w:sz="4" w:space="0" w:color="808080" w:themeColor="background1" w:themeShade="80"/>
            </w:tcBorders>
            <w:vAlign w:val="center"/>
          </w:tcPr>
          <w:p w14:paraId="69E04FE9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  <w:noProof/>
              </w:rPr>
              <w:fldChar w:fldCharType="begin">
                <w:ffData>
                  <w:name w:val="Texte76"/>
                  <w:enabled/>
                  <w:calcOnExit w:val="0"/>
                  <w:textInput/>
                </w:ffData>
              </w:fldChar>
            </w:r>
            <w:r w:rsidRPr="00FD2E86">
              <w:rPr>
                <w:rFonts w:asciiTheme="majorHAnsi" w:hAnsiTheme="majorHAnsi" w:cstheme="majorHAnsi"/>
                <w:noProof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  <w:noProof/>
              </w:rPr>
            </w:r>
            <w:r w:rsidRPr="00FD2E86">
              <w:rPr>
                <w:rFonts w:asciiTheme="majorHAnsi" w:hAnsiTheme="majorHAnsi" w:cstheme="majorHAnsi"/>
                <w:noProof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fldChar w:fldCharType="end"/>
            </w:r>
          </w:p>
        </w:tc>
      </w:tr>
      <w:tr w:rsidR="00FD2E86" w:rsidRPr="00FD2E86" w14:paraId="33A8234F" w14:textId="77777777" w:rsidTr="001447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trHeight w:val="227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1CB81A5" w14:textId="77777777" w:rsidR="00FD2E86" w:rsidRPr="00FD2E86" w:rsidRDefault="00FD2E86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Cœur de métier du Groupe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397E1E" w14:textId="77777777" w:rsidR="00FD2E86" w:rsidRPr="00FD2E86" w:rsidRDefault="00FD2E86" w:rsidP="00D40F8F">
            <w:pPr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  <w:noProof/>
              </w:rPr>
              <w:fldChar w:fldCharType="begin">
                <w:ffData>
                  <w:name w:val="Texte76"/>
                  <w:enabled/>
                  <w:calcOnExit w:val="0"/>
                  <w:textInput/>
                </w:ffData>
              </w:fldChar>
            </w:r>
            <w:bookmarkStart w:id="20" w:name="Texte76"/>
            <w:r w:rsidRPr="00FD2E86">
              <w:rPr>
                <w:rFonts w:asciiTheme="majorHAnsi" w:hAnsiTheme="majorHAnsi" w:cstheme="majorHAnsi"/>
                <w:noProof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  <w:noProof/>
              </w:rPr>
            </w:r>
            <w:r w:rsidRPr="00FD2E86">
              <w:rPr>
                <w:rFonts w:asciiTheme="majorHAnsi" w:hAnsiTheme="majorHAnsi" w:cstheme="majorHAnsi"/>
                <w:noProof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fldChar w:fldCharType="end"/>
            </w:r>
            <w:bookmarkEnd w:id="20"/>
          </w:p>
        </w:tc>
      </w:tr>
      <w:tr w:rsidR="00FD2E86" w:rsidRPr="00FD2E86" w14:paraId="2B6F99A9" w14:textId="77777777" w:rsidTr="001447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trHeight w:val="227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545F6271" w14:textId="77777777" w:rsidR="00FD2E86" w:rsidRPr="00FD2E86" w:rsidRDefault="00FD2E86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Filiales et domaines d’activités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A507399" w14:textId="77777777" w:rsidR="00FD2E86" w:rsidRPr="00FD2E86" w:rsidRDefault="00FD2E86" w:rsidP="00D40F8F">
            <w:pPr>
              <w:rPr>
                <w:rFonts w:asciiTheme="majorHAnsi" w:hAnsiTheme="majorHAnsi" w:cstheme="majorHAnsi"/>
                <w:noProof/>
              </w:rPr>
            </w:pPr>
            <w:r w:rsidRPr="00FD2E86">
              <w:rPr>
                <w:rFonts w:asciiTheme="majorHAnsi" w:hAnsiTheme="majorHAnsi" w:cstheme="majorHAnsi"/>
                <w:noProof/>
              </w:rPr>
              <w:fldChar w:fldCharType="begin">
                <w:ffData>
                  <w:name w:val="Texte77"/>
                  <w:enabled/>
                  <w:calcOnExit w:val="0"/>
                  <w:textInput/>
                </w:ffData>
              </w:fldChar>
            </w:r>
            <w:bookmarkStart w:id="21" w:name="Texte77"/>
            <w:r w:rsidRPr="00FD2E86">
              <w:rPr>
                <w:rFonts w:asciiTheme="majorHAnsi" w:hAnsiTheme="majorHAnsi" w:cstheme="majorHAnsi"/>
                <w:noProof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  <w:noProof/>
              </w:rPr>
            </w:r>
            <w:r w:rsidRPr="00FD2E86">
              <w:rPr>
                <w:rFonts w:asciiTheme="majorHAnsi" w:hAnsiTheme="majorHAnsi" w:cstheme="majorHAnsi"/>
                <w:noProof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fldChar w:fldCharType="end"/>
            </w:r>
            <w:bookmarkEnd w:id="21"/>
          </w:p>
        </w:tc>
      </w:tr>
      <w:tr w:rsidR="00FD2E86" w:rsidRPr="00FD2E86" w14:paraId="385A6233" w14:textId="77777777" w:rsidTr="001447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28" w:type="dxa"/>
            <w:bottom w:w="28" w:type="dxa"/>
          </w:tblCellMar>
        </w:tblPrEx>
        <w:trPr>
          <w:trHeight w:val="227"/>
        </w:trPr>
        <w:tc>
          <w:tcPr>
            <w:tcW w:w="18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7366C381" w14:textId="77777777" w:rsidR="00FD2E86" w:rsidRPr="00FD2E86" w:rsidRDefault="00FD2E86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FD2E86">
              <w:rPr>
                <w:rFonts w:asciiTheme="majorHAnsi" w:hAnsiTheme="majorHAnsi" w:cstheme="majorHAnsi"/>
              </w:rPr>
              <w:t>E</w:t>
            </w:r>
            <w:r w:rsidRPr="00FD2E86">
              <w:rPr>
                <w:rFonts w:asciiTheme="majorHAnsi" w:hAnsiTheme="majorHAnsi" w:cstheme="majorHAnsi"/>
                <w:spacing w:val="-8"/>
              </w:rPr>
              <w:t>ffectif du Groupe (année en cours)</w:t>
            </w:r>
          </w:p>
        </w:tc>
        <w:tc>
          <w:tcPr>
            <w:tcW w:w="3108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8672745" w14:textId="77777777" w:rsidR="00FD2E86" w:rsidRPr="00FD2E86" w:rsidRDefault="00FD2E86" w:rsidP="00D40F8F">
            <w:pPr>
              <w:rPr>
                <w:rFonts w:asciiTheme="majorHAnsi" w:hAnsiTheme="majorHAnsi" w:cstheme="majorHAnsi"/>
                <w:noProof/>
              </w:rPr>
            </w:pPr>
            <w:r w:rsidRPr="00FD2E86">
              <w:rPr>
                <w:rFonts w:asciiTheme="majorHAnsi" w:hAnsiTheme="majorHAnsi" w:cstheme="majorHAnsi"/>
                <w:noProof/>
              </w:rPr>
              <w:fldChar w:fldCharType="begin">
                <w:ffData>
                  <w:name w:val="Texte78"/>
                  <w:enabled/>
                  <w:calcOnExit w:val="0"/>
                  <w:textInput/>
                </w:ffData>
              </w:fldChar>
            </w:r>
            <w:bookmarkStart w:id="22" w:name="Texte78"/>
            <w:r w:rsidRPr="00FD2E86">
              <w:rPr>
                <w:rFonts w:asciiTheme="majorHAnsi" w:hAnsiTheme="majorHAnsi" w:cstheme="majorHAnsi"/>
                <w:noProof/>
              </w:rPr>
              <w:instrText xml:space="preserve"> FORMTEXT </w:instrText>
            </w:r>
            <w:r w:rsidRPr="00FD2E86">
              <w:rPr>
                <w:rFonts w:asciiTheme="majorHAnsi" w:hAnsiTheme="majorHAnsi" w:cstheme="majorHAnsi"/>
                <w:noProof/>
              </w:rPr>
            </w:r>
            <w:r w:rsidRPr="00FD2E86">
              <w:rPr>
                <w:rFonts w:asciiTheme="majorHAnsi" w:hAnsiTheme="majorHAnsi" w:cstheme="majorHAnsi"/>
                <w:noProof/>
              </w:rPr>
              <w:fldChar w:fldCharType="separate"/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t> </w:t>
            </w:r>
            <w:r w:rsidRPr="00FD2E86">
              <w:rPr>
                <w:rFonts w:asciiTheme="majorHAnsi" w:hAnsiTheme="majorHAnsi" w:cstheme="majorHAnsi"/>
                <w:noProof/>
              </w:rPr>
              <w:fldChar w:fldCharType="end"/>
            </w:r>
            <w:bookmarkEnd w:id="22"/>
          </w:p>
        </w:tc>
      </w:tr>
    </w:tbl>
    <w:p w14:paraId="04B8DD16" w14:textId="77777777" w:rsidR="00E12F5C" w:rsidRDefault="00E12F5C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92"/>
        <w:gridCol w:w="1381"/>
        <w:gridCol w:w="4005"/>
      </w:tblGrid>
      <w:tr w:rsidR="009E76AF" w:rsidRPr="009E76AF" w14:paraId="716E9825" w14:textId="77777777" w:rsidTr="009E76AF">
        <w:trPr>
          <w:trHeight w:hRule="exact" w:val="501"/>
        </w:trPr>
        <w:tc>
          <w:tcPr>
            <w:tcW w:w="5000" w:type="pct"/>
            <w:gridSpan w:val="3"/>
            <w:tcBorders>
              <w:bottom w:val="single" w:sz="4" w:space="0" w:color="808080" w:themeColor="background1" w:themeShade="80"/>
            </w:tcBorders>
            <w:vAlign w:val="center"/>
          </w:tcPr>
          <w:p w14:paraId="691BFABA" w14:textId="77777777" w:rsidR="00FD2E86" w:rsidRPr="009E76AF" w:rsidRDefault="00FD2E86" w:rsidP="009E76AF">
            <w:pPr>
              <w:pStyle w:val="Titre1"/>
              <w:spacing w:before="0" w:after="0"/>
              <w:jc w:val="center"/>
              <w:rPr>
                <w:sz w:val="22"/>
                <w:szCs w:val="22"/>
              </w:rPr>
            </w:pPr>
            <w:r w:rsidRPr="009E76AF">
              <w:rPr>
                <w:sz w:val="22"/>
                <w:szCs w:val="22"/>
              </w:rPr>
              <w:t>Informations financières</w:t>
            </w:r>
          </w:p>
        </w:tc>
      </w:tr>
      <w:tr w:rsidR="009E76AF" w:rsidRPr="009E76AF" w14:paraId="161A6327" w14:textId="77777777" w:rsidTr="00FD2E86"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ACFB6D5" w14:textId="77777777" w:rsidR="00FD2E86" w:rsidRPr="009E76AF" w:rsidRDefault="00FD2E86" w:rsidP="00D40F8F">
            <w:pPr>
              <w:tabs>
                <w:tab w:val="right" w:pos="2478"/>
                <w:tab w:val="right" w:pos="3294"/>
              </w:tabs>
            </w:pPr>
            <w:r w:rsidRPr="009E76AF">
              <w:t xml:space="preserve">Établissez-vous un rapport annuel d'activité </w:t>
            </w:r>
          </w:p>
        </w:tc>
        <w:tc>
          <w:tcPr>
            <w:tcW w:w="2699" w:type="pct"/>
            <w:gridSpan w:val="2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DA5D8BA" w14:textId="77777777" w:rsidR="00FD2E86" w:rsidRPr="001447FA" w:rsidRDefault="00FD2E86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t xml:space="preserve">Oui </w:t>
            </w:r>
            <w:sdt>
              <w:sdtPr>
                <w:rPr>
                  <w:color w:val="4F81BD" w:themeColor="accent1"/>
                </w:rPr>
                <w:id w:val="741540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MS Gothic" w:eastAsia="MS Gothic" w:hAnsi="MS Gothic" w:hint="eastAsia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color w:val="4F81BD" w:themeColor="accent1"/>
              </w:rPr>
              <w:t xml:space="preserve">    non </w:t>
            </w:r>
            <w:sdt>
              <w:sdtPr>
                <w:rPr>
                  <w:color w:val="4F81BD" w:themeColor="accent1"/>
                </w:rPr>
                <w:id w:val="-549303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MS Gothic" w:eastAsia="MS Gothic" w:hAnsi="MS Gothic" w:hint="eastAsia"/>
                    <w:color w:val="4F81BD" w:themeColor="accent1"/>
                  </w:rPr>
                  <w:t>☐</w:t>
                </w:r>
              </w:sdtContent>
            </w:sdt>
          </w:p>
          <w:p w14:paraId="6E783F1E" w14:textId="77777777" w:rsidR="00FD2E86" w:rsidRPr="001447FA" w:rsidRDefault="00FD2E86" w:rsidP="00D40F8F">
            <w:pPr>
              <w:rPr>
                <w:color w:val="4F81BD" w:themeColor="accent1"/>
              </w:rPr>
            </w:pPr>
            <w:r w:rsidRPr="001447FA">
              <w:rPr>
                <w:b/>
                <w:color w:val="4F81BD" w:themeColor="accent1"/>
                <w:sz w:val="12"/>
                <w:szCs w:val="12"/>
              </w:rPr>
              <w:t>(Si oui, joindre svp une copie)</w:t>
            </w:r>
          </w:p>
        </w:tc>
      </w:tr>
      <w:tr w:rsidR="009E76AF" w:rsidRPr="009E76AF" w14:paraId="69AEF34A" w14:textId="77777777" w:rsidTr="00FD2E86">
        <w:trPr>
          <w:trHeight w:val="227"/>
        </w:trPr>
        <w:tc>
          <w:tcPr>
            <w:tcW w:w="2301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D5A8F63" w14:textId="77777777" w:rsidR="00FD2E86" w:rsidRPr="009E76AF" w:rsidRDefault="00FD2E86" w:rsidP="00D40F8F">
            <w:pPr>
              <w:tabs>
                <w:tab w:val="right" w:pos="2478"/>
                <w:tab w:val="right" w:pos="3294"/>
              </w:tabs>
            </w:pPr>
            <w:r w:rsidRPr="009E76AF">
              <w:t xml:space="preserve">Chiffre d'affaires en k€ </w:t>
            </w:r>
            <w:r w:rsidRPr="009E76AF">
              <w:br/>
              <w:t>(trois dernières années)</w:t>
            </w:r>
          </w:p>
        </w:tc>
        <w:tc>
          <w:tcPr>
            <w:tcW w:w="692" w:type="pct"/>
            <w:tcBorders>
              <w:top w:val="single" w:sz="4" w:space="0" w:color="808080" w:themeColor="background1" w:themeShade="80"/>
              <w:bottom w:val="dashed" w:sz="4" w:space="0" w:color="BFBFBF" w:themeColor="background1" w:themeShade="BF"/>
            </w:tcBorders>
            <w:vAlign w:val="center"/>
          </w:tcPr>
          <w:p w14:paraId="663B6FA0" w14:textId="77777777" w:rsidR="00FD2E86" w:rsidRPr="001447FA" w:rsidRDefault="00FD2E86" w:rsidP="00D40F8F">
            <w:pPr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t xml:space="preserve">Année </w:t>
            </w:r>
            <w:r w:rsidRPr="001447FA">
              <w:rPr>
                <w:color w:val="4F81BD" w:themeColor="accent1"/>
              </w:rPr>
              <w:fldChar w:fldCharType="begin">
                <w:ffData>
                  <w:name w:val="Texte79"/>
                  <w:enabled/>
                  <w:calcOnExit w:val="0"/>
                  <w:textInput/>
                </w:ffData>
              </w:fldChar>
            </w:r>
            <w:bookmarkStart w:id="23" w:name="Texte79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23"/>
          </w:p>
        </w:tc>
        <w:tc>
          <w:tcPr>
            <w:tcW w:w="2007" w:type="pct"/>
            <w:tcBorders>
              <w:top w:val="single" w:sz="4" w:space="0" w:color="808080" w:themeColor="background1" w:themeShade="80"/>
              <w:bottom w:val="dashed" w:sz="4" w:space="0" w:color="BFBFBF" w:themeColor="background1" w:themeShade="BF"/>
              <w:right w:val="single" w:sz="4" w:space="0" w:color="808080" w:themeColor="background1" w:themeShade="80"/>
            </w:tcBorders>
            <w:vAlign w:val="center"/>
          </w:tcPr>
          <w:p w14:paraId="113642D7" w14:textId="77777777" w:rsidR="00FD2E86" w:rsidRPr="001447FA" w:rsidRDefault="00FD2E86" w:rsidP="00D40F8F">
            <w:pPr>
              <w:jc w:val="right"/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fldChar w:fldCharType="begin">
                <w:ffData>
                  <w:name w:val="Texte80"/>
                  <w:enabled/>
                  <w:calcOnExit w:val="0"/>
                  <w:textInput/>
                </w:ffData>
              </w:fldChar>
            </w:r>
            <w:bookmarkStart w:id="24" w:name="Texte80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24"/>
            <w:r w:rsidRPr="001447FA">
              <w:rPr>
                <w:color w:val="4F81BD" w:themeColor="accent1"/>
              </w:rPr>
              <w:t xml:space="preserve"> k€</w:t>
            </w:r>
          </w:p>
        </w:tc>
      </w:tr>
      <w:tr w:rsidR="009E76AF" w:rsidRPr="009E76AF" w14:paraId="7896A4F1" w14:textId="77777777" w:rsidTr="00FD2E86">
        <w:trPr>
          <w:trHeight w:val="227"/>
        </w:trPr>
        <w:tc>
          <w:tcPr>
            <w:tcW w:w="230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7B85F22" w14:textId="77777777" w:rsidR="00FD2E86" w:rsidRPr="009E76AF" w:rsidRDefault="00FD2E86" w:rsidP="00D40F8F">
            <w:pPr>
              <w:tabs>
                <w:tab w:val="right" w:pos="2478"/>
                <w:tab w:val="right" w:pos="3294"/>
              </w:tabs>
            </w:pPr>
          </w:p>
        </w:tc>
        <w:tc>
          <w:tcPr>
            <w:tcW w:w="692" w:type="pct"/>
            <w:tcBorders>
              <w:top w:val="dashed" w:sz="4" w:space="0" w:color="BFBFBF" w:themeColor="background1" w:themeShade="BF"/>
              <w:bottom w:val="dashed" w:sz="4" w:space="0" w:color="BFBFBF" w:themeColor="background1" w:themeShade="BF"/>
            </w:tcBorders>
            <w:vAlign w:val="center"/>
          </w:tcPr>
          <w:p w14:paraId="772681DA" w14:textId="77777777" w:rsidR="00FD2E86" w:rsidRPr="001447FA" w:rsidRDefault="00FD2E86" w:rsidP="00D40F8F">
            <w:pPr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t xml:space="preserve">Année </w:t>
            </w:r>
            <w:r w:rsidRPr="001447FA">
              <w:rPr>
                <w:color w:val="4F81BD" w:themeColor="accent1"/>
              </w:rPr>
              <w:fldChar w:fldCharType="begin">
                <w:ffData>
                  <w:name w:val="Texte81"/>
                  <w:enabled/>
                  <w:calcOnExit w:val="0"/>
                  <w:textInput/>
                </w:ffData>
              </w:fldChar>
            </w:r>
            <w:bookmarkStart w:id="25" w:name="Texte81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25"/>
          </w:p>
        </w:tc>
        <w:tc>
          <w:tcPr>
            <w:tcW w:w="2007" w:type="pct"/>
            <w:tcBorders>
              <w:top w:val="dashed" w:sz="4" w:space="0" w:color="BFBFBF" w:themeColor="background1" w:themeShade="BF"/>
              <w:bottom w:val="dashed" w:sz="4" w:space="0" w:color="BFBFBF" w:themeColor="background1" w:themeShade="BF"/>
              <w:right w:val="single" w:sz="4" w:space="0" w:color="808080" w:themeColor="background1" w:themeShade="80"/>
            </w:tcBorders>
            <w:vAlign w:val="center"/>
          </w:tcPr>
          <w:p w14:paraId="1B50749E" w14:textId="77777777" w:rsidR="00FD2E86" w:rsidRPr="001447FA" w:rsidRDefault="00FD2E86" w:rsidP="00D40F8F">
            <w:pPr>
              <w:jc w:val="right"/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fldChar w:fldCharType="begin">
                <w:ffData>
                  <w:name w:val="Texte82"/>
                  <w:enabled/>
                  <w:calcOnExit w:val="0"/>
                  <w:textInput/>
                </w:ffData>
              </w:fldChar>
            </w:r>
            <w:bookmarkStart w:id="26" w:name="Texte82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26"/>
            <w:r w:rsidRPr="001447FA">
              <w:rPr>
                <w:color w:val="4F81BD" w:themeColor="accent1"/>
              </w:rPr>
              <w:t xml:space="preserve"> k€</w:t>
            </w:r>
          </w:p>
        </w:tc>
      </w:tr>
      <w:tr w:rsidR="009E76AF" w:rsidRPr="009E76AF" w14:paraId="2021CF49" w14:textId="77777777" w:rsidTr="00FD2E86">
        <w:trPr>
          <w:trHeight w:val="227"/>
        </w:trPr>
        <w:tc>
          <w:tcPr>
            <w:tcW w:w="230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6429FB2" w14:textId="77777777" w:rsidR="00FD2E86" w:rsidRPr="009E76AF" w:rsidRDefault="00FD2E86" w:rsidP="00D40F8F">
            <w:pPr>
              <w:tabs>
                <w:tab w:val="right" w:pos="2478"/>
                <w:tab w:val="right" w:pos="3294"/>
              </w:tabs>
            </w:pPr>
          </w:p>
        </w:tc>
        <w:tc>
          <w:tcPr>
            <w:tcW w:w="692" w:type="pct"/>
            <w:tcBorders>
              <w:top w:val="dashed" w:sz="4" w:space="0" w:color="BFBFBF" w:themeColor="background1" w:themeShade="BF"/>
              <w:bottom w:val="single" w:sz="4" w:space="0" w:color="808080" w:themeColor="background1" w:themeShade="80"/>
            </w:tcBorders>
            <w:vAlign w:val="center"/>
          </w:tcPr>
          <w:p w14:paraId="04F54A1B" w14:textId="77777777" w:rsidR="00FD2E86" w:rsidRPr="001447FA" w:rsidRDefault="00FD2E86" w:rsidP="00D40F8F">
            <w:pPr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t xml:space="preserve">Année </w:t>
            </w:r>
            <w:r w:rsidRPr="001447FA">
              <w:rPr>
                <w:color w:val="4F81BD" w:themeColor="accent1"/>
              </w:rPr>
              <w:fldChar w:fldCharType="begin">
                <w:ffData>
                  <w:name w:val="Texte83"/>
                  <w:enabled/>
                  <w:calcOnExit w:val="0"/>
                  <w:textInput/>
                </w:ffData>
              </w:fldChar>
            </w:r>
            <w:bookmarkStart w:id="27" w:name="Texte83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27"/>
          </w:p>
        </w:tc>
        <w:tc>
          <w:tcPr>
            <w:tcW w:w="2007" w:type="pct"/>
            <w:tcBorders>
              <w:top w:val="dashed" w:sz="4" w:space="0" w:color="BFBFBF" w:themeColor="background1" w:themeShade="BF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128AA80" w14:textId="77777777" w:rsidR="00FD2E86" w:rsidRPr="001447FA" w:rsidRDefault="00FD2E86" w:rsidP="00D40F8F">
            <w:pPr>
              <w:jc w:val="right"/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fldChar w:fldCharType="begin">
                <w:ffData>
                  <w:name w:val="Texte84"/>
                  <w:enabled/>
                  <w:calcOnExit w:val="0"/>
                  <w:textInput/>
                </w:ffData>
              </w:fldChar>
            </w:r>
            <w:bookmarkStart w:id="28" w:name="Texte84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28"/>
            <w:r w:rsidRPr="001447FA">
              <w:rPr>
                <w:color w:val="4F81BD" w:themeColor="accent1"/>
              </w:rPr>
              <w:t xml:space="preserve"> k€</w:t>
            </w:r>
          </w:p>
        </w:tc>
      </w:tr>
      <w:tr w:rsidR="009E76AF" w:rsidRPr="009E76AF" w14:paraId="482B0714" w14:textId="77777777" w:rsidTr="00FD2E8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301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4C19F4BE" w14:textId="77777777" w:rsidR="00FD2E86" w:rsidRPr="009E76AF" w:rsidRDefault="00FD2E86" w:rsidP="00D40F8F">
            <w:pPr>
              <w:tabs>
                <w:tab w:val="right" w:pos="2478"/>
                <w:tab w:val="right" w:pos="3294"/>
              </w:tabs>
            </w:pPr>
            <w:r w:rsidRPr="009E76AF">
              <w:t>Le cas échéant, chiffre d'affaires en k€ du Groupe des trois dernières années</w:t>
            </w:r>
          </w:p>
        </w:tc>
        <w:tc>
          <w:tcPr>
            <w:tcW w:w="692" w:type="pct"/>
            <w:tcBorders>
              <w:top w:val="single" w:sz="4" w:space="0" w:color="808080" w:themeColor="background1" w:themeShade="80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1ACEF2F8" w14:textId="77777777" w:rsidR="00FD2E86" w:rsidRPr="001447FA" w:rsidRDefault="00FD2E86" w:rsidP="00D40F8F">
            <w:pPr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t xml:space="preserve">Année </w:t>
            </w:r>
            <w:r w:rsidRPr="001447FA">
              <w:rPr>
                <w:color w:val="4F81BD" w:themeColor="accent1"/>
              </w:rPr>
              <w:fldChar w:fldCharType="begin">
                <w:ffData>
                  <w:name w:val="Texte85"/>
                  <w:enabled/>
                  <w:calcOnExit w:val="0"/>
                  <w:textInput/>
                </w:ffData>
              </w:fldChar>
            </w:r>
            <w:bookmarkStart w:id="29" w:name="Texte85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29"/>
          </w:p>
        </w:tc>
        <w:tc>
          <w:tcPr>
            <w:tcW w:w="2007" w:type="pct"/>
            <w:tcBorders>
              <w:top w:val="single" w:sz="4" w:space="0" w:color="808080" w:themeColor="background1" w:themeShade="80"/>
              <w:left w:val="nil"/>
              <w:bottom w:val="dashed" w:sz="4" w:space="0" w:color="BFBFBF" w:themeColor="background1" w:themeShade="BF"/>
              <w:right w:val="single" w:sz="4" w:space="0" w:color="808080" w:themeColor="background1" w:themeShade="80"/>
            </w:tcBorders>
            <w:vAlign w:val="center"/>
          </w:tcPr>
          <w:p w14:paraId="104BD4AF" w14:textId="77777777" w:rsidR="00FD2E86" w:rsidRPr="001447FA" w:rsidRDefault="00FD2E86" w:rsidP="00D40F8F">
            <w:pPr>
              <w:jc w:val="right"/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fldChar w:fldCharType="begin">
                <w:ffData>
                  <w:name w:val="Texte88"/>
                  <w:enabled/>
                  <w:calcOnExit w:val="0"/>
                  <w:textInput/>
                </w:ffData>
              </w:fldChar>
            </w:r>
            <w:bookmarkStart w:id="30" w:name="Texte88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30"/>
            <w:r w:rsidRPr="001447FA">
              <w:rPr>
                <w:color w:val="4F81BD" w:themeColor="accent1"/>
              </w:rPr>
              <w:t xml:space="preserve"> k€</w:t>
            </w:r>
          </w:p>
        </w:tc>
      </w:tr>
      <w:tr w:rsidR="009E76AF" w:rsidRPr="009E76AF" w14:paraId="4F36ABF2" w14:textId="77777777" w:rsidTr="00FD2E8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30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35BB6B60" w14:textId="77777777" w:rsidR="00FD2E86" w:rsidRPr="009E76AF" w:rsidRDefault="00FD2E86" w:rsidP="00D40F8F">
            <w:pPr>
              <w:tabs>
                <w:tab w:val="right" w:pos="2478"/>
                <w:tab w:val="right" w:pos="3294"/>
              </w:tabs>
            </w:pPr>
          </w:p>
        </w:tc>
        <w:tc>
          <w:tcPr>
            <w:tcW w:w="692" w:type="pct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nil"/>
            </w:tcBorders>
            <w:vAlign w:val="center"/>
          </w:tcPr>
          <w:p w14:paraId="721304EF" w14:textId="77777777" w:rsidR="00FD2E86" w:rsidRPr="001447FA" w:rsidRDefault="00FD2E86" w:rsidP="00D40F8F">
            <w:pPr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t xml:space="preserve">Année </w:t>
            </w:r>
            <w:r w:rsidRPr="001447FA">
              <w:rPr>
                <w:color w:val="4F81BD" w:themeColor="accent1"/>
              </w:rPr>
              <w:fldChar w:fldCharType="begin">
                <w:ffData>
                  <w:name w:val="Texte86"/>
                  <w:enabled/>
                  <w:calcOnExit w:val="0"/>
                  <w:textInput/>
                </w:ffData>
              </w:fldChar>
            </w:r>
            <w:bookmarkStart w:id="31" w:name="Texte86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31"/>
          </w:p>
        </w:tc>
        <w:tc>
          <w:tcPr>
            <w:tcW w:w="2007" w:type="pct"/>
            <w:tcBorders>
              <w:top w:val="dashed" w:sz="4" w:space="0" w:color="BFBFBF" w:themeColor="background1" w:themeShade="BF"/>
              <w:left w:val="nil"/>
              <w:bottom w:val="dashed" w:sz="4" w:space="0" w:color="BFBFBF" w:themeColor="background1" w:themeShade="BF"/>
              <w:right w:val="single" w:sz="4" w:space="0" w:color="808080" w:themeColor="background1" w:themeShade="80"/>
            </w:tcBorders>
            <w:vAlign w:val="center"/>
          </w:tcPr>
          <w:p w14:paraId="5EB13477" w14:textId="77777777" w:rsidR="00FD2E86" w:rsidRPr="001447FA" w:rsidRDefault="00FD2E86" w:rsidP="00D40F8F">
            <w:pPr>
              <w:jc w:val="right"/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fldChar w:fldCharType="begin">
                <w:ffData>
                  <w:name w:val="Texte89"/>
                  <w:enabled/>
                  <w:calcOnExit w:val="0"/>
                  <w:textInput/>
                </w:ffData>
              </w:fldChar>
            </w:r>
            <w:bookmarkStart w:id="32" w:name="Texte89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32"/>
            <w:r w:rsidRPr="001447FA">
              <w:rPr>
                <w:color w:val="4F81BD" w:themeColor="accent1"/>
              </w:rPr>
              <w:t xml:space="preserve"> k€</w:t>
            </w:r>
          </w:p>
        </w:tc>
      </w:tr>
      <w:tr w:rsidR="009E76AF" w:rsidRPr="009E76AF" w14:paraId="74E8CCC4" w14:textId="77777777" w:rsidTr="00FD2E86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230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</w:tcPr>
          <w:p w14:paraId="7F6F4045" w14:textId="77777777" w:rsidR="00FD2E86" w:rsidRPr="009E76AF" w:rsidRDefault="00FD2E86" w:rsidP="00D40F8F">
            <w:pPr>
              <w:tabs>
                <w:tab w:val="right" w:pos="2478"/>
                <w:tab w:val="right" w:pos="3294"/>
              </w:tabs>
            </w:pPr>
          </w:p>
        </w:tc>
        <w:tc>
          <w:tcPr>
            <w:tcW w:w="692" w:type="pct"/>
            <w:tcBorders>
              <w:top w:val="dashed" w:sz="4" w:space="0" w:color="BFBFBF" w:themeColor="background1" w:themeShade="BF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6A01A3B4" w14:textId="77777777" w:rsidR="00FD2E86" w:rsidRPr="001447FA" w:rsidRDefault="00FD2E86" w:rsidP="00D40F8F">
            <w:pPr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t xml:space="preserve">Année </w:t>
            </w:r>
            <w:r w:rsidRPr="001447FA">
              <w:rPr>
                <w:color w:val="4F81BD" w:themeColor="accent1"/>
              </w:rPr>
              <w:fldChar w:fldCharType="begin">
                <w:ffData>
                  <w:name w:val="Texte87"/>
                  <w:enabled/>
                  <w:calcOnExit w:val="0"/>
                  <w:textInput/>
                </w:ffData>
              </w:fldChar>
            </w:r>
            <w:bookmarkStart w:id="33" w:name="Texte87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33"/>
          </w:p>
        </w:tc>
        <w:tc>
          <w:tcPr>
            <w:tcW w:w="2007" w:type="pct"/>
            <w:tcBorders>
              <w:top w:val="dashed" w:sz="4" w:space="0" w:color="BFBFBF" w:themeColor="background1" w:themeShade="BF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BF22E58" w14:textId="77777777" w:rsidR="00FD2E86" w:rsidRPr="001447FA" w:rsidRDefault="00FD2E86" w:rsidP="00D40F8F">
            <w:pPr>
              <w:jc w:val="right"/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fldChar w:fldCharType="begin">
                <w:ffData>
                  <w:name w:val="Texte90"/>
                  <w:enabled/>
                  <w:calcOnExit w:val="0"/>
                  <w:textInput/>
                </w:ffData>
              </w:fldChar>
            </w:r>
            <w:bookmarkStart w:id="34" w:name="Texte90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34"/>
            <w:r w:rsidRPr="001447FA">
              <w:rPr>
                <w:color w:val="4F81BD" w:themeColor="accent1"/>
              </w:rPr>
              <w:t xml:space="preserve"> k€</w:t>
            </w:r>
          </w:p>
        </w:tc>
      </w:tr>
    </w:tbl>
    <w:p w14:paraId="0BF9FF65" w14:textId="77777777" w:rsidR="00FD2E86" w:rsidRPr="00E77E5C" w:rsidRDefault="00FD2E86" w:rsidP="00E77E5C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92"/>
        <w:gridCol w:w="5386"/>
      </w:tblGrid>
      <w:tr w:rsidR="00E77E5C" w:rsidRPr="00E77E5C" w14:paraId="5F626150" w14:textId="77777777" w:rsidTr="00E77E5C">
        <w:trPr>
          <w:trHeight w:hRule="exact" w:val="283"/>
        </w:trPr>
        <w:tc>
          <w:tcPr>
            <w:tcW w:w="5000" w:type="pct"/>
            <w:gridSpan w:val="2"/>
            <w:vAlign w:val="center"/>
          </w:tcPr>
          <w:p w14:paraId="0B8A9AD4" w14:textId="77777777" w:rsidR="009E76AF" w:rsidRPr="00E77E5C" w:rsidRDefault="009E76AF" w:rsidP="009E76AF">
            <w:pPr>
              <w:pStyle w:val="Titre1"/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77E5C">
              <w:rPr>
                <w:rFonts w:asciiTheme="majorHAnsi" w:hAnsiTheme="majorHAnsi" w:cstheme="majorHAnsi"/>
                <w:sz w:val="22"/>
                <w:szCs w:val="22"/>
              </w:rPr>
              <w:t>Informations qualité et techniques</w:t>
            </w:r>
          </w:p>
        </w:tc>
      </w:tr>
      <w:tr w:rsidR="00E77E5C" w:rsidRPr="00E77E5C" w14:paraId="0809842A" w14:textId="77777777" w:rsidTr="00E77E5C">
        <w:trPr>
          <w:trHeight w:hRule="exact" w:val="410"/>
        </w:trPr>
        <w:tc>
          <w:tcPr>
            <w:tcW w:w="5000" w:type="pct"/>
            <w:gridSpan w:val="2"/>
            <w:tcBorders>
              <w:bottom w:val="single" w:sz="4" w:space="0" w:color="808080" w:themeColor="background1" w:themeShade="80"/>
            </w:tcBorders>
            <w:vAlign w:val="center"/>
          </w:tcPr>
          <w:p w14:paraId="5C3C1549" w14:textId="56FC8501" w:rsidR="009E76AF" w:rsidRPr="00E77E5C" w:rsidRDefault="009E76AF" w:rsidP="00E77E5C">
            <w:pPr>
              <w:pStyle w:val="Titre2"/>
              <w:spacing w:before="0" w:after="0"/>
            </w:pPr>
            <w:r w:rsidRPr="00E77E5C">
              <w:rPr>
                <w:sz w:val="20"/>
                <w:szCs w:val="24"/>
              </w:rPr>
              <w:t>Organisation et qualité</w:t>
            </w:r>
          </w:p>
        </w:tc>
      </w:tr>
      <w:tr w:rsidR="00E77E5C" w:rsidRPr="00E77E5C" w14:paraId="6ABBE783" w14:textId="77777777" w:rsidTr="00E77E5C"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01FEF49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 xml:space="preserve">Organigramme de la société 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42BADEC" w14:textId="77777777" w:rsidR="009E76AF" w:rsidRPr="001447FA" w:rsidRDefault="009E76AF" w:rsidP="00D40F8F">
            <w:pPr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Joindre une copie svp </w:t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  <w:fldChar w:fldCharType="begin">
                <w:ffData>
                  <w:name w:val="Texte123"/>
                  <w:enabled/>
                  <w:calcOnExit w:val="0"/>
                  <w:textInput/>
                </w:ffData>
              </w:fldChar>
            </w:r>
            <w:bookmarkStart w:id="35" w:name="Texte123"/>
            <w:r w:rsidRPr="001447FA">
              <w:rPr>
                <w:rFonts w:asciiTheme="majorHAnsi" w:hAnsiTheme="majorHAnsi" w:cstheme="majorHAnsi"/>
                <w:color w:val="4F81BD" w:themeColor="accent1"/>
              </w:rPr>
              <w:instrText xml:space="preserve"> FORMTEXT </w:instrText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  <w:fldChar w:fldCharType="separate"/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  <w:fldChar w:fldCharType="end"/>
            </w:r>
            <w:bookmarkEnd w:id="35"/>
          </w:p>
        </w:tc>
      </w:tr>
      <w:tr w:rsidR="00E77E5C" w:rsidRPr="00E77E5C" w14:paraId="5699B75B" w14:textId="77777777" w:rsidTr="00E77E5C"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5AD6FF2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Avez-vous un manuel qualité ?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29AC6B36" w14:textId="4D62725A" w:rsidR="009E76AF" w:rsidRPr="001447FA" w:rsidRDefault="009E76AF" w:rsidP="00D40F8F">
            <w:pPr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587041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7171">
                  <w:rPr>
                    <w:rFonts w:ascii="MS Gothic" w:eastAsia="MS Gothic" w:hAnsi="MS Gothic" w:cstheme="majorHAnsi" w:hint="eastAsia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294421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</w:t>
            </w:r>
          </w:p>
        </w:tc>
      </w:tr>
      <w:tr w:rsidR="00E77E5C" w:rsidRPr="00E77E5C" w14:paraId="4B6CBC9A" w14:textId="77777777" w:rsidTr="00E77E5C"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21BF580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Disposez-vous d’une procédure de traitement des non-conformités ?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5A6085D" w14:textId="77777777" w:rsidR="009E76AF" w:rsidRPr="001447FA" w:rsidRDefault="009E76AF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1334265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1548641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</w:p>
          <w:p w14:paraId="2D9BC1F6" w14:textId="77777777" w:rsidR="009E76AF" w:rsidRPr="001447FA" w:rsidRDefault="009E76AF" w:rsidP="00D40F8F">
            <w:pPr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b/>
                <w:color w:val="4F81BD" w:themeColor="accent1"/>
                <w:sz w:val="12"/>
                <w:szCs w:val="12"/>
              </w:rPr>
              <w:t>(Si oui, joindre svp une copie)</w:t>
            </w:r>
          </w:p>
        </w:tc>
      </w:tr>
      <w:tr w:rsidR="00E77E5C" w:rsidRPr="00E77E5C" w14:paraId="29DF18C4" w14:textId="77777777" w:rsidTr="00E77E5C"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58C4FAA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 xml:space="preserve">Disposez-vous d’une procédure d'audit </w:t>
            </w:r>
            <w:r w:rsidRPr="00E77E5C">
              <w:rPr>
                <w:rFonts w:asciiTheme="majorHAnsi" w:hAnsiTheme="majorHAnsi" w:cstheme="majorHAnsi"/>
              </w:rPr>
              <w:br/>
              <w:t>interne / externe ?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2D8FFEE" w14:textId="77777777" w:rsidR="009E76AF" w:rsidRPr="001447FA" w:rsidRDefault="009E76AF" w:rsidP="00D40F8F">
            <w:pPr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275246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1565216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</w:t>
            </w:r>
          </w:p>
        </w:tc>
      </w:tr>
      <w:tr w:rsidR="00E77E5C" w:rsidRPr="00E77E5C" w14:paraId="7EDF60D7" w14:textId="77777777" w:rsidTr="00E77E5C">
        <w:trPr>
          <w:trHeight w:val="153"/>
        </w:trPr>
        <w:tc>
          <w:tcPr>
            <w:tcW w:w="2301" w:type="pct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EC5DFBB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L’entreprise est-elle certifiée ?</w:t>
            </w:r>
            <w:r w:rsidRPr="00E77E5C">
              <w:rPr>
                <w:rFonts w:asciiTheme="majorHAnsi" w:hAnsiTheme="majorHAnsi" w:cstheme="majorHAnsi"/>
              </w:rPr>
              <w:br/>
            </w:r>
            <w:r w:rsidRPr="00E77E5C">
              <w:rPr>
                <w:rFonts w:asciiTheme="majorHAnsi" w:hAnsiTheme="majorHAnsi" w:cstheme="majorHAnsi"/>
                <w:b/>
              </w:rPr>
              <w:t xml:space="preserve">(pour chaque certification une copie </w:t>
            </w:r>
            <w:r w:rsidRPr="00E77E5C">
              <w:rPr>
                <w:rFonts w:asciiTheme="majorHAnsi" w:hAnsiTheme="majorHAnsi" w:cstheme="majorHAnsi"/>
                <w:b/>
              </w:rPr>
              <w:br/>
              <w:t>est à joindre)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bottom w:val="dashed" w:sz="4" w:space="0" w:color="BFBFBF" w:themeColor="background1" w:themeShade="BF"/>
              <w:right w:val="single" w:sz="4" w:space="0" w:color="808080" w:themeColor="background1" w:themeShade="80"/>
            </w:tcBorders>
            <w:vAlign w:val="center"/>
          </w:tcPr>
          <w:p w14:paraId="3825028B" w14:textId="77777777" w:rsidR="009E76AF" w:rsidRPr="001447FA" w:rsidRDefault="0049469A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960683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6AF"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t xml:space="preserve"> ISO 9001 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begin">
                <w:ffData>
                  <w:name w:val="Texte41"/>
                  <w:enabled/>
                  <w:calcOnExit w:val="0"/>
                  <w:textInput/>
                </w:ffData>
              </w:fldChar>
            </w:r>
            <w:bookmarkStart w:id="36" w:name="Texte41"/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instrText xml:space="preserve"> FORMTEXT </w:instrTex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separate"/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end"/>
            </w:r>
            <w:bookmarkEnd w:id="36"/>
          </w:p>
        </w:tc>
      </w:tr>
      <w:tr w:rsidR="00E77E5C" w:rsidRPr="00E77E5C" w14:paraId="1725E0BF" w14:textId="77777777" w:rsidTr="00E77E5C">
        <w:trPr>
          <w:trHeight w:val="151"/>
        </w:trPr>
        <w:tc>
          <w:tcPr>
            <w:tcW w:w="230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A9309D8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2699" w:type="pct"/>
            <w:tcBorders>
              <w:top w:val="dashed" w:sz="4" w:space="0" w:color="BFBFBF" w:themeColor="background1" w:themeShade="BF"/>
              <w:bottom w:val="dashed" w:sz="4" w:space="0" w:color="BFBFBF" w:themeColor="background1" w:themeShade="BF"/>
              <w:right w:val="single" w:sz="4" w:space="0" w:color="808080" w:themeColor="background1" w:themeShade="80"/>
            </w:tcBorders>
            <w:vAlign w:val="center"/>
          </w:tcPr>
          <w:p w14:paraId="55ED997B" w14:textId="77777777" w:rsidR="009E76AF" w:rsidRPr="001447FA" w:rsidRDefault="0049469A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1867057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6AF"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t xml:space="preserve"> ISO 14001 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begin">
                <w:ffData>
                  <w:name w:val="Texte42"/>
                  <w:enabled/>
                  <w:calcOnExit w:val="0"/>
                  <w:textInput/>
                </w:ffData>
              </w:fldChar>
            </w:r>
            <w:bookmarkStart w:id="37" w:name="Texte42"/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instrText xml:space="preserve"> FORMTEXT </w:instrTex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separate"/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end"/>
            </w:r>
            <w:bookmarkEnd w:id="37"/>
          </w:p>
        </w:tc>
      </w:tr>
      <w:tr w:rsidR="00E77E5C" w:rsidRPr="00E77E5C" w14:paraId="4A3EB7F0" w14:textId="77777777" w:rsidTr="00E77E5C">
        <w:trPr>
          <w:trHeight w:val="151"/>
        </w:trPr>
        <w:tc>
          <w:tcPr>
            <w:tcW w:w="230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32BC9CB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2699" w:type="pct"/>
            <w:tcBorders>
              <w:top w:val="dashed" w:sz="4" w:space="0" w:color="BFBFBF" w:themeColor="background1" w:themeShade="BF"/>
              <w:bottom w:val="dashed" w:sz="4" w:space="0" w:color="BFBFBF" w:themeColor="background1" w:themeShade="BF"/>
              <w:right w:val="single" w:sz="4" w:space="0" w:color="808080" w:themeColor="background1" w:themeShade="80"/>
            </w:tcBorders>
            <w:vAlign w:val="center"/>
          </w:tcPr>
          <w:p w14:paraId="61E93262" w14:textId="77777777" w:rsidR="009E76AF" w:rsidRPr="001447FA" w:rsidRDefault="0049469A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1115865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6AF"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t xml:space="preserve"> OHSAS 1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  <w:lang w:val="en-US"/>
              </w:rPr>
              <w:t xml:space="preserve">8001 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begin">
                <w:ffData>
                  <w:name w:val="Texte43"/>
                  <w:enabled/>
                  <w:calcOnExit w:val="0"/>
                  <w:textInput/>
                </w:ffData>
              </w:fldChar>
            </w:r>
            <w:bookmarkStart w:id="38" w:name="Texte43"/>
            <w:r w:rsidR="009E76AF" w:rsidRPr="001447FA">
              <w:rPr>
                <w:rFonts w:asciiTheme="majorHAnsi" w:hAnsiTheme="majorHAnsi" w:cstheme="majorHAnsi"/>
                <w:color w:val="4F81BD" w:themeColor="accent1"/>
                <w:lang w:val="en-US"/>
              </w:rPr>
              <w:instrText xml:space="preserve"> FORMTEXT </w:instrTex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separate"/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end"/>
            </w:r>
            <w:bookmarkEnd w:id="38"/>
          </w:p>
        </w:tc>
      </w:tr>
      <w:tr w:rsidR="00E77E5C" w:rsidRPr="00E77E5C" w14:paraId="3D9CD0F9" w14:textId="77777777" w:rsidTr="00E77E5C">
        <w:trPr>
          <w:trHeight w:val="151"/>
        </w:trPr>
        <w:tc>
          <w:tcPr>
            <w:tcW w:w="230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3233FF6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2699" w:type="pct"/>
            <w:tcBorders>
              <w:top w:val="dashed" w:sz="4" w:space="0" w:color="BFBFBF" w:themeColor="background1" w:themeShade="BF"/>
              <w:bottom w:val="dashed" w:sz="4" w:space="0" w:color="BFBFBF" w:themeColor="background1" w:themeShade="BF"/>
              <w:right w:val="single" w:sz="4" w:space="0" w:color="808080" w:themeColor="background1" w:themeShade="80"/>
            </w:tcBorders>
            <w:vAlign w:val="center"/>
          </w:tcPr>
          <w:p w14:paraId="5A59AF09" w14:textId="77777777" w:rsidR="009E76AF" w:rsidRPr="001447FA" w:rsidRDefault="0049469A" w:rsidP="00D40F8F">
            <w:pPr>
              <w:tabs>
                <w:tab w:val="left" w:pos="4913"/>
                <w:tab w:val="left" w:pos="73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523826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6AF"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="009E76AF" w:rsidRPr="001447FA">
              <w:rPr>
                <w:rFonts w:asciiTheme="majorHAnsi" w:hAnsiTheme="majorHAnsi" w:cstheme="majorHAnsi"/>
                <w:color w:val="4F81BD" w:themeColor="accent1"/>
                <w:lang w:val="en-US"/>
              </w:rPr>
              <w:t xml:space="preserve"> ISO / CEI 27001 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begin">
                <w:ffData>
                  <w:name w:val="Texte44"/>
                  <w:enabled/>
                  <w:calcOnExit w:val="0"/>
                  <w:textInput/>
                </w:ffData>
              </w:fldChar>
            </w:r>
            <w:bookmarkStart w:id="39" w:name="Texte44"/>
            <w:r w:rsidR="009E76AF" w:rsidRPr="001447FA">
              <w:rPr>
                <w:rFonts w:asciiTheme="majorHAnsi" w:hAnsiTheme="majorHAnsi" w:cstheme="majorHAnsi"/>
                <w:color w:val="4F81BD" w:themeColor="accent1"/>
                <w:lang w:val="en-US"/>
              </w:rPr>
              <w:instrText xml:space="preserve"> FORMTEXT </w:instrTex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separate"/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end"/>
            </w:r>
            <w:bookmarkEnd w:id="39"/>
          </w:p>
        </w:tc>
      </w:tr>
      <w:tr w:rsidR="00E77E5C" w:rsidRPr="00E77E5C" w14:paraId="7C50678B" w14:textId="77777777" w:rsidTr="00E77E5C">
        <w:trPr>
          <w:trHeight w:val="151"/>
        </w:trPr>
        <w:tc>
          <w:tcPr>
            <w:tcW w:w="230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409BF17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2699" w:type="pct"/>
            <w:tcBorders>
              <w:top w:val="dashed" w:sz="4" w:space="0" w:color="BFBFBF" w:themeColor="background1" w:themeShade="BF"/>
              <w:bottom w:val="dashed" w:sz="4" w:space="0" w:color="BFBFBF" w:themeColor="background1" w:themeShade="BF"/>
              <w:right w:val="single" w:sz="4" w:space="0" w:color="808080" w:themeColor="background1" w:themeShade="80"/>
            </w:tcBorders>
            <w:vAlign w:val="center"/>
          </w:tcPr>
          <w:p w14:paraId="44F4BF01" w14:textId="77777777" w:rsidR="009E76AF" w:rsidRPr="001447FA" w:rsidRDefault="0049469A" w:rsidP="00D40F8F">
            <w:pPr>
              <w:tabs>
                <w:tab w:val="left" w:pos="4913"/>
                <w:tab w:val="left" w:pos="73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1666781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6AF"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t xml:space="preserve"> NF Z40-350 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begin">
                <w:ffData>
                  <w:name w:val="Texte45"/>
                  <w:enabled/>
                  <w:calcOnExit w:val="0"/>
                  <w:textInput/>
                </w:ffData>
              </w:fldChar>
            </w:r>
            <w:bookmarkStart w:id="40" w:name="Texte45"/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instrText xml:space="preserve"> FORMTEXT </w:instrTex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separate"/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end"/>
            </w:r>
            <w:bookmarkEnd w:id="40"/>
          </w:p>
        </w:tc>
      </w:tr>
      <w:tr w:rsidR="00E77E5C" w:rsidRPr="00E77E5C" w14:paraId="0465F761" w14:textId="77777777" w:rsidTr="00E77E5C">
        <w:trPr>
          <w:trHeight w:val="151"/>
        </w:trPr>
        <w:tc>
          <w:tcPr>
            <w:tcW w:w="230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3A14C10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2699" w:type="pct"/>
            <w:tcBorders>
              <w:top w:val="dashed" w:sz="4" w:space="0" w:color="BFBFBF" w:themeColor="background1" w:themeShade="BF"/>
              <w:bottom w:val="dashed" w:sz="4" w:space="0" w:color="BFBFBF" w:themeColor="background1" w:themeShade="BF"/>
              <w:right w:val="single" w:sz="4" w:space="0" w:color="808080" w:themeColor="background1" w:themeShade="80"/>
            </w:tcBorders>
            <w:vAlign w:val="center"/>
          </w:tcPr>
          <w:p w14:paraId="4DEFD25C" w14:textId="77777777" w:rsidR="009E76AF" w:rsidRPr="001447FA" w:rsidRDefault="0049469A" w:rsidP="00D40F8F">
            <w:pPr>
              <w:tabs>
                <w:tab w:val="left" w:pos="4913"/>
                <w:tab w:val="left" w:pos="73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965584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76AF"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t xml:space="preserve"> Autres 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begin">
                <w:ffData>
                  <w:name w:val="Texte92"/>
                  <w:enabled/>
                  <w:calcOnExit w:val="0"/>
                  <w:textInput>
                    <w:default w:val="(à préciser)"/>
                  </w:textInput>
                </w:ffData>
              </w:fldChar>
            </w:r>
            <w:bookmarkStart w:id="41" w:name="Texte92"/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instrText xml:space="preserve"> FORMTEXT </w:instrTex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separate"/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(à préciser)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end"/>
            </w:r>
            <w:bookmarkEnd w:id="41"/>
          </w:p>
        </w:tc>
      </w:tr>
      <w:tr w:rsidR="00E77E5C" w:rsidRPr="00E77E5C" w14:paraId="7CFE8147" w14:textId="77777777" w:rsidTr="00E77E5C">
        <w:trPr>
          <w:trHeight w:val="151"/>
        </w:trPr>
        <w:tc>
          <w:tcPr>
            <w:tcW w:w="2301" w:type="pct"/>
            <w:vMerge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6D0038D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</w:p>
        </w:tc>
        <w:tc>
          <w:tcPr>
            <w:tcW w:w="2699" w:type="pct"/>
            <w:tcBorders>
              <w:top w:val="dashed" w:sz="4" w:space="0" w:color="BFBFBF" w:themeColor="background1" w:themeShade="BF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52524B9" w14:textId="155B35B6" w:rsidR="009E76AF" w:rsidRPr="001447FA" w:rsidRDefault="0049469A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41909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47FA" w:rsidRPr="001447FA">
                  <w:rPr>
                    <w:rFonts w:ascii="MS Gothic" w:eastAsia="MS Gothic" w:hAnsi="MS Gothic" w:cstheme="majorHAnsi" w:hint="eastAsia"/>
                    <w:color w:val="4F81BD" w:themeColor="accent1"/>
                  </w:rPr>
                  <w:t>☐</w:t>
                </w:r>
              </w:sdtContent>
            </w:sdt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t xml:space="preserve"> Non 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begin">
                <w:ffData>
                  <w:name w:val="Texte91"/>
                  <w:enabled/>
                  <w:calcOnExit w:val="0"/>
                  <w:textInput/>
                </w:ffData>
              </w:fldChar>
            </w:r>
            <w:bookmarkStart w:id="42" w:name="Texte91"/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instrText xml:space="preserve"> FORMTEXT </w:instrTex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separate"/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="009E76AF" w:rsidRPr="001447FA">
              <w:rPr>
                <w:rFonts w:asciiTheme="majorHAnsi" w:hAnsiTheme="majorHAnsi" w:cstheme="majorHAnsi"/>
                <w:color w:val="4F81BD" w:themeColor="accent1"/>
              </w:rPr>
              <w:fldChar w:fldCharType="end"/>
            </w:r>
            <w:bookmarkEnd w:id="42"/>
          </w:p>
        </w:tc>
      </w:tr>
      <w:tr w:rsidR="00E77E5C" w:rsidRPr="00E77E5C" w14:paraId="78D5554D" w14:textId="77777777" w:rsidTr="00E77E5C"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AB28A36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Disposez-vous d’une certification ou d’un label spécifique à votre activité ?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E6D188D" w14:textId="77777777" w:rsidR="009E76AF" w:rsidRPr="001447FA" w:rsidRDefault="009E76AF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635113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1316914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</w:p>
          <w:p w14:paraId="7A53B861" w14:textId="77777777" w:rsidR="009E76AF" w:rsidRPr="001447FA" w:rsidRDefault="009E76AF" w:rsidP="00D40F8F">
            <w:pPr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b/>
                <w:color w:val="4F81BD" w:themeColor="accent1"/>
                <w:sz w:val="12"/>
                <w:szCs w:val="12"/>
              </w:rPr>
              <w:t>(Si oui, joindre svp une copie)</w:t>
            </w:r>
          </w:p>
        </w:tc>
      </w:tr>
      <w:tr w:rsidR="00E77E5C" w:rsidRPr="00E77E5C" w14:paraId="5F27C344" w14:textId="77777777" w:rsidTr="00E77E5C"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B3652C0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Disposez-vous d’une procédure de traitement des réclamations clients ?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E115941" w14:textId="77777777" w:rsidR="009E76AF" w:rsidRPr="001447FA" w:rsidRDefault="009E76AF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37689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140110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</w:p>
          <w:p w14:paraId="5A99F3B8" w14:textId="77777777" w:rsidR="009E76AF" w:rsidRPr="001447FA" w:rsidRDefault="009E76AF" w:rsidP="00D40F8F">
            <w:pPr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b/>
                <w:color w:val="4F81BD" w:themeColor="accent1"/>
                <w:sz w:val="12"/>
                <w:szCs w:val="12"/>
              </w:rPr>
              <w:t>(Si oui, joindre svp une copie)</w:t>
            </w:r>
          </w:p>
        </w:tc>
      </w:tr>
      <w:tr w:rsidR="00E77E5C" w:rsidRPr="00E77E5C" w14:paraId="61186651" w14:textId="77777777" w:rsidTr="00E77E5C"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137AF759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lastRenderedPageBreak/>
              <w:t>Avez-vous une procédure d’escalade ?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F6FDD88" w14:textId="77777777" w:rsidR="009E76AF" w:rsidRPr="001447FA" w:rsidRDefault="009E76AF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1517144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183957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</w:p>
          <w:p w14:paraId="3192A032" w14:textId="77777777" w:rsidR="009E76AF" w:rsidRPr="001447FA" w:rsidRDefault="009E76AF" w:rsidP="00D40F8F">
            <w:pPr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b/>
                <w:color w:val="4F81BD" w:themeColor="accent1"/>
                <w:sz w:val="12"/>
                <w:szCs w:val="12"/>
              </w:rPr>
              <w:t>(Si oui, joindre svp une copie)</w:t>
            </w:r>
          </w:p>
        </w:tc>
      </w:tr>
      <w:tr w:rsidR="00E77E5C" w:rsidRPr="00E77E5C" w14:paraId="43E16BC5" w14:textId="77777777" w:rsidTr="00E77E5C">
        <w:trPr>
          <w:trHeight w:val="151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01A2E8F" w14:textId="77777777" w:rsidR="009E76AF" w:rsidRPr="00E77E5C" w:rsidRDefault="009E76AF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 xml:space="preserve">Comment assurez-vous la traçabilité des contrôles que vous effectuez ? </w:t>
            </w:r>
            <w:r w:rsidRPr="00E77E5C">
              <w:rPr>
                <w:rFonts w:asciiTheme="majorHAnsi" w:hAnsiTheme="majorHAnsi" w:cstheme="majorHAnsi"/>
              </w:rPr>
              <w:br/>
              <w:t>(réception, fabrication, etc.)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778E477" w14:textId="77777777" w:rsidR="009E76AF" w:rsidRPr="00E77E5C" w:rsidRDefault="009E76AF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fldChar w:fldCharType="begin">
                <w:ffData>
                  <w:name w:val="Texte93"/>
                  <w:enabled/>
                  <w:calcOnExit w:val="0"/>
                  <w:textInput/>
                </w:ffData>
              </w:fldChar>
            </w:r>
            <w:bookmarkStart w:id="43" w:name="Texte93"/>
            <w:r w:rsidRPr="00E77E5C">
              <w:rPr>
                <w:rFonts w:asciiTheme="majorHAnsi" w:hAnsiTheme="majorHAnsi" w:cstheme="majorHAnsi"/>
              </w:rPr>
              <w:instrText xml:space="preserve"> FORMTEXT </w:instrText>
            </w:r>
            <w:r w:rsidRPr="00E77E5C">
              <w:rPr>
                <w:rFonts w:asciiTheme="majorHAnsi" w:hAnsiTheme="majorHAnsi" w:cstheme="majorHAnsi"/>
              </w:rPr>
            </w:r>
            <w:r w:rsidRPr="00E77E5C">
              <w:rPr>
                <w:rFonts w:asciiTheme="majorHAnsi" w:hAnsiTheme="majorHAnsi" w:cstheme="majorHAnsi"/>
              </w:rPr>
              <w:fldChar w:fldCharType="separate"/>
            </w:r>
            <w:r w:rsidRPr="00E77E5C">
              <w:rPr>
                <w:rFonts w:asciiTheme="majorHAnsi" w:hAnsiTheme="majorHAnsi" w:cstheme="majorHAnsi"/>
                <w:noProof/>
              </w:rPr>
              <w:t> </w:t>
            </w:r>
            <w:r w:rsidRPr="00E77E5C">
              <w:rPr>
                <w:rFonts w:asciiTheme="majorHAnsi" w:hAnsiTheme="majorHAnsi" w:cstheme="majorHAnsi"/>
                <w:noProof/>
              </w:rPr>
              <w:t> </w:t>
            </w:r>
            <w:r w:rsidRPr="00E77E5C">
              <w:rPr>
                <w:rFonts w:asciiTheme="majorHAnsi" w:hAnsiTheme="majorHAnsi" w:cstheme="majorHAnsi"/>
                <w:noProof/>
              </w:rPr>
              <w:t> </w:t>
            </w:r>
            <w:r w:rsidRPr="00E77E5C">
              <w:rPr>
                <w:rFonts w:asciiTheme="majorHAnsi" w:hAnsiTheme="majorHAnsi" w:cstheme="majorHAnsi"/>
                <w:noProof/>
              </w:rPr>
              <w:t> </w:t>
            </w:r>
            <w:r w:rsidRPr="00E77E5C">
              <w:rPr>
                <w:rFonts w:asciiTheme="majorHAnsi" w:hAnsiTheme="majorHAnsi" w:cstheme="majorHAnsi"/>
                <w:noProof/>
              </w:rPr>
              <w:t> </w:t>
            </w:r>
            <w:r w:rsidRPr="00E77E5C">
              <w:rPr>
                <w:rFonts w:asciiTheme="majorHAnsi" w:hAnsiTheme="majorHAnsi" w:cstheme="majorHAnsi"/>
              </w:rPr>
              <w:fldChar w:fldCharType="end"/>
            </w:r>
            <w:bookmarkEnd w:id="43"/>
          </w:p>
        </w:tc>
      </w:tr>
    </w:tbl>
    <w:p w14:paraId="3B6FFD6C" w14:textId="77777777" w:rsidR="00E77E5C" w:rsidRDefault="00DC55F0">
      <w:r>
        <w:fldChar w:fldCharType="begin"/>
      </w:r>
      <w:r>
        <w:instrText xml:space="preserve"> GOTOBUTTON  NUMANDRA </w:instrText>
      </w:r>
      <w:r>
        <w:fldChar w:fldCharType="end"/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92"/>
        <w:gridCol w:w="5386"/>
      </w:tblGrid>
      <w:tr w:rsidR="00E77E5C" w:rsidRPr="00E77E5C" w14:paraId="5E8C0160" w14:textId="77777777" w:rsidTr="00E77E5C">
        <w:trPr>
          <w:trHeight w:hRule="exact" w:val="367"/>
        </w:trPr>
        <w:tc>
          <w:tcPr>
            <w:tcW w:w="5000" w:type="pct"/>
            <w:gridSpan w:val="2"/>
            <w:tcBorders>
              <w:bottom w:val="single" w:sz="4" w:space="0" w:color="808080" w:themeColor="background1" w:themeShade="80"/>
            </w:tcBorders>
            <w:vAlign w:val="center"/>
          </w:tcPr>
          <w:p w14:paraId="5259EAA8" w14:textId="77777777" w:rsidR="00E77E5C" w:rsidRPr="00E77E5C" w:rsidRDefault="00E77E5C" w:rsidP="00E77E5C">
            <w:pPr>
              <w:pStyle w:val="Titre2"/>
              <w:spacing w:before="0" w:after="0"/>
              <w:rPr>
                <w:rFonts w:asciiTheme="majorHAnsi" w:hAnsiTheme="majorHAnsi" w:cstheme="majorHAnsi"/>
                <w:szCs w:val="22"/>
              </w:rPr>
            </w:pPr>
            <w:r w:rsidRPr="00E77E5C">
              <w:rPr>
                <w:sz w:val="20"/>
                <w:szCs w:val="24"/>
              </w:rPr>
              <w:t>Organisation santé - sécurité</w:t>
            </w:r>
          </w:p>
        </w:tc>
      </w:tr>
      <w:tr w:rsidR="00E77E5C" w:rsidRPr="00E77E5C" w14:paraId="04C524DC" w14:textId="77777777" w:rsidTr="00E77E5C"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C1DB19E" w14:textId="77777777" w:rsidR="00E77E5C" w:rsidRPr="00E77E5C" w:rsidRDefault="00E77E5C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Avez-vous une politique sécurité formalisée ?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A33C9E5" w14:textId="77777777" w:rsidR="00E77E5C" w:rsidRPr="001447FA" w:rsidRDefault="00E77E5C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1351951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17353061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</w:p>
          <w:p w14:paraId="0FD54BAF" w14:textId="77777777" w:rsidR="00E77E5C" w:rsidRPr="001447FA" w:rsidRDefault="00E77E5C" w:rsidP="00D40F8F">
            <w:pPr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b/>
                <w:color w:val="4F81BD" w:themeColor="accent1"/>
                <w:sz w:val="12"/>
                <w:szCs w:val="12"/>
              </w:rPr>
              <w:t>(Si oui, joindre svp une copie)</w:t>
            </w:r>
          </w:p>
        </w:tc>
      </w:tr>
      <w:tr w:rsidR="00E77E5C" w:rsidRPr="00E77E5C" w14:paraId="268A2C64" w14:textId="77777777" w:rsidTr="00E77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1A23CCD0" w14:textId="77777777" w:rsidR="00E77E5C" w:rsidRPr="00E77E5C" w:rsidRDefault="00E77E5C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Avez-vous déjà travaillé dans des contextes Diffusion Restreinte / Confidentiel Défense / Secret Défense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A750693" w14:textId="77777777" w:rsidR="00E77E5C" w:rsidRPr="001447FA" w:rsidRDefault="00E77E5C" w:rsidP="00D40F8F">
            <w:pPr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34357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489408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</w:t>
            </w:r>
          </w:p>
        </w:tc>
      </w:tr>
      <w:tr w:rsidR="00E77E5C" w:rsidRPr="00E77E5C" w14:paraId="6DD7D6AF" w14:textId="77777777" w:rsidTr="00E77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1DD5BCE4" w14:textId="77777777" w:rsidR="00E77E5C" w:rsidRPr="00E77E5C" w:rsidRDefault="00E77E5C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Avez-vous un officier sécurité ?</w:t>
            </w:r>
          </w:p>
        </w:tc>
        <w:sdt>
          <w:sdtPr>
            <w:rPr>
              <w:rFonts w:asciiTheme="majorHAnsi" w:hAnsiTheme="majorHAnsi" w:cstheme="majorHAnsi"/>
              <w:color w:val="4F81BD" w:themeColor="accent1"/>
            </w:rPr>
            <w:alias w:val="oui - non"/>
            <w:tag w:val="oui - non"/>
            <w:id w:val="-496967733"/>
            <w:placeholder>
              <w:docPart w:val="14B4A494F2B34091A561CDA4DF25DEF2"/>
            </w:placeholder>
            <w:showingPlcHdr/>
            <w:comboBox>
              <w:listItem w:value="Choisissez un élément."/>
              <w:listItem w:displayText="oui" w:value="oui"/>
              <w:listItem w:displayText="non" w:value="non"/>
            </w:comboBox>
          </w:sdtPr>
          <w:sdtEndPr/>
          <w:sdtContent>
            <w:tc>
              <w:tcPr>
                <w:tcW w:w="2699" w:type="pct"/>
                <w:tcBorders>
                  <w:top w:val="single" w:sz="4" w:space="0" w:color="808080" w:themeColor="background1" w:themeShade="80"/>
                  <w:left w:val="nil"/>
                  <w:bottom w:val="single" w:sz="4" w:space="0" w:color="808080" w:themeColor="background1" w:themeShade="80"/>
                  <w:right w:val="single" w:sz="4" w:space="0" w:color="808080" w:themeColor="background1" w:themeShade="80"/>
                </w:tcBorders>
                <w:vAlign w:val="center"/>
              </w:tcPr>
              <w:p w14:paraId="2BBC3206" w14:textId="77777777" w:rsidR="00E77E5C" w:rsidRPr="001447FA" w:rsidRDefault="00E77E5C" w:rsidP="00D40F8F">
                <w:pPr>
                  <w:tabs>
                    <w:tab w:val="left" w:pos="4913"/>
                    <w:tab w:val="left" w:pos="4963"/>
                    <w:tab w:val="left" w:pos="7355"/>
                    <w:tab w:val="left" w:pos="7755"/>
                  </w:tabs>
                  <w:spacing w:before="40" w:after="40"/>
                  <w:rPr>
                    <w:rFonts w:asciiTheme="majorHAnsi" w:hAnsiTheme="majorHAnsi" w:cstheme="majorHAnsi"/>
                    <w:color w:val="4F81BD" w:themeColor="accent1"/>
                  </w:rPr>
                </w:pPr>
                <w:r w:rsidRPr="001447FA">
                  <w:rPr>
                    <w:rStyle w:val="Textedelespacerserv"/>
                    <w:rFonts w:asciiTheme="majorHAnsi" w:eastAsiaTheme="minorHAnsi" w:hAnsiTheme="majorHAnsi" w:cstheme="majorHAnsi"/>
                    <w:color w:val="4F81BD" w:themeColor="accent1"/>
                  </w:rPr>
                  <w:t>Choisissez un élément.</w:t>
                </w:r>
              </w:p>
            </w:tc>
          </w:sdtContent>
        </w:sdt>
      </w:tr>
      <w:tr w:rsidR="00E77E5C" w:rsidRPr="00E77E5C" w14:paraId="756EE162" w14:textId="77777777" w:rsidTr="00E77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0C53F4DC" w14:textId="77777777" w:rsidR="00E77E5C" w:rsidRPr="00E77E5C" w:rsidRDefault="00E77E5C" w:rsidP="00D40F8F">
            <w:pPr>
              <w:tabs>
                <w:tab w:val="left" w:pos="4913"/>
                <w:tab w:val="left" w:pos="7355"/>
              </w:tabs>
              <w:spacing w:before="40" w:after="40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Avez-vous réalisé votre document unique d’évaluation des risques ?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BE54403" w14:textId="77777777" w:rsidR="00E77E5C" w:rsidRPr="001447FA" w:rsidRDefault="00E77E5C" w:rsidP="00D40F8F">
            <w:pPr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45587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1705249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</w:t>
            </w:r>
          </w:p>
        </w:tc>
      </w:tr>
      <w:tr w:rsidR="00E77E5C" w:rsidRPr="00E77E5C" w14:paraId="59BF2AC1" w14:textId="77777777" w:rsidTr="00E77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nil"/>
            </w:tcBorders>
            <w:vAlign w:val="center"/>
          </w:tcPr>
          <w:p w14:paraId="39C95294" w14:textId="77777777" w:rsidR="00E77E5C" w:rsidRPr="00E77E5C" w:rsidRDefault="00E77E5C" w:rsidP="00D40F8F">
            <w:pPr>
              <w:tabs>
                <w:tab w:val="left" w:pos="4913"/>
                <w:tab w:val="left" w:pos="7355"/>
              </w:tabs>
              <w:spacing w:before="40" w:after="40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 xml:space="preserve">Effectuez-vous des formations sécurité pour </w:t>
            </w:r>
            <w:r w:rsidRPr="00E77E5C">
              <w:rPr>
                <w:rFonts w:asciiTheme="majorHAnsi" w:hAnsiTheme="majorHAnsi" w:cstheme="majorHAnsi"/>
              </w:rPr>
              <w:br/>
              <w:t>votre personnel ?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left w:val="nil"/>
              <w:bottom w:val="nil"/>
              <w:right w:val="single" w:sz="4" w:space="0" w:color="808080" w:themeColor="background1" w:themeShade="80"/>
            </w:tcBorders>
            <w:vAlign w:val="center"/>
          </w:tcPr>
          <w:p w14:paraId="7B71D9D8" w14:textId="77777777" w:rsidR="00E77E5C" w:rsidRPr="001447FA" w:rsidRDefault="00E77E5C" w:rsidP="00D40F8F">
            <w:pPr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9952366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121619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</w:t>
            </w:r>
          </w:p>
        </w:tc>
      </w:tr>
      <w:tr w:rsidR="00E77E5C" w:rsidRPr="00E77E5C" w14:paraId="159255D5" w14:textId="77777777" w:rsidTr="00E77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1" w:type="pct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15D80E8D" w14:textId="77777777" w:rsidR="00E77E5C" w:rsidRPr="00E77E5C" w:rsidRDefault="00E77E5C" w:rsidP="00D40F8F">
            <w:pPr>
              <w:tabs>
                <w:tab w:val="left" w:pos="4913"/>
                <w:tab w:val="left" w:pos="7355"/>
              </w:tabs>
              <w:spacing w:before="40" w:after="40"/>
              <w:jc w:val="right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Si oui, à quelle fréquence ? :</w:t>
            </w:r>
          </w:p>
        </w:tc>
        <w:tc>
          <w:tcPr>
            <w:tcW w:w="2699" w:type="pct"/>
            <w:tcBorders>
              <w:top w:val="nil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CB2E1EF" w14:textId="77777777" w:rsidR="00E77E5C" w:rsidRPr="001447FA" w:rsidRDefault="00E77E5C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fldChar w:fldCharType="begin">
                <w:ffData>
                  <w:name w:val="Texte94"/>
                  <w:enabled/>
                  <w:calcOnExit w:val="0"/>
                  <w:textInput/>
                </w:ffData>
              </w:fldChar>
            </w:r>
            <w:bookmarkStart w:id="44" w:name="Texte94"/>
            <w:r w:rsidRPr="001447FA">
              <w:rPr>
                <w:rFonts w:asciiTheme="majorHAnsi" w:hAnsiTheme="majorHAnsi" w:cstheme="majorHAnsi"/>
                <w:color w:val="4F81BD" w:themeColor="accent1"/>
              </w:rPr>
              <w:instrText xml:space="preserve"> FORMTEXT </w:instrText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  <w:fldChar w:fldCharType="separate"/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  <w:fldChar w:fldCharType="end"/>
            </w:r>
            <w:bookmarkEnd w:id="44"/>
          </w:p>
        </w:tc>
      </w:tr>
      <w:tr w:rsidR="00E77E5C" w:rsidRPr="00E77E5C" w14:paraId="7B3181A9" w14:textId="77777777" w:rsidTr="00E77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30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nil"/>
            </w:tcBorders>
            <w:vAlign w:val="center"/>
          </w:tcPr>
          <w:p w14:paraId="29F39536" w14:textId="77777777" w:rsidR="00E77E5C" w:rsidRPr="00E77E5C" w:rsidRDefault="00E77E5C" w:rsidP="00D40F8F">
            <w:pPr>
              <w:tabs>
                <w:tab w:val="left" w:pos="4913"/>
                <w:tab w:val="left" w:pos="7355"/>
              </w:tabs>
              <w:spacing w:before="40" w:after="40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Lors de prestations effectuées sur sites clients, des consignes sécurité formalisées sont-elles données aux opérateurs ?</w:t>
            </w:r>
          </w:p>
        </w:tc>
        <w:tc>
          <w:tcPr>
            <w:tcW w:w="2699" w:type="pct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0B00160" w14:textId="77777777" w:rsidR="00E77E5C" w:rsidRPr="001447FA" w:rsidRDefault="00E77E5C" w:rsidP="00D40F8F">
            <w:pPr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619106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65318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</w:t>
            </w:r>
          </w:p>
        </w:tc>
      </w:tr>
    </w:tbl>
    <w:p w14:paraId="62C678E3" w14:textId="093117F0" w:rsidR="00E12F5C" w:rsidRDefault="00E12F5C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84"/>
        <w:gridCol w:w="5394"/>
      </w:tblGrid>
      <w:tr w:rsidR="00E77E5C" w:rsidRPr="00E77E5C" w14:paraId="09638AB7" w14:textId="77777777" w:rsidTr="00E77E5C">
        <w:trPr>
          <w:trHeight w:hRule="exact" w:val="433"/>
        </w:trPr>
        <w:tc>
          <w:tcPr>
            <w:tcW w:w="5000" w:type="pct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14:paraId="61EAD7BE" w14:textId="77777777" w:rsidR="00E77E5C" w:rsidRPr="00E77E5C" w:rsidRDefault="00E77E5C" w:rsidP="00E77E5C">
            <w:pPr>
              <w:pStyle w:val="Titre2"/>
              <w:spacing w:before="0" w:after="0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RSE</w:t>
            </w:r>
          </w:p>
        </w:tc>
      </w:tr>
      <w:tr w:rsidR="00E77E5C" w:rsidRPr="00E77E5C" w14:paraId="11DEA6FC" w14:textId="77777777" w:rsidTr="00E77E5C">
        <w:trPr>
          <w:trHeight w:val="340"/>
        </w:trPr>
        <w:tc>
          <w:tcPr>
            <w:tcW w:w="22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4ACD372B" w14:textId="77777777" w:rsidR="00E77E5C" w:rsidRPr="00E77E5C" w:rsidRDefault="00E77E5C" w:rsidP="00D40F8F">
            <w:pPr>
              <w:tabs>
                <w:tab w:val="right" w:pos="2478"/>
                <w:tab w:val="right" w:pos="3294"/>
              </w:tabs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Avez-vous une politique RSE formalisée ?</w:t>
            </w:r>
          </w:p>
        </w:tc>
        <w:tc>
          <w:tcPr>
            <w:tcW w:w="2703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DCA384D" w14:textId="77777777" w:rsidR="00E77E5C" w:rsidRPr="001447FA" w:rsidRDefault="00E77E5C" w:rsidP="00D40F8F">
            <w:pPr>
              <w:rPr>
                <w:rFonts w:asciiTheme="majorHAnsi" w:hAnsiTheme="majorHAnsi" w:cstheme="majorHAnsi"/>
                <w:noProof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1249933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1311241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</w:p>
        </w:tc>
      </w:tr>
      <w:tr w:rsidR="00E77E5C" w:rsidRPr="00E77E5C" w14:paraId="041272EF" w14:textId="77777777" w:rsidTr="00E77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2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14:paraId="25B8D030" w14:textId="77777777" w:rsidR="00E77E5C" w:rsidRPr="00E77E5C" w:rsidRDefault="00E77E5C" w:rsidP="00D40F8F">
            <w:pPr>
              <w:tabs>
                <w:tab w:val="left" w:pos="4913"/>
                <w:tab w:val="left" w:pos="7355"/>
              </w:tabs>
              <w:spacing w:before="40" w:after="40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 xml:space="preserve">Avez-vous signé un ou plusieurs engagement(s) en faveur de la promotion de l’égalité, la diversité ou la prévention de la discrimination </w:t>
            </w:r>
            <w:r w:rsidRPr="00E77E5C">
              <w:rPr>
                <w:rFonts w:asciiTheme="majorHAnsi" w:hAnsiTheme="majorHAnsi" w:cstheme="majorHAnsi"/>
                <w:sz w:val="16"/>
                <w:szCs w:val="16"/>
              </w:rPr>
              <w:t>(chartes éthiques, charte de la diversité, codes de bonne conduite, …)</w:t>
            </w:r>
          </w:p>
        </w:tc>
        <w:tc>
          <w:tcPr>
            <w:tcW w:w="2703" w:type="pct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E179595" w14:textId="77777777" w:rsidR="00E77E5C" w:rsidRPr="001447FA" w:rsidRDefault="00E77E5C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1190910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22867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</w:p>
          <w:p w14:paraId="29D24E4C" w14:textId="77777777" w:rsidR="00E77E5C" w:rsidRPr="001447FA" w:rsidRDefault="00E77E5C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b/>
                <w:color w:val="4F81BD" w:themeColor="accent1"/>
                <w:sz w:val="12"/>
                <w:szCs w:val="12"/>
              </w:rPr>
              <w:t>(Si oui, joindre svp une copie)</w:t>
            </w:r>
          </w:p>
        </w:tc>
      </w:tr>
      <w:tr w:rsidR="00E77E5C" w:rsidRPr="00E77E5C" w14:paraId="4224FCD9" w14:textId="77777777" w:rsidTr="00E77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297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nil"/>
            </w:tcBorders>
            <w:vAlign w:val="center"/>
          </w:tcPr>
          <w:p w14:paraId="52CFEC93" w14:textId="77777777" w:rsidR="00E77E5C" w:rsidRPr="00E77E5C" w:rsidRDefault="00E77E5C" w:rsidP="00D40F8F">
            <w:pPr>
              <w:tabs>
                <w:tab w:val="left" w:pos="4913"/>
                <w:tab w:val="left" w:pos="7355"/>
              </w:tabs>
              <w:spacing w:before="40" w:after="40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Effectuez-vous des formations environnement pour votre personnel ?</w:t>
            </w:r>
          </w:p>
        </w:tc>
        <w:tc>
          <w:tcPr>
            <w:tcW w:w="2703" w:type="pct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vAlign w:val="center"/>
          </w:tcPr>
          <w:p w14:paraId="0DB3B49F" w14:textId="77777777" w:rsidR="00E77E5C" w:rsidRPr="001447FA" w:rsidRDefault="00E77E5C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263378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71916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</w:t>
            </w:r>
          </w:p>
        </w:tc>
      </w:tr>
      <w:tr w:rsidR="00E77E5C" w:rsidRPr="00E77E5C" w14:paraId="3F021B71" w14:textId="77777777" w:rsidTr="00E77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2297" w:type="pct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14:paraId="2004D671" w14:textId="77777777" w:rsidR="00E77E5C" w:rsidRPr="00E77E5C" w:rsidRDefault="00E77E5C" w:rsidP="00D40F8F">
            <w:pPr>
              <w:tabs>
                <w:tab w:val="left" w:pos="4913"/>
                <w:tab w:val="left" w:pos="7355"/>
              </w:tabs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2703" w:type="pct"/>
            <w:tcBorders>
              <w:top w:val="nil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4A37D12" w14:textId="77777777" w:rsidR="00E77E5C" w:rsidRPr="001447FA" w:rsidRDefault="00E77E5C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  <w:sz w:val="12"/>
                <w:szCs w:val="12"/>
              </w:rPr>
              <w:t xml:space="preserve">Si oui, fréquence : </w:t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  <w:fldChar w:fldCharType="begin">
                <w:ffData>
                  <w:name w:val="Texte95"/>
                  <w:enabled/>
                  <w:calcOnExit w:val="0"/>
                  <w:textInput/>
                </w:ffData>
              </w:fldChar>
            </w:r>
            <w:bookmarkStart w:id="45" w:name="Texte95"/>
            <w:r w:rsidRPr="001447FA">
              <w:rPr>
                <w:rFonts w:asciiTheme="majorHAnsi" w:hAnsiTheme="majorHAnsi" w:cstheme="majorHAnsi"/>
                <w:color w:val="4F81BD" w:themeColor="accent1"/>
              </w:rPr>
              <w:instrText xml:space="preserve"> FORMTEXT </w:instrText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  <w:fldChar w:fldCharType="separate"/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  <w:fldChar w:fldCharType="end"/>
            </w:r>
            <w:bookmarkEnd w:id="45"/>
          </w:p>
        </w:tc>
      </w:tr>
      <w:tr w:rsidR="00E77E5C" w:rsidRPr="00E77E5C" w14:paraId="5D935F64" w14:textId="77777777" w:rsidTr="00E77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2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14:paraId="4EE39A49" w14:textId="77777777" w:rsidR="00E77E5C" w:rsidRPr="00E77E5C" w:rsidRDefault="00E77E5C" w:rsidP="00D40F8F">
            <w:pPr>
              <w:tabs>
                <w:tab w:val="left" w:pos="4913"/>
                <w:tab w:val="left" w:pos="7355"/>
              </w:tabs>
              <w:spacing w:before="40" w:after="40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 xml:space="preserve">Si vous sous-traitez, avez-vous des exigences </w:t>
            </w:r>
            <w:r w:rsidRPr="00E77E5C">
              <w:rPr>
                <w:rFonts w:asciiTheme="majorHAnsi" w:hAnsiTheme="majorHAnsi" w:cstheme="majorHAnsi"/>
              </w:rPr>
              <w:br/>
              <w:t xml:space="preserve">formalisées en matière de RSE envers </w:t>
            </w:r>
            <w:r w:rsidRPr="00E77E5C">
              <w:rPr>
                <w:rFonts w:asciiTheme="majorHAnsi" w:hAnsiTheme="majorHAnsi" w:cstheme="majorHAnsi"/>
              </w:rPr>
              <w:br/>
              <w:t>vos fournisseurs ?</w:t>
            </w:r>
          </w:p>
        </w:tc>
        <w:tc>
          <w:tcPr>
            <w:tcW w:w="2703" w:type="pct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CA2D35D" w14:textId="77777777" w:rsidR="00E77E5C" w:rsidRPr="001447FA" w:rsidRDefault="00E77E5C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1579434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903833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</w:p>
        </w:tc>
      </w:tr>
      <w:tr w:rsidR="00E77E5C" w:rsidRPr="00E77E5C" w14:paraId="375B602A" w14:textId="77777777" w:rsidTr="00E77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104"/>
        </w:trPr>
        <w:tc>
          <w:tcPr>
            <w:tcW w:w="2297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nil"/>
            </w:tcBorders>
            <w:vAlign w:val="center"/>
          </w:tcPr>
          <w:p w14:paraId="79BF598A" w14:textId="77777777" w:rsidR="00E77E5C" w:rsidRPr="00E77E5C" w:rsidRDefault="00E77E5C" w:rsidP="00D40F8F">
            <w:pPr>
              <w:tabs>
                <w:tab w:val="left" w:pos="4913"/>
                <w:tab w:val="left" w:pos="7355"/>
              </w:tabs>
              <w:spacing w:before="40" w:after="40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Utilisez-vous les filières de traitement appropriées aux différents déchets liés à l’activité de votre entreprise ?</w:t>
            </w:r>
          </w:p>
        </w:tc>
        <w:tc>
          <w:tcPr>
            <w:tcW w:w="2703" w:type="pct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CDAF7A6" w14:textId="77777777" w:rsidR="00E77E5C" w:rsidRPr="001447FA" w:rsidRDefault="00E77E5C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Oui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77593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   non </w:t>
            </w:r>
            <w:sdt>
              <w:sdtPr>
                <w:rPr>
                  <w:rFonts w:asciiTheme="majorHAnsi" w:hAnsiTheme="majorHAnsi" w:cstheme="majorHAnsi"/>
                  <w:color w:val="4F81BD" w:themeColor="accent1"/>
                </w:rPr>
                <w:id w:val="-1983373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Segoe UI Symbol" w:eastAsia="MS Gothic" w:hAnsi="Segoe UI Symbol" w:cs="Segoe UI Symbol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</w:t>
            </w:r>
          </w:p>
        </w:tc>
      </w:tr>
      <w:tr w:rsidR="00E77E5C" w:rsidRPr="00E77E5C" w14:paraId="0C82B48D" w14:textId="77777777" w:rsidTr="00E77E5C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val="633"/>
        </w:trPr>
        <w:tc>
          <w:tcPr>
            <w:tcW w:w="2297" w:type="pct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vAlign w:val="center"/>
          </w:tcPr>
          <w:p w14:paraId="47850253" w14:textId="77777777" w:rsidR="00E77E5C" w:rsidRPr="00E77E5C" w:rsidRDefault="00E77E5C" w:rsidP="00D40F8F">
            <w:pPr>
              <w:tabs>
                <w:tab w:val="left" w:pos="4913"/>
                <w:tab w:val="left" w:pos="7355"/>
              </w:tabs>
              <w:spacing w:before="40" w:after="40"/>
              <w:rPr>
                <w:rFonts w:asciiTheme="majorHAnsi" w:hAnsiTheme="majorHAnsi" w:cstheme="majorHAnsi"/>
              </w:rPr>
            </w:pPr>
          </w:p>
        </w:tc>
        <w:tc>
          <w:tcPr>
            <w:tcW w:w="2703" w:type="pct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4B7068A" w14:textId="77777777" w:rsidR="00E77E5C" w:rsidRPr="001447FA" w:rsidRDefault="00E77E5C" w:rsidP="00D40F8F">
            <w:pPr>
              <w:tabs>
                <w:tab w:val="left" w:pos="4913"/>
                <w:tab w:val="left" w:pos="4963"/>
                <w:tab w:val="left" w:pos="7355"/>
                <w:tab w:val="left" w:pos="7755"/>
              </w:tabs>
              <w:spacing w:before="40" w:after="40"/>
              <w:rPr>
                <w:rFonts w:asciiTheme="majorHAnsi" w:hAnsiTheme="majorHAnsi" w:cstheme="majorHAnsi"/>
                <w:color w:val="4F81BD" w:themeColor="accent1"/>
              </w:rPr>
            </w:pPr>
            <w:r w:rsidRPr="001447FA">
              <w:rPr>
                <w:rFonts w:asciiTheme="majorHAnsi" w:hAnsiTheme="majorHAnsi" w:cstheme="majorHAnsi"/>
                <w:color w:val="4F81BD" w:themeColor="accent1"/>
                <w:sz w:val="12"/>
                <w:szCs w:val="12"/>
              </w:rPr>
              <w:t>Si oui, détailler :</w:t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  <w:t xml:space="preserve"> </w:t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  <w:fldChar w:fldCharType="begin">
                <w:ffData>
                  <w:name w:val="Texte96"/>
                  <w:enabled/>
                  <w:calcOnExit w:val="0"/>
                  <w:textInput/>
                </w:ffData>
              </w:fldChar>
            </w:r>
            <w:bookmarkStart w:id="46" w:name="Texte96"/>
            <w:r w:rsidRPr="001447FA">
              <w:rPr>
                <w:rFonts w:asciiTheme="majorHAnsi" w:hAnsiTheme="majorHAnsi" w:cstheme="majorHAnsi"/>
                <w:color w:val="4F81BD" w:themeColor="accent1"/>
              </w:rPr>
              <w:instrText xml:space="preserve"> FORMTEXT </w:instrText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  <w:fldChar w:fldCharType="separate"/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noProof/>
                <w:color w:val="4F81BD" w:themeColor="accent1"/>
              </w:rPr>
              <w:t> </w:t>
            </w:r>
            <w:r w:rsidRPr="001447FA">
              <w:rPr>
                <w:rFonts w:asciiTheme="majorHAnsi" w:hAnsiTheme="majorHAnsi" w:cstheme="majorHAnsi"/>
                <w:color w:val="4F81BD" w:themeColor="accent1"/>
              </w:rPr>
              <w:fldChar w:fldCharType="end"/>
            </w:r>
            <w:bookmarkEnd w:id="46"/>
          </w:p>
        </w:tc>
      </w:tr>
    </w:tbl>
    <w:p w14:paraId="3F90FDBF" w14:textId="120AD0FA" w:rsidR="00E77E5C" w:rsidRDefault="00E77E5C" w:rsidP="00DC55F0">
      <w:pPr>
        <w:ind w:right="-1"/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84"/>
        <w:gridCol w:w="5394"/>
      </w:tblGrid>
      <w:tr w:rsidR="00E77E5C" w:rsidRPr="00E77E5C" w14:paraId="58AAB202" w14:textId="77777777" w:rsidTr="00E77E5C">
        <w:trPr>
          <w:trHeight w:hRule="exact" w:val="446"/>
        </w:trPr>
        <w:tc>
          <w:tcPr>
            <w:tcW w:w="5000" w:type="pct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14:paraId="38636872" w14:textId="77777777" w:rsidR="00E77E5C" w:rsidRPr="00E77E5C" w:rsidRDefault="00E77E5C" w:rsidP="00E77E5C">
            <w:pPr>
              <w:pStyle w:val="Titre2"/>
              <w:spacing w:before="0" w:after="0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Documentation fournisseur</w:t>
            </w:r>
          </w:p>
        </w:tc>
      </w:tr>
      <w:tr w:rsidR="00E77E5C" w:rsidRPr="00E77E5C" w14:paraId="2062A9AE" w14:textId="77777777" w:rsidTr="00E77E5C">
        <w:trPr>
          <w:trHeight w:val="340"/>
        </w:trPr>
        <w:tc>
          <w:tcPr>
            <w:tcW w:w="22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77BD357" w14:textId="77777777" w:rsidR="00E77E5C" w:rsidRPr="00E77E5C" w:rsidRDefault="00E77E5C" w:rsidP="00D40F8F">
            <w:pPr>
              <w:spacing w:before="40" w:after="40"/>
            </w:pPr>
            <w:r w:rsidRPr="00E77E5C">
              <w:t>Si vous êtes fabricant, fournissez-vous des certificats de conformité ou rapports d'essai ?</w:t>
            </w:r>
          </w:p>
        </w:tc>
        <w:sdt>
          <w:sdtPr>
            <w:rPr>
              <w:noProof/>
              <w:color w:val="4F81BD" w:themeColor="accent1"/>
            </w:rPr>
            <w:alias w:val="systématiquement / sur demande"/>
            <w:tag w:val="systématiquement / sur demande"/>
            <w:id w:val="680942997"/>
            <w:placeholder>
              <w:docPart w:val="91945F8AFF2D499AB0F225D6105267CF"/>
            </w:placeholder>
            <w:comboBox>
              <w:listItem w:displayText="Indiquer sur demande/systématiquement" w:value="Indiquer sur demande/systématiquement"/>
              <w:listItem w:displayText="sur demande" w:value="sur demande"/>
              <w:listItem w:displayText="systématiquement" w:value="systématiquement"/>
            </w:comboBox>
          </w:sdtPr>
          <w:sdtEndPr/>
          <w:sdtContent>
            <w:tc>
              <w:tcPr>
                <w:tcW w:w="2703" w:type="pct"/>
                <w:tcBorders>
                  <w:top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vAlign w:val="center"/>
              </w:tcPr>
              <w:p w14:paraId="54677790" w14:textId="77777777" w:rsidR="00E77E5C" w:rsidRPr="001447FA" w:rsidRDefault="00E77E5C" w:rsidP="00D40F8F">
                <w:pPr>
                  <w:rPr>
                    <w:noProof/>
                    <w:color w:val="4F81BD" w:themeColor="accent1"/>
                  </w:rPr>
                </w:pPr>
                <w:r w:rsidRPr="001447FA">
                  <w:rPr>
                    <w:noProof/>
                    <w:color w:val="4F81BD" w:themeColor="accent1"/>
                  </w:rPr>
                  <w:t>Indiquer sur demande/systématiquement</w:t>
                </w:r>
              </w:p>
            </w:tc>
          </w:sdtContent>
        </w:sdt>
      </w:tr>
      <w:tr w:rsidR="00E77E5C" w:rsidRPr="00E77E5C" w14:paraId="627C32C8" w14:textId="77777777" w:rsidTr="00E77E5C">
        <w:trPr>
          <w:trHeight w:val="340"/>
        </w:trPr>
        <w:tc>
          <w:tcPr>
            <w:tcW w:w="22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04142DF0" w14:textId="77777777" w:rsidR="00E77E5C" w:rsidRPr="00E77E5C" w:rsidRDefault="00E77E5C" w:rsidP="00D40F8F">
            <w:pPr>
              <w:spacing w:before="40" w:after="40"/>
            </w:pPr>
            <w:r w:rsidRPr="00E77E5C">
              <w:t>Si vous sous-traitez, exigez-vous de vos fournisseurs qu’ils vous envoient des certificats de conformité ou rapports d'essai ?</w:t>
            </w:r>
          </w:p>
        </w:tc>
        <w:sdt>
          <w:sdtPr>
            <w:rPr>
              <w:noProof/>
              <w:color w:val="4F81BD" w:themeColor="accent1"/>
            </w:rPr>
            <w:alias w:val="systématiquement / sur demande"/>
            <w:tag w:val="systématiquement / sur demande"/>
            <w:id w:val="1339435336"/>
            <w:placeholder>
              <w:docPart w:val="D6B71003B2084D6BB1574DF4301B1328"/>
            </w:placeholder>
            <w:comboBox>
              <w:listItem w:displayText="Indiquer sur demande/systématiquement" w:value="Indiquer sur demande/systématiquement"/>
              <w:listItem w:displayText="sur demande" w:value="sur demande"/>
              <w:listItem w:displayText="systématiquement" w:value="systématiquement"/>
            </w:comboBox>
          </w:sdtPr>
          <w:sdtEndPr/>
          <w:sdtContent>
            <w:tc>
              <w:tcPr>
                <w:tcW w:w="2703" w:type="pct"/>
                <w:tcBorders>
                  <w:top w:val="single" w:sz="4" w:space="0" w:color="A6A6A6" w:themeColor="background1" w:themeShade="A6"/>
                  <w:bottom w:val="single" w:sz="4" w:space="0" w:color="A6A6A6" w:themeColor="background1" w:themeShade="A6"/>
                  <w:right w:val="single" w:sz="4" w:space="0" w:color="A6A6A6" w:themeColor="background1" w:themeShade="A6"/>
                </w:tcBorders>
                <w:vAlign w:val="center"/>
              </w:tcPr>
              <w:p w14:paraId="15330CBC" w14:textId="77777777" w:rsidR="00E77E5C" w:rsidRPr="001447FA" w:rsidRDefault="00E77E5C" w:rsidP="00D40F8F">
                <w:pPr>
                  <w:rPr>
                    <w:noProof/>
                    <w:color w:val="4F81BD" w:themeColor="accent1"/>
                  </w:rPr>
                </w:pPr>
                <w:r w:rsidRPr="001447FA">
                  <w:rPr>
                    <w:noProof/>
                    <w:color w:val="4F81BD" w:themeColor="accent1"/>
                  </w:rPr>
                  <w:t>Indiquer sur demande/systématiquement</w:t>
                </w:r>
              </w:p>
            </w:tc>
          </w:sdtContent>
        </w:sdt>
      </w:tr>
    </w:tbl>
    <w:p w14:paraId="51B4FC1F" w14:textId="77777777" w:rsidR="00E77E5C" w:rsidRPr="006A4AA7" w:rsidRDefault="00E77E5C" w:rsidP="00E77E5C">
      <w:pPr>
        <w:rPr>
          <w:sz w:val="4"/>
          <w:szCs w:val="4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84"/>
        <w:gridCol w:w="5394"/>
      </w:tblGrid>
      <w:tr w:rsidR="00E77E5C" w:rsidRPr="00E77E5C" w14:paraId="51B97E22" w14:textId="77777777" w:rsidTr="00E77E5C">
        <w:trPr>
          <w:trHeight w:hRule="exact" w:val="473"/>
        </w:trPr>
        <w:tc>
          <w:tcPr>
            <w:tcW w:w="5000" w:type="pct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14:paraId="27390675" w14:textId="77777777" w:rsidR="00E77E5C" w:rsidRPr="00E77E5C" w:rsidRDefault="00E77E5C" w:rsidP="00E77E5C">
            <w:pPr>
              <w:pStyle w:val="Titre2"/>
              <w:spacing w:before="0" w:after="0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Maîtrise des coûts</w:t>
            </w:r>
          </w:p>
        </w:tc>
      </w:tr>
      <w:tr w:rsidR="00E77E5C" w:rsidRPr="00E77E5C" w14:paraId="5EA9AC0C" w14:textId="77777777" w:rsidTr="00E77E5C">
        <w:trPr>
          <w:trHeight w:val="102"/>
        </w:trPr>
        <w:tc>
          <w:tcPr>
            <w:tcW w:w="2297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</w:tcBorders>
          </w:tcPr>
          <w:p w14:paraId="5428D111" w14:textId="77777777" w:rsidR="00E77E5C" w:rsidRPr="00E77E5C" w:rsidRDefault="00E77E5C" w:rsidP="00D40F8F">
            <w:pPr>
              <w:spacing w:before="40" w:after="40"/>
            </w:pPr>
            <w:r w:rsidRPr="00E77E5C">
              <w:t>Disposez-vous d'indicateurs relatifs à la maîtrise des coûts ?</w:t>
            </w:r>
          </w:p>
        </w:tc>
        <w:tc>
          <w:tcPr>
            <w:tcW w:w="2703" w:type="pc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CE95689" w14:textId="77777777" w:rsidR="00E77E5C" w:rsidRPr="001447FA" w:rsidRDefault="00E77E5C" w:rsidP="00D40F8F">
            <w:pPr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t xml:space="preserve">Oui </w:t>
            </w:r>
            <w:sdt>
              <w:sdtPr>
                <w:rPr>
                  <w:color w:val="4F81BD" w:themeColor="accent1"/>
                </w:rPr>
                <w:id w:val="-1668544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MS Gothic" w:eastAsia="MS Gothic" w:hAnsi="MS Gothic" w:hint="eastAsia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color w:val="4F81BD" w:themeColor="accent1"/>
              </w:rPr>
              <w:t xml:space="preserve">    non </w:t>
            </w:r>
            <w:sdt>
              <w:sdtPr>
                <w:rPr>
                  <w:color w:val="4F81BD" w:themeColor="accent1"/>
                </w:rPr>
                <w:id w:val="207192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MS Gothic" w:eastAsia="MS Gothic" w:hAnsi="MS Gothic" w:hint="eastAsia"/>
                    <w:color w:val="4F81BD" w:themeColor="accent1"/>
                  </w:rPr>
                  <w:t>☐</w:t>
                </w:r>
              </w:sdtContent>
            </w:sdt>
          </w:p>
        </w:tc>
      </w:tr>
      <w:tr w:rsidR="00E77E5C" w:rsidRPr="00E77E5C" w14:paraId="353F3B4F" w14:textId="77777777" w:rsidTr="00E77E5C">
        <w:trPr>
          <w:trHeight w:val="680"/>
        </w:trPr>
        <w:tc>
          <w:tcPr>
            <w:tcW w:w="2297" w:type="pct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E3A1FE1" w14:textId="77777777" w:rsidR="00E77E5C" w:rsidRPr="00E77E5C" w:rsidRDefault="00E77E5C" w:rsidP="00D40F8F">
            <w:pPr>
              <w:spacing w:before="40" w:after="40"/>
            </w:pPr>
          </w:p>
        </w:tc>
        <w:tc>
          <w:tcPr>
            <w:tcW w:w="2703" w:type="pct"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6E5B436" w14:textId="77777777" w:rsidR="00E77E5C" w:rsidRPr="001447FA" w:rsidRDefault="00E77E5C" w:rsidP="00D40F8F">
            <w:pPr>
              <w:rPr>
                <w:color w:val="4F81BD" w:themeColor="accent1"/>
              </w:rPr>
            </w:pPr>
            <w:r w:rsidRPr="001447FA">
              <w:rPr>
                <w:color w:val="4F81BD" w:themeColor="accent1"/>
                <w:sz w:val="12"/>
                <w:szCs w:val="12"/>
              </w:rPr>
              <w:t>Si oui, préciser lesquels :</w:t>
            </w:r>
            <w:r w:rsidRPr="001447FA">
              <w:rPr>
                <w:color w:val="4F81BD" w:themeColor="accent1"/>
              </w:rPr>
              <w:t xml:space="preserve"> </w:t>
            </w:r>
            <w:r w:rsidRPr="001447FA">
              <w:rPr>
                <w:color w:val="4F81BD" w:themeColor="accent1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</w:p>
        </w:tc>
      </w:tr>
      <w:tr w:rsidR="00E77E5C" w:rsidRPr="00E77E5C" w14:paraId="4792F81F" w14:textId="77777777" w:rsidTr="00E77E5C">
        <w:trPr>
          <w:trHeight w:val="104"/>
        </w:trPr>
        <w:tc>
          <w:tcPr>
            <w:tcW w:w="2297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</w:tcBorders>
          </w:tcPr>
          <w:p w14:paraId="55D3084F" w14:textId="77777777" w:rsidR="00E77E5C" w:rsidRPr="00E77E5C" w:rsidRDefault="00E77E5C" w:rsidP="00D40F8F">
            <w:pPr>
              <w:spacing w:before="40" w:after="40"/>
            </w:pPr>
            <w:r w:rsidRPr="00E77E5C">
              <w:t>Mettez-vous en place des plans de progrès pour vos clients ?</w:t>
            </w:r>
          </w:p>
        </w:tc>
        <w:tc>
          <w:tcPr>
            <w:tcW w:w="2703" w:type="pc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BF2AAE6" w14:textId="77777777" w:rsidR="00E77E5C" w:rsidRPr="001447FA" w:rsidRDefault="00E77E5C" w:rsidP="00D40F8F">
            <w:pPr>
              <w:rPr>
                <w:color w:val="4F81BD" w:themeColor="accent1"/>
              </w:rPr>
            </w:pPr>
            <w:r w:rsidRPr="001447FA">
              <w:rPr>
                <w:color w:val="4F81BD" w:themeColor="accent1"/>
              </w:rPr>
              <w:t xml:space="preserve">Oui </w:t>
            </w:r>
            <w:sdt>
              <w:sdtPr>
                <w:rPr>
                  <w:color w:val="4F81BD" w:themeColor="accent1"/>
                </w:rPr>
                <w:id w:val="1822536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MS Gothic" w:eastAsia="MS Gothic" w:hAnsi="MS Gothic" w:hint="eastAsia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color w:val="4F81BD" w:themeColor="accent1"/>
              </w:rPr>
              <w:t xml:space="preserve">    non </w:t>
            </w:r>
            <w:sdt>
              <w:sdtPr>
                <w:rPr>
                  <w:color w:val="4F81BD" w:themeColor="accent1"/>
                </w:rPr>
                <w:id w:val="-6559906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447FA">
                  <w:rPr>
                    <w:rFonts w:ascii="MS Gothic" w:eastAsia="MS Gothic" w:hAnsi="MS Gothic" w:hint="eastAsia"/>
                    <w:color w:val="4F81BD" w:themeColor="accent1"/>
                  </w:rPr>
                  <w:t>☐</w:t>
                </w:r>
              </w:sdtContent>
            </w:sdt>
            <w:r w:rsidRPr="001447FA">
              <w:rPr>
                <w:color w:val="4F81BD" w:themeColor="accent1"/>
              </w:rPr>
              <w:t xml:space="preserve"> </w:t>
            </w:r>
          </w:p>
        </w:tc>
      </w:tr>
      <w:tr w:rsidR="00E77E5C" w:rsidRPr="00E77E5C" w14:paraId="2AF07AD8" w14:textId="77777777" w:rsidTr="00E77E5C">
        <w:trPr>
          <w:trHeight w:val="680"/>
        </w:trPr>
        <w:tc>
          <w:tcPr>
            <w:tcW w:w="2297" w:type="pct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6C458A6F" w14:textId="77777777" w:rsidR="00E77E5C" w:rsidRPr="00E77E5C" w:rsidRDefault="00E77E5C" w:rsidP="00D40F8F">
            <w:pPr>
              <w:spacing w:before="40" w:after="40"/>
            </w:pPr>
          </w:p>
        </w:tc>
        <w:tc>
          <w:tcPr>
            <w:tcW w:w="2703" w:type="pct"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2DCC7F9" w14:textId="77777777" w:rsidR="00E77E5C" w:rsidRPr="001447FA" w:rsidRDefault="00E77E5C" w:rsidP="00D40F8F">
            <w:pPr>
              <w:rPr>
                <w:color w:val="4F81BD" w:themeColor="accent1"/>
              </w:rPr>
            </w:pPr>
            <w:r w:rsidRPr="001447FA">
              <w:rPr>
                <w:color w:val="4F81BD" w:themeColor="accent1"/>
                <w:sz w:val="12"/>
                <w:szCs w:val="12"/>
              </w:rPr>
              <w:t xml:space="preserve">Si oui, donner des exemples : </w:t>
            </w:r>
            <w:r w:rsidRPr="001447FA">
              <w:rPr>
                <w:color w:val="4F81BD" w:themeColor="accent1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47" w:name="Texte98"/>
            <w:r w:rsidRPr="001447FA">
              <w:rPr>
                <w:color w:val="4F81BD" w:themeColor="accent1"/>
              </w:rPr>
              <w:instrText xml:space="preserve"> FORMTEXT </w:instrText>
            </w:r>
            <w:r w:rsidRPr="001447FA">
              <w:rPr>
                <w:color w:val="4F81BD" w:themeColor="accent1"/>
              </w:rPr>
            </w:r>
            <w:r w:rsidRPr="001447FA">
              <w:rPr>
                <w:color w:val="4F81BD" w:themeColor="accent1"/>
              </w:rPr>
              <w:fldChar w:fldCharType="separate"/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noProof/>
                <w:color w:val="4F81BD" w:themeColor="accent1"/>
              </w:rPr>
              <w:t> </w:t>
            </w:r>
            <w:r w:rsidRPr="001447FA">
              <w:rPr>
                <w:color w:val="4F81BD" w:themeColor="accent1"/>
              </w:rPr>
              <w:fldChar w:fldCharType="end"/>
            </w:r>
            <w:bookmarkEnd w:id="47"/>
          </w:p>
        </w:tc>
      </w:tr>
    </w:tbl>
    <w:p w14:paraId="66A56CB6" w14:textId="77777777" w:rsidR="00E77E5C" w:rsidRPr="006A4AA7" w:rsidRDefault="00E77E5C" w:rsidP="00E77E5C">
      <w:pPr>
        <w:rPr>
          <w:sz w:val="4"/>
          <w:szCs w:val="4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584"/>
        <w:gridCol w:w="5394"/>
      </w:tblGrid>
      <w:tr w:rsidR="00E77E5C" w:rsidRPr="00E77E5C" w14:paraId="3A361517" w14:textId="77777777" w:rsidTr="00E77E5C">
        <w:trPr>
          <w:trHeight w:hRule="exact" w:val="341"/>
        </w:trPr>
        <w:tc>
          <w:tcPr>
            <w:tcW w:w="5000" w:type="pct"/>
            <w:gridSpan w:val="2"/>
            <w:tcBorders>
              <w:bottom w:val="single" w:sz="4" w:space="0" w:color="A6A6A6" w:themeColor="background1" w:themeShade="A6"/>
            </w:tcBorders>
            <w:vAlign w:val="center"/>
          </w:tcPr>
          <w:p w14:paraId="73485D74" w14:textId="77777777" w:rsidR="00E77E5C" w:rsidRPr="00E77E5C" w:rsidRDefault="00E77E5C" w:rsidP="00E77E5C">
            <w:pPr>
              <w:pStyle w:val="Titre2"/>
              <w:spacing w:before="0" w:after="0"/>
              <w:rPr>
                <w:rFonts w:asciiTheme="majorHAnsi" w:hAnsiTheme="majorHAnsi" w:cstheme="majorHAnsi"/>
              </w:rPr>
            </w:pPr>
            <w:r w:rsidRPr="00E77E5C">
              <w:rPr>
                <w:rFonts w:asciiTheme="majorHAnsi" w:hAnsiTheme="majorHAnsi" w:cstheme="majorHAnsi"/>
              </w:rPr>
              <w:t>Maîtrise des délais</w:t>
            </w:r>
          </w:p>
        </w:tc>
      </w:tr>
      <w:tr w:rsidR="00E77E5C" w:rsidRPr="00E77E5C" w14:paraId="2DA49BE1" w14:textId="77777777" w:rsidTr="00E77E5C">
        <w:trPr>
          <w:trHeight w:val="104"/>
        </w:trPr>
        <w:tc>
          <w:tcPr>
            <w:tcW w:w="2297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</w:tcBorders>
          </w:tcPr>
          <w:p w14:paraId="47D3E733" w14:textId="77777777" w:rsidR="00E77E5C" w:rsidRPr="00E77E5C" w:rsidRDefault="00E77E5C" w:rsidP="00D40F8F">
            <w:pPr>
              <w:spacing w:before="40" w:after="40"/>
            </w:pPr>
            <w:r w:rsidRPr="00E77E5C">
              <w:t>Disposez-vous d'indicateurs relatifs à la maîtrise des délais ?</w:t>
            </w:r>
          </w:p>
        </w:tc>
        <w:tc>
          <w:tcPr>
            <w:tcW w:w="2703" w:type="pct"/>
            <w:tcBorders>
              <w:top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759732F" w14:textId="77777777" w:rsidR="00E77E5C" w:rsidRPr="00E77E5C" w:rsidRDefault="00E77E5C" w:rsidP="00D40F8F">
            <w:pPr>
              <w:rPr>
                <w:noProof/>
              </w:rPr>
            </w:pPr>
            <w:r w:rsidRPr="00E77E5C">
              <w:t xml:space="preserve">Oui </w:t>
            </w:r>
            <w:sdt>
              <w:sdtPr>
                <w:id w:val="477966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7E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77E5C">
              <w:rPr>
                <w:rFonts w:ascii="Segoe UI Symbol" w:hAnsi="Segoe UI Symbol" w:cs="Segoe UI Symbol"/>
              </w:rPr>
              <w:t xml:space="preserve"> </w:t>
            </w:r>
            <w:r w:rsidRPr="00E77E5C">
              <w:t xml:space="preserve">    non </w:t>
            </w:r>
            <w:sdt>
              <w:sdtPr>
                <w:id w:val="613332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77E5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E77E5C">
              <w:t xml:space="preserve"> </w:t>
            </w:r>
          </w:p>
        </w:tc>
      </w:tr>
      <w:tr w:rsidR="00E77E5C" w:rsidRPr="00E77E5C" w14:paraId="48C65BC7" w14:textId="77777777" w:rsidTr="00E77E5C">
        <w:trPr>
          <w:trHeight w:val="680"/>
        </w:trPr>
        <w:tc>
          <w:tcPr>
            <w:tcW w:w="2297" w:type="pct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1EFCDD5C" w14:textId="77777777" w:rsidR="00E77E5C" w:rsidRPr="00E77E5C" w:rsidRDefault="00E77E5C" w:rsidP="00D40F8F">
            <w:pPr>
              <w:spacing w:before="40" w:after="40"/>
            </w:pPr>
          </w:p>
        </w:tc>
        <w:tc>
          <w:tcPr>
            <w:tcW w:w="2703" w:type="pct"/>
            <w:tcBorders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5C4C4FF" w14:textId="77777777" w:rsidR="00E77E5C" w:rsidRPr="00E77E5C" w:rsidRDefault="00E77E5C" w:rsidP="00D40F8F">
            <w:r w:rsidRPr="00E77E5C">
              <w:rPr>
                <w:sz w:val="12"/>
                <w:szCs w:val="12"/>
              </w:rPr>
              <w:t xml:space="preserve">Si oui, préciser lesquels : </w:t>
            </w:r>
            <w:r w:rsidRPr="00E77E5C">
              <w:fldChar w:fldCharType="begin">
                <w:ffData>
                  <w:name w:val="Texte99"/>
                  <w:enabled/>
                  <w:calcOnExit w:val="0"/>
                  <w:textInput/>
                </w:ffData>
              </w:fldChar>
            </w:r>
            <w:r w:rsidRPr="00E77E5C">
              <w:instrText xml:space="preserve"> FORMTEXT </w:instrText>
            </w:r>
            <w:r w:rsidRPr="00E77E5C">
              <w:fldChar w:fldCharType="separate"/>
            </w:r>
            <w:r w:rsidRPr="00E77E5C">
              <w:rPr>
                <w:noProof/>
              </w:rPr>
              <w:t> </w:t>
            </w:r>
            <w:r w:rsidRPr="00E77E5C">
              <w:rPr>
                <w:noProof/>
              </w:rPr>
              <w:t> </w:t>
            </w:r>
            <w:r w:rsidRPr="00E77E5C">
              <w:rPr>
                <w:noProof/>
              </w:rPr>
              <w:t> </w:t>
            </w:r>
            <w:r w:rsidRPr="00E77E5C">
              <w:rPr>
                <w:noProof/>
              </w:rPr>
              <w:t> </w:t>
            </w:r>
            <w:r w:rsidRPr="00E77E5C">
              <w:rPr>
                <w:noProof/>
              </w:rPr>
              <w:t> </w:t>
            </w:r>
            <w:r w:rsidRPr="00E77E5C">
              <w:fldChar w:fldCharType="end"/>
            </w:r>
          </w:p>
        </w:tc>
      </w:tr>
      <w:tr w:rsidR="00E77E5C" w:rsidRPr="00E77E5C" w14:paraId="51CF510B" w14:textId="77777777" w:rsidTr="00E77E5C">
        <w:trPr>
          <w:trHeight w:val="340"/>
        </w:trPr>
        <w:tc>
          <w:tcPr>
            <w:tcW w:w="22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7CBBC5C5" w14:textId="215B090F" w:rsidR="00E77E5C" w:rsidRPr="00E77E5C" w:rsidRDefault="00E77E5C" w:rsidP="00D40F8F">
            <w:pPr>
              <w:spacing w:before="40" w:after="40"/>
            </w:pPr>
            <w:r w:rsidRPr="00E77E5C">
              <w:t xml:space="preserve">Quelles procédures mettez-vous en place pour garantir le respect </w:t>
            </w:r>
            <w:r w:rsidR="001447FA" w:rsidRPr="00E77E5C">
              <w:t>des délais</w:t>
            </w:r>
            <w:r w:rsidRPr="00E77E5C">
              <w:t> ?</w:t>
            </w:r>
          </w:p>
        </w:tc>
        <w:tc>
          <w:tcPr>
            <w:tcW w:w="2703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A9F06A9" w14:textId="77777777" w:rsidR="00E77E5C" w:rsidRPr="00E77E5C" w:rsidRDefault="00E77E5C" w:rsidP="00D40F8F">
            <w:r w:rsidRPr="00E77E5C">
              <w:fldChar w:fldCharType="begin">
                <w:ffData>
                  <w:name w:val="Texte100"/>
                  <w:enabled/>
                  <w:calcOnExit w:val="0"/>
                  <w:textInput/>
                </w:ffData>
              </w:fldChar>
            </w:r>
            <w:bookmarkStart w:id="48" w:name="Texte100"/>
            <w:r w:rsidRPr="00E77E5C">
              <w:instrText xml:space="preserve"> FORMTEXT </w:instrText>
            </w:r>
            <w:r w:rsidRPr="00E77E5C">
              <w:fldChar w:fldCharType="separate"/>
            </w:r>
            <w:r w:rsidRPr="00E77E5C">
              <w:rPr>
                <w:noProof/>
              </w:rPr>
              <w:t> </w:t>
            </w:r>
            <w:r w:rsidRPr="00E77E5C">
              <w:rPr>
                <w:noProof/>
              </w:rPr>
              <w:t> </w:t>
            </w:r>
            <w:r w:rsidRPr="00E77E5C">
              <w:rPr>
                <w:noProof/>
              </w:rPr>
              <w:t> </w:t>
            </w:r>
            <w:r w:rsidRPr="00E77E5C">
              <w:rPr>
                <w:noProof/>
              </w:rPr>
              <w:t> </w:t>
            </w:r>
            <w:r w:rsidRPr="00E77E5C">
              <w:rPr>
                <w:noProof/>
              </w:rPr>
              <w:t> </w:t>
            </w:r>
            <w:r w:rsidRPr="00E77E5C">
              <w:fldChar w:fldCharType="end"/>
            </w:r>
            <w:bookmarkEnd w:id="48"/>
          </w:p>
        </w:tc>
      </w:tr>
    </w:tbl>
    <w:p w14:paraId="31063256" w14:textId="04271D15" w:rsidR="00B57171" w:rsidRDefault="00B57171" w:rsidP="00A93B62"/>
    <w:p w14:paraId="6B9351C5" w14:textId="77777777" w:rsidR="00B57171" w:rsidRDefault="00B57171">
      <w:r>
        <w:br w:type="page"/>
      </w:r>
    </w:p>
    <w:p w14:paraId="28EF6CA1" w14:textId="77777777" w:rsidR="000F2482" w:rsidRPr="00A93B62" w:rsidRDefault="000F2482" w:rsidP="00A93B62"/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750"/>
        <w:gridCol w:w="2215"/>
        <w:gridCol w:w="2217"/>
        <w:gridCol w:w="796"/>
      </w:tblGrid>
      <w:tr w:rsidR="00A93B62" w:rsidRPr="00A93B62" w14:paraId="575C6D87" w14:textId="77777777" w:rsidTr="00A93B62">
        <w:trPr>
          <w:trHeight w:hRule="exact" w:val="614"/>
        </w:trPr>
        <w:tc>
          <w:tcPr>
            <w:tcW w:w="5000" w:type="pct"/>
            <w:gridSpan w:val="4"/>
            <w:vAlign w:val="center"/>
          </w:tcPr>
          <w:p w14:paraId="26138EDD" w14:textId="77777777" w:rsidR="00A93B62" w:rsidRPr="00A93B62" w:rsidRDefault="00A93B62" w:rsidP="00A93B62">
            <w:pPr>
              <w:pStyle w:val="Titre1"/>
            </w:pPr>
            <w:r w:rsidRPr="00A93B62">
              <w:t>Collaboration avec l’ANDRA</w:t>
            </w:r>
          </w:p>
        </w:tc>
      </w:tr>
      <w:tr w:rsidR="00A93B62" w:rsidRPr="00A93B62" w14:paraId="0AA7D590" w14:textId="77777777" w:rsidTr="00A93B62">
        <w:trPr>
          <w:trHeight w:hRule="exact" w:val="397"/>
        </w:trPr>
        <w:tc>
          <w:tcPr>
            <w:tcW w:w="5000" w:type="pct"/>
            <w:gridSpan w:val="4"/>
            <w:tcBorders>
              <w:bottom w:val="single" w:sz="4" w:space="0" w:color="A6A6A6" w:themeColor="background1" w:themeShade="A6"/>
            </w:tcBorders>
            <w:vAlign w:val="center"/>
          </w:tcPr>
          <w:p w14:paraId="0FE2CB8F" w14:textId="77777777" w:rsidR="00A93B62" w:rsidRPr="00A93B62" w:rsidRDefault="00A93B62" w:rsidP="00D40F8F">
            <w:r w:rsidRPr="00A93B62">
              <w:t>Identifier les prestations déjà réalisées pour l’Andra dans les 5 dernières années :</w:t>
            </w:r>
          </w:p>
        </w:tc>
      </w:tr>
      <w:tr w:rsidR="00A93B62" w:rsidRPr="00A93B62" w14:paraId="38C0E07B" w14:textId="77777777" w:rsidTr="00A93B62">
        <w:trPr>
          <w:trHeight w:hRule="exact" w:val="340"/>
        </w:trPr>
        <w:tc>
          <w:tcPr>
            <w:tcW w:w="23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3B8BA05" w14:textId="77777777" w:rsidR="00A93B62" w:rsidRPr="00A93B62" w:rsidRDefault="00A93B62" w:rsidP="00D40F8F">
            <w:pPr>
              <w:jc w:val="center"/>
              <w:rPr>
                <w:sz w:val="16"/>
                <w:szCs w:val="16"/>
              </w:rPr>
            </w:pPr>
            <w:r w:rsidRPr="00A93B62">
              <w:rPr>
                <w:sz w:val="16"/>
                <w:szCs w:val="16"/>
              </w:rPr>
              <w:t>Objet de la prestation</w:t>
            </w:r>
          </w:p>
        </w:tc>
        <w:tc>
          <w:tcPr>
            <w:tcW w:w="11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0C5414F" w14:textId="77777777" w:rsidR="00A93B62" w:rsidRPr="00A93B62" w:rsidRDefault="00A93B62" w:rsidP="00D40F8F">
            <w:pPr>
              <w:jc w:val="center"/>
              <w:rPr>
                <w:sz w:val="16"/>
                <w:szCs w:val="16"/>
              </w:rPr>
            </w:pPr>
            <w:r w:rsidRPr="00A93B62">
              <w:rPr>
                <w:sz w:val="16"/>
                <w:szCs w:val="16"/>
              </w:rPr>
              <w:t>Chiffre d’affaires (K€)</w:t>
            </w:r>
          </w:p>
        </w:tc>
        <w:tc>
          <w:tcPr>
            <w:tcW w:w="11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A675853" w14:textId="77777777" w:rsidR="00A93B62" w:rsidRPr="00A93B62" w:rsidRDefault="00A93B62" w:rsidP="00D40F8F">
            <w:pPr>
              <w:jc w:val="center"/>
              <w:rPr>
                <w:sz w:val="16"/>
                <w:szCs w:val="16"/>
              </w:rPr>
            </w:pPr>
            <w:r w:rsidRPr="00A93B62">
              <w:rPr>
                <w:sz w:val="16"/>
                <w:szCs w:val="16"/>
              </w:rPr>
              <w:t>Référence du contrat</w:t>
            </w:r>
          </w:p>
        </w:tc>
        <w:tc>
          <w:tcPr>
            <w:tcW w:w="39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9B4662F" w14:textId="77777777" w:rsidR="00A93B62" w:rsidRPr="00A93B62" w:rsidRDefault="00A93B62" w:rsidP="00D40F8F">
            <w:pPr>
              <w:jc w:val="center"/>
              <w:rPr>
                <w:sz w:val="16"/>
                <w:szCs w:val="16"/>
              </w:rPr>
            </w:pPr>
            <w:r w:rsidRPr="00A93B62">
              <w:rPr>
                <w:sz w:val="16"/>
                <w:szCs w:val="16"/>
              </w:rPr>
              <w:t>Année</w:t>
            </w:r>
          </w:p>
        </w:tc>
      </w:tr>
      <w:tr w:rsidR="00A93B62" w:rsidRPr="00A93B62" w14:paraId="0D2864A8" w14:textId="77777777" w:rsidTr="00A93B62">
        <w:trPr>
          <w:trHeight w:hRule="exact" w:val="624"/>
        </w:trPr>
        <w:tc>
          <w:tcPr>
            <w:tcW w:w="23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70AC7E" w14:textId="77777777" w:rsidR="00A93B62" w:rsidRPr="00A93B62" w:rsidRDefault="00A93B62" w:rsidP="00D40F8F">
            <w:pPr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01"/>
                  <w:enabled/>
                  <w:calcOnExit w:val="0"/>
                  <w:textInput/>
                </w:ffData>
              </w:fldChar>
            </w:r>
            <w:bookmarkStart w:id="49" w:name="Texte101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49"/>
          </w:p>
        </w:tc>
        <w:tc>
          <w:tcPr>
            <w:tcW w:w="11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F964780" w14:textId="77777777" w:rsidR="00A93B62" w:rsidRPr="001447FA" w:rsidRDefault="00A93B62" w:rsidP="00D40F8F">
            <w:pPr>
              <w:jc w:val="right"/>
              <w:rPr>
                <w:color w:val="4F81BD" w:themeColor="accent1"/>
                <w:sz w:val="14"/>
                <w:szCs w:val="14"/>
              </w:rPr>
            </w:pPr>
            <w:r w:rsidRPr="001447FA">
              <w:rPr>
                <w:color w:val="4F81BD" w:themeColor="accent1"/>
                <w:sz w:val="14"/>
                <w:szCs w:val="14"/>
              </w:rPr>
              <w:fldChar w:fldCharType="begin">
                <w:ffData>
                  <w:name w:val="Texte102"/>
                  <w:enabled/>
                  <w:calcOnExit w:val="0"/>
                  <w:textInput/>
                </w:ffData>
              </w:fldChar>
            </w:r>
            <w:bookmarkStart w:id="50" w:name="Texte102"/>
            <w:r w:rsidRPr="001447FA">
              <w:rPr>
                <w:color w:val="4F81BD" w:themeColor="accent1"/>
                <w:sz w:val="14"/>
                <w:szCs w:val="14"/>
              </w:rPr>
              <w:instrText xml:space="preserve"> FORMTEXT </w:instrText>
            </w:r>
            <w:r w:rsidRPr="001447FA">
              <w:rPr>
                <w:color w:val="4F81BD" w:themeColor="accent1"/>
                <w:sz w:val="14"/>
                <w:szCs w:val="14"/>
              </w:rPr>
            </w:r>
            <w:r w:rsidRPr="001447FA">
              <w:rPr>
                <w:color w:val="4F81BD" w:themeColor="accent1"/>
                <w:sz w:val="14"/>
                <w:szCs w:val="14"/>
              </w:rPr>
              <w:fldChar w:fldCharType="separate"/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color w:val="4F81BD" w:themeColor="accent1"/>
                <w:sz w:val="14"/>
                <w:szCs w:val="14"/>
              </w:rPr>
              <w:fldChar w:fldCharType="end"/>
            </w:r>
            <w:bookmarkEnd w:id="50"/>
            <w:r w:rsidRPr="001447FA">
              <w:rPr>
                <w:color w:val="4F81BD" w:themeColor="accent1"/>
                <w:sz w:val="14"/>
                <w:szCs w:val="14"/>
              </w:rPr>
              <w:t xml:space="preserve"> K€</w:t>
            </w:r>
          </w:p>
        </w:tc>
        <w:tc>
          <w:tcPr>
            <w:tcW w:w="11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341B84A" w14:textId="77777777" w:rsidR="00A93B62" w:rsidRPr="00A93B62" w:rsidRDefault="00A93B62" w:rsidP="00D40F8F">
            <w:pPr>
              <w:jc w:val="center"/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03"/>
                  <w:enabled/>
                  <w:calcOnExit w:val="0"/>
                  <w:textInput/>
                </w:ffData>
              </w:fldChar>
            </w:r>
            <w:bookmarkStart w:id="51" w:name="Texte103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51"/>
          </w:p>
        </w:tc>
        <w:tc>
          <w:tcPr>
            <w:tcW w:w="39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B47D0F6" w14:textId="77777777" w:rsidR="00A93B62" w:rsidRPr="00A93B62" w:rsidRDefault="00A93B62" w:rsidP="00D40F8F">
            <w:pPr>
              <w:jc w:val="center"/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24"/>
                  <w:enabled/>
                  <w:calcOnExit w:val="0"/>
                  <w:textInput/>
                </w:ffData>
              </w:fldChar>
            </w:r>
            <w:bookmarkStart w:id="52" w:name="Texte124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52"/>
          </w:p>
        </w:tc>
      </w:tr>
      <w:tr w:rsidR="00A93B62" w:rsidRPr="00A93B62" w14:paraId="1FF3834E" w14:textId="77777777" w:rsidTr="00A93B6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3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1AA3B19" w14:textId="77777777" w:rsidR="00A93B62" w:rsidRPr="00A93B62" w:rsidRDefault="00A93B62" w:rsidP="00D40F8F">
            <w:pPr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12"/>
                  <w:enabled/>
                  <w:calcOnExit w:val="0"/>
                  <w:textInput/>
                </w:ffData>
              </w:fldChar>
            </w:r>
            <w:bookmarkStart w:id="53" w:name="Texte112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53"/>
          </w:p>
        </w:tc>
        <w:tc>
          <w:tcPr>
            <w:tcW w:w="11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AAA2584" w14:textId="77777777" w:rsidR="00A93B62" w:rsidRPr="001447FA" w:rsidRDefault="00A93B62" w:rsidP="00D40F8F">
            <w:pPr>
              <w:jc w:val="right"/>
              <w:rPr>
                <w:color w:val="4F81BD" w:themeColor="accent1"/>
                <w:sz w:val="14"/>
                <w:szCs w:val="14"/>
              </w:rPr>
            </w:pPr>
            <w:r w:rsidRPr="001447FA">
              <w:rPr>
                <w:color w:val="4F81BD" w:themeColor="accent1"/>
                <w:sz w:val="14"/>
                <w:szCs w:val="14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bookmarkStart w:id="54" w:name="Texte104"/>
            <w:r w:rsidRPr="001447FA">
              <w:rPr>
                <w:color w:val="4F81BD" w:themeColor="accent1"/>
                <w:sz w:val="14"/>
                <w:szCs w:val="14"/>
              </w:rPr>
              <w:instrText xml:space="preserve"> FORMTEXT </w:instrText>
            </w:r>
            <w:r w:rsidRPr="001447FA">
              <w:rPr>
                <w:color w:val="4F81BD" w:themeColor="accent1"/>
                <w:sz w:val="14"/>
                <w:szCs w:val="14"/>
              </w:rPr>
            </w:r>
            <w:r w:rsidRPr="001447FA">
              <w:rPr>
                <w:color w:val="4F81BD" w:themeColor="accent1"/>
                <w:sz w:val="14"/>
                <w:szCs w:val="14"/>
              </w:rPr>
              <w:fldChar w:fldCharType="separate"/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color w:val="4F81BD" w:themeColor="accent1"/>
                <w:sz w:val="14"/>
                <w:szCs w:val="14"/>
              </w:rPr>
              <w:fldChar w:fldCharType="end"/>
            </w:r>
            <w:bookmarkEnd w:id="54"/>
            <w:r w:rsidRPr="001447FA">
              <w:rPr>
                <w:color w:val="4F81BD" w:themeColor="accent1"/>
                <w:sz w:val="14"/>
                <w:szCs w:val="14"/>
              </w:rPr>
              <w:t xml:space="preserve"> K€</w:t>
            </w:r>
          </w:p>
        </w:tc>
        <w:tc>
          <w:tcPr>
            <w:tcW w:w="11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C6E2752" w14:textId="77777777" w:rsidR="00A93B62" w:rsidRPr="00A93B62" w:rsidRDefault="00A93B62" w:rsidP="00D40F8F">
            <w:pPr>
              <w:jc w:val="center"/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10"/>
                  <w:enabled/>
                  <w:calcOnExit w:val="0"/>
                  <w:textInput/>
                </w:ffData>
              </w:fldChar>
            </w:r>
            <w:bookmarkStart w:id="55" w:name="Texte110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55"/>
          </w:p>
        </w:tc>
        <w:tc>
          <w:tcPr>
            <w:tcW w:w="39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8E763FC" w14:textId="77777777" w:rsidR="00A93B62" w:rsidRPr="00A93B62" w:rsidRDefault="00A93B62" w:rsidP="00D40F8F">
            <w:pPr>
              <w:jc w:val="center"/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25"/>
                  <w:enabled/>
                  <w:calcOnExit w:val="0"/>
                  <w:textInput/>
                </w:ffData>
              </w:fldChar>
            </w:r>
            <w:bookmarkStart w:id="56" w:name="Texte125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56"/>
          </w:p>
        </w:tc>
      </w:tr>
      <w:tr w:rsidR="00A93B62" w:rsidRPr="00A93B62" w14:paraId="560B71FD" w14:textId="77777777" w:rsidTr="00A93B6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3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C01091F" w14:textId="77777777" w:rsidR="00A93B62" w:rsidRPr="00A93B62" w:rsidRDefault="00A93B62" w:rsidP="00D40F8F">
            <w:pPr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13"/>
                  <w:enabled/>
                  <w:calcOnExit w:val="0"/>
                  <w:textInput/>
                </w:ffData>
              </w:fldChar>
            </w:r>
            <w:bookmarkStart w:id="57" w:name="Texte113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57"/>
          </w:p>
        </w:tc>
        <w:tc>
          <w:tcPr>
            <w:tcW w:w="11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EC7D689" w14:textId="77777777" w:rsidR="00A93B62" w:rsidRPr="001447FA" w:rsidRDefault="00A93B62" w:rsidP="00D40F8F">
            <w:pPr>
              <w:jc w:val="right"/>
              <w:rPr>
                <w:color w:val="4F81BD" w:themeColor="accent1"/>
                <w:sz w:val="14"/>
                <w:szCs w:val="14"/>
              </w:rPr>
            </w:pPr>
            <w:r w:rsidRPr="001447FA">
              <w:rPr>
                <w:color w:val="4F81BD" w:themeColor="accent1"/>
                <w:sz w:val="14"/>
                <w:szCs w:val="14"/>
              </w:rPr>
              <w:fldChar w:fldCharType="begin">
                <w:ffData>
                  <w:name w:val="Texte105"/>
                  <w:enabled/>
                  <w:calcOnExit w:val="0"/>
                  <w:textInput/>
                </w:ffData>
              </w:fldChar>
            </w:r>
            <w:bookmarkStart w:id="58" w:name="Texte105"/>
            <w:r w:rsidRPr="001447FA">
              <w:rPr>
                <w:color w:val="4F81BD" w:themeColor="accent1"/>
                <w:sz w:val="14"/>
                <w:szCs w:val="14"/>
              </w:rPr>
              <w:instrText xml:space="preserve"> FORMTEXT </w:instrText>
            </w:r>
            <w:r w:rsidRPr="001447FA">
              <w:rPr>
                <w:color w:val="4F81BD" w:themeColor="accent1"/>
                <w:sz w:val="14"/>
                <w:szCs w:val="14"/>
              </w:rPr>
            </w:r>
            <w:r w:rsidRPr="001447FA">
              <w:rPr>
                <w:color w:val="4F81BD" w:themeColor="accent1"/>
                <w:sz w:val="14"/>
                <w:szCs w:val="14"/>
              </w:rPr>
              <w:fldChar w:fldCharType="separate"/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color w:val="4F81BD" w:themeColor="accent1"/>
                <w:sz w:val="14"/>
                <w:szCs w:val="14"/>
              </w:rPr>
              <w:fldChar w:fldCharType="end"/>
            </w:r>
            <w:bookmarkEnd w:id="58"/>
            <w:r w:rsidRPr="001447FA">
              <w:rPr>
                <w:color w:val="4F81BD" w:themeColor="accent1"/>
                <w:sz w:val="14"/>
                <w:szCs w:val="14"/>
              </w:rPr>
              <w:t xml:space="preserve"> K€</w:t>
            </w:r>
          </w:p>
        </w:tc>
        <w:tc>
          <w:tcPr>
            <w:tcW w:w="11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37E0B4E" w14:textId="77777777" w:rsidR="00A93B62" w:rsidRPr="00A93B62" w:rsidRDefault="00A93B62" w:rsidP="00D40F8F">
            <w:pPr>
              <w:jc w:val="center"/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11"/>
                  <w:enabled/>
                  <w:calcOnExit w:val="0"/>
                  <w:textInput/>
                </w:ffData>
              </w:fldChar>
            </w:r>
            <w:bookmarkStart w:id="59" w:name="Texte111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59"/>
          </w:p>
        </w:tc>
        <w:tc>
          <w:tcPr>
            <w:tcW w:w="39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5847864" w14:textId="77777777" w:rsidR="00A93B62" w:rsidRPr="00A93B62" w:rsidRDefault="00A93B62" w:rsidP="00D40F8F">
            <w:pPr>
              <w:jc w:val="center"/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26"/>
                  <w:enabled/>
                  <w:calcOnExit w:val="0"/>
                  <w:textInput/>
                </w:ffData>
              </w:fldChar>
            </w:r>
            <w:bookmarkStart w:id="60" w:name="Texte126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60"/>
          </w:p>
        </w:tc>
      </w:tr>
      <w:tr w:rsidR="00A93B62" w:rsidRPr="00A93B62" w14:paraId="2371DB32" w14:textId="77777777" w:rsidTr="00A93B6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3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020D2B3" w14:textId="77777777" w:rsidR="00A93B62" w:rsidRPr="00A93B62" w:rsidRDefault="00A93B62" w:rsidP="00D40F8F">
            <w:pPr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14"/>
                  <w:enabled/>
                  <w:calcOnExit w:val="0"/>
                  <w:textInput/>
                </w:ffData>
              </w:fldChar>
            </w:r>
            <w:bookmarkStart w:id="61" w:name="Texte114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61"/>
          </w:p>
        </w:tc>
        <w:tc>
          <w:tcPr>
            <w:tcW w:w="11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63FE40F" w14:textId="77777777" w:rsidR="00A93B62" w:rsidRPr="001447FA" w:rsidRDefault="00A93B62" w:rsidP="00D40F8F">
            <w:pPr>
              <w:jc w:val="right"/>
              <w:rPr>
                <w:color w:val="4F81BD" w:themeColor="accent1"/>
                <w:sz w:val="14"/>
                <w:szCs w:val="14"/>
              </w:rPr>
            </w:pPr>
            <w:r w:rsidRPr="001447FA">
              <w:rPr>
                <w:color w:val="4F81BD" w:themeColor="accent1"/>
                <w:sz w:val="14"/>
                <w:szCs w:val="14"/>
              </w:rPr>
              <w:fldChar w:fldCharType="begin">
                <w:ffData>
                  <w:name w:val="Texte106"/>
                  <w:enabled/>
                  <w:calcOnExit w:val="0"/>
                  <w:textInput/>
                </w:ffData>
              </w:fldChar>
            </w:r>
            <w:bookmarkStart w:id="62" w:name="Texte106"/>
            <w:r w:rsidRPr="001447FA">
              <w:rPr>
                <w:color w:val="4F81BD" w:themeColor="accent1"/>
                <w:sz w:val="14"/>
                <w:szCs w:val="14"/>
              </w:rPr>
              <w:instrText xml:space="preserve"> FORMTEXT </w:instrText>
            </w:r>
            <w:r w:rsidRPr="001447FA">
              <w:rPr>
                <w:color w:val="4F81BD" w:themeColor="accent1"/>
                <w:sz w:val="14"/>
                <w:szCs w:val="14"/>
              </w:rPr>
            </w:r>
            <w:r w:rsidRPr="001447FA">
              <w:rPr>
                <w:color w:val="4F81BD" w:themeColor="accent1"/>
                <w:sz w:val="14"/>
                <w:szCs w:val="14"/>
              </w:rPr>
              <w:fldChar w:fldCharType="separate"/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color w:val="4F81BD" w:themeColor="accent1"/>
                <w:sz w:val="14"/>
                <w:szCs w:val="14"/>
              </w:rPr>
              <w:fldChar w:fldCharType="end"/>
            </w:r>
            <w:bookmarkEnd w:id="62"/>
            <w:r w:rsidRPr="001447FA">
              <w:rPr>
                <w:color w:val="4F81BD" w:themeColor="accent1"/>
                <w:sz w:val="14"/>
                <w:szCs w:val="14"/>
              </w:rPr>
              <w:t xml:space="preserve"> K€</w:t>
            </w:r>
          </w:p>
        </w:tc>
        <w:tc>
          <w:tcPr>
            <w:tcW w:w="11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C1CF4C7" w14:textId="77777777" w:rsidR="00A93B62" w:rsidRPr="00A93B62" w:rsidRDefault="00A93B62" w:rsidP="00D40F8F">
            <w:pPr>
              <w:jc w:val="center"/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09"/>
                  <w:enabled/>
                  <w:calcOnExit w:val="0"/>
                  <w:textInput/>
                </w:ffData>
              </w:fldChar>
            </w:r>
            <w:bookmarkStart w:id="63" w:name="Texte109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63"/>
          </w:p>
        </w:tc>
        <w:tc>
          <w:tcPr>
            <w:tcW w:w="39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DE774A0" w14:textId="77777777" w:rsidR="00A93B62" w:rsidRPr="00A93B62" w:rsidRDefault="00A93B62" w:rsidP="00D40F8F">
            <w:pPr>
              <w:jc w:val="center"/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27"/>
                  <w:enabled/>
                  <w:calcOnExit w:val="0"/>
                  <w:textInput/>
                </w:ffData>
              </w:fldChar>
            </w:r>
            <w:bookmarkStart w:id="64" w:name="Texte127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64"/>
          </w:p>
        </w:tc>
      </w:tr>
      <w:tr w:rsidR="00A93B62" w:rsidRPr="00A93B62" w14:paraId="07758C9A" w14:textId="77777777" w:rsidTr="00A93B62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  <w:tblCellMar>
            <w:top w:w="0" w:type="dxa"/>
            <w:bottom w:w="0" w:type="dxa"/>
          </w:tblCellMar>
        </w:tblPrEx>
        <w:trPr>
          <w:trHeight w:hRule="exact" w:val="624"/>
        </w:trPr>
        <w:tc>
          <w:tcPr>
            <w:tcW w:w="238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1F2C210" w14:textId="77777777" w:rsidR="00A93B62" w:rsidRPr="00A93B62" w:rsidRDefault="00A93B62" w:rsidP="00D40F8F">
            <w:pPr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15"/>
                  <w:enabled/>
                  <w:calcOnExit w:val="0"/>
                  <w:textInput/>
                </w:ffData>
              </w:fldChar>
            </w:r>
            <w:bookmarkStart w:id="65" w:name="Texte115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65"/>
          </w:p>
        </w:tc>
        <w:tc>
          <w:tcPr>
            <w:tcW w:w="11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90BC2CB" w14:textId="77777777" w:rsidR="00A93B62" w:rsidRPr="001447FA" w:rsidRDefault="00A93B62" w:rsidP="00D40F8F">
            <w:pPr>
              <w:jc w:val="right"/>
              <w:rPr>
                <w:color w:val="4F81BD" w:themeColor="accent1"/>
                <w:sz w:val="14"/>
                <w:szCs w:val="14"/>
              </w:rPr>
            </w:pPr>
            <w:r w:rsidRPr="001447FA">
              <w:rPr>
                <w:color w:val="4F81BD" w:themeColor="accent1"/>
                <w:sz w:val="14"/>
                <w:szCs w:val="14"/>
              </w:rPr>
              <w:fldChar w:fldCharType="begin">
                <w:ffData>
                  <w:name w:val="Texte107"/>
                  <w:enabled/>
                  <w:calcOnExit w:val="0"/>
                  <w:textInput/>
                </w:ffData>
              </w:fldChar>
            </w:r>
            <w:bookmarkStart w:id="66" w:name="Texte107"/>
            <w:r w:rsidRPr="001447FA">
              <w:rPr>
                <w:color w:val="4F81BD" w:themeColor="accent1"/>
                <w:sz w:val="14"/>
                <w:szCs w:val="14"/>
              </w:rPr>
              <w:instrText xml:space="preserve"> FORMTEXT </w:instrText>
            </w:r>
            <w:r w:rsidRPr="001447FA">
              <w:rPr>
                <w:color w:val="4F81BD" w:themeColor="accent1"/>
                <w:sz w:val="14"/>
                <w:szCs w:val="14"/>
              </w:rPr>
            </w:r>
            <w:r w:rsidRPr="001447FA">
              <w:rPr>
                <w:color w:val="4F81BD" w:themeColor="accent1"/>
                <w:sz w:val="14"/>
                <w:szCs w:val="14"/>
              </w:rPr>
              <w:fldChar w:fldCharType="separate"/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noProof/>
                <w:color w:val="4F81BD" w:themeColor="accent1"/>
                <w:sz w:val="14"/>
                <w:szCs w:val="14"/>
              </w:rPr>
              <w:t> </w:t>
            </w:r>
            <w:r w:rsidRPr="001447FA">
              <w:rPr>
                <w:color w:val="4F81BD" w:themeColor="accent1"/>
                <w:sz w:val="14"/>
                <w:szCs w:val="14"/>
              </w:rPr>
              <w:fldChar w:fldCharType="end"/>
            </w:r>
            <w:bookmarkEnd w:id="66"/>
            <w:r w:rsidRPr="001447FA">
              <w:rPr>
                <w:color w:val="4F81BD" w:themeColor="accent1"/>
                <w:sz w:val="14"/>
                <w:szCs w:val="14"/>
              </w:rPr>
              <w:t xml:space="preserve"> K€</w:t>
            </w:r>
          </w:p>
        </w:tc>
        <w:tc>
          <w:tcPr>
            <w:tcW w:w="11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33CBD91" w14:textId="77777777" w:rsidR="00A93B62" w:rsidRPr="00A93B62" w:rsidRDefault="00A93B62" w:rsidP="00D40F8F">
            <w:pPr>
              <w:jc w:val="center"/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08"/>
                  <w:enabled/>
                  <w:calcOnExit w:val="0"/>
                  <w:textInput/>
                </w:ffData>
              </w:fldChar>
            </w:r>
            <w:bookmarkStart w:id="67" w:name="Texte108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67"/>
          </w:p>
        </w:tc>
        <w:tc>
          <w:tcPr>
            <w:tcW w:w="39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C4112A9" w14:textId="77777777" w:rsidR="00A93B62" w:rsidRPr="00A93B62" w:rsidRDefault="00A93B62" w:rsidP="00D40F8F">
            <w:pPr>
              <w:jc w:val="center"/>
              <w:rPr>
                <w:sz w:val="14"/>
                <w:szCs w:val="14"/>
              </w:rPr>
            </w:pPr>
            <w:r w:rsidRPr="00A93B62">
              <w:rPr>
                <w:sz w:val="14"/>
                <w:szCs w:val="14"/>
              </w:rPr>
              <w:fldChar w:fldCharType="begin">
                <w:ffData>
                  <w:name w:val="Texte128"/>
                  <w:enabled/>
                  <w:calcOnExit w:val="0"/>
                  <w:textInput/>
                </w:ffData>
              </w:fldChar>
            </w:r>
            <w:bookmarkStart w:id="68" w:name="Texte128"/>
            <w:r w:rsidRPr="00A93B62">
              <w:rPr>
                <w:sz w:val="14"/>
                <w:szCs w:val="14"/>
              </w:rPr>
              <w:instrText xml:space="preserve"> FORMTEXT </w:instrText>
            </w:r>
            <w:r w:rsidRPr="00A93B62">
              <w:rPr>
                <w:sz w:val="14"/>
                <w:szCs w:val="14"/>
              </w:rPr>
            </w:r>
            <w:r w:rsidRPr="00A93B62">
              <w:rPr>
                <w:sz w:val="14"/>
                <w:szCs w:val="14"/>
              </w:rPr>
              <w:fldChar w:fldCharType="separate"/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noProof/>
                <w:sz w:val="14"/>
                <w:szCs w:val="14"/>
              </w:rPr>
              <w:t> </w:t>
            </w:r>
            <w:r w:rsidRPr="00A93B62">
              <w:rPr>
                <w:sz w:val="14"/>
                <w:szCs w:val="14"/>
              </w:rPr>
              <w:fldChar w:fldCharType="end"/>
            </w:r>
            <w:bookmarkEnd w:id="68"/>
          </w:p>
        </w:tc>
      </w:tr>
    </w:tbl>
    <w:p w14:paraId="441D7724" w14:textId="77777777" w:rsidR="00A93B62" w:rsidRDefault="00A93B62" w:rsidP="00DC55F0">
      <w:pPr>
        <w:ind w:right="-1"/>
      </w:pPr>
    </w:p>
    <w:p w14:paraId="7FC33F04" w14:textId="158B8AC0" w:rsidR="00A93B62" w:rsidRDefault="00A93B62" w:rsidP="00DC55F0">
      <w:pPr>
        <w:ind w:right="-1"/>
      </w:pPr>
      <w:r>
        <w:br w:type="page"/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978"/>
      </w:tblGrid>
      <w:tr w:rsidR="00A93B62" w:rsidRPr="00FC5B91" w14:paraId="0FD72D61" w14:textId="77777777" w:rsidTr="00A93B62">
        <w:trPr>
          <w:trHeight w:hRule="exact" w:val="729"/>
        </w:trPr>
        <w:tc>
          <w:tcPr>
            <w:tcW w:w="5000" w:type="pct"/>
            <w:vAlign w:val="center"/>
          </w:tcPr>
          <w:p w14:paraId="37B0AC85" w14:textId="77777777" w:rsidR="00A93B62" w:rsidRPr="00A93B62" w:rsidRDefault="00A93B62" w:rsidP="00A93B62">
            <w:pPr>
              <w:pStyle w:val="Titre1"/>
            </w:pPr>
            <w:r w:rsidRPr="00A93B62">
              <w:lastRenderedPageBreak/>
              <w:t>Référencement fournisseurs/ Cartographie Andra</w:t>
            </w:r>
          </w:p>
        </w:tc>
      </w:tr>
      <w:tr w:rsidR="00A93B62" w:rsidRPr="00FC5B91" w14:paraId="6164D984" w14:textId="77777777" w:rsidTr="00A93B62">
        <w:trPr>
          <w:trHeight w:val="2097"/>
        </w:trPr>
        <w:tc>
          <w:tcPr>
            <w:tcW w:w="5000" w:type="pct"/>
            <w:vAlign w:val="center"/>
          </w:tcPr>
          <w:p w14:paraId="4CF4AB85" w14:textId="77777777" w:rsidR="00A93B62" w:rsidRPr="001D0A58" w:rsidRDefault="00A93B62" w:rsidP="00D40F8F">
            <w:pPr>
              <w:pStyle w:val="Corpsdetexte"/>
            </w:pPr>
            <w:r w:rsidRPr="001D0A58">
              <w:t xml:space="preserve">Identifier les </w:t>
            </w:r>
            <w:r>
              <w:t xml:space="preserve">domaines sur lesquels vous vous estimez compétents en sélectionnant le ou les numéros du ou des codes articles depuis le document XLS, référencé </w:t>
            </w:r>
            <w:r w:rsidRPr="00116E4F">
              <w:t xml:space="preserve">147 </w:t>
            </w:r>
            <w:r>
              <w:t xml:space="preserve">Fiche identité fournisseur - </w:t>
            </w:r>
            <w:r w:rsidRPr="00116E4F">
              <w:t>Cart</w:t>
            </w:r>
            <w:r>
              <w:t xml:space="preserve">ographie Andra, à télécharger sur notre site </w:t>
            </w:r>
            <w:hyperlink r:id="rId14" w:history="1">
              <w:r w:rsidRPr="00105151">
                <w:rPr>
                  <w:rStyle w:val="Lienhypertexte"/>
                </w:rPr>
                <w:t>www.andra.fr</w:t>
              </w:r>
            </w:hyperlink>
            <w:r w:rsidRPr="008C7B2C">
              <w:rPr>
                <w:sz w:val="2"/>
                <w:szCs w:val="2"/>
              </w:rPr>
              <w:t xml:space="preserve"> </w:t>
            </w:r>
            <w:r>
              <w:t>, depuis le menu « </w:t>
            </w:r>
            <w:hyperlink r:id="rId15" w:history="1">
              <w:r w:rsidRPr="00E31D98">
                <w:rPr>
                  <w:color w:val="0000FF"/>
                  <w:u w:val="single"/>
                </w:rPr>
                <w:t>Être identifié par l’équipe achats (andra.fr)</w:t>
              </w:r>
            </w:hyperlink>
            <w:r>
              <w:t> ».</w:t>
            </w:r>
          </w:p>
        </w:tc>
      </w:tr>
    </w:tbl>
    <w:p w14:paraId="2556A172" w14:textId="4C337C64" w:rsidR="00DD7273" w:rsidRDefault="00DD7273" w:rsidP="00DC55F0">
      <w:pPr>
        <w:ind w:right="-1"/>
      </w:pPr>
      <w:r>
        <w:br w:type="page"/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978"/>
      </w:tblGrid>
      <w:tr w:rsidR="00DD7273" w:rsidRPr="00E71712" w14:paraId="648372EB" w14:textId="77777777" w:rsidTr="001447FA">
        <w:trPr>
          <w:trHeight w:hRule="exact" w:val="318"/>
        </w:trPr>
        <w:tc>
          <w:tcPr>
            <w:tcW w:w="5000" w:type="pct"/>
            <w:vAlign w:val="center"/>
          </w:tcPr>
          <w:p w14:paraId="37DA6C48" w14:textId="77777777" w:rsidR="00DD7273" w:rsidRDefault="00DD7273" w:rsidP="00D40F8F">
            <w:pPr>
              <w:rPr>
                <w:b/>
                <w:color w:val="00B050"/>
                <w:szCs w:val="20"/>
              </w:rPr>
            </w:pPr>
            <w:r w:rsidRPr="00E71712">
              <w:rPr>
                <w:b/>
                <w:szCs w:val="20"/>
              </w:rPr>
              <w:lastRenderedPageBreak/>
              <w:t xml:space="preserve">Partie II </w:t>
            </w:r>
            <w:r w:rsidRPr="00E71712">
              <w:rPr>
                <w:b/>
                <w:color w:val="00B050"/>
                <w:szCs w:val="20"/>
              </w:rPr>
              <w:t>(réservée à l’Andra)</w:t>
            </w:r>
          </w:p>
          <w:p w14:paraId="25EE0309" w14:textId="77777777" w:rsidR="001447FA" w:rsidRDefault="001447FA" w:rsidP="00D40F8F">
            <w:pPr>
              <w:rPr>
                <w:b/>
                <w:color w:val="00B050"/>
                <w:szCs w:val="20"/>
              </w:rPr>
            </w:pPr>
          </w:p>
          <w:p w14:paraId="202C74A4" w14:textId="77777777" w:rsidR="001447FA" w:rsidRPr="00E71712" w:rsidRDefault="001447FA" w:rsidP="00D40F8F">
            <w:pPr>
              <w:rPr>
                <w:szCs w:val="20"/>
              </w:rPr>
            </w:pPr>
          </w:p>
        </w:tc>
      </w:tr>
      <w:tr w:rsidR="00DD7273" w:rsidRPr="00753CCF" w14:paraId="27605F63" w14:textId="77777777" w:rsidTr="001447FA">
        <w:trPr>
          <w:trHeight w:hRule="exact" w:val="252"/>
        </w:trPr>
        <w:tc>
          <w:tcPr>
            <w:tcW w:w="5000" w:type="pct"/>
            <w:tcBorders>
              <w:bottom w:val="single" w:sz="4" w:space="0" w:color="A6A6A6" w:themeColor="background1" w:themeShade="A6"/>
            </w:tcBorders>
            <w:vAlign w:val="center"/>
          </w:tcPr>
          <w:p w14:paraId="21DC9C2E" w14:textId="77777777" w:rsidR="00DD7273" w:rsidRPr="00753CCF" w:rsidRDefault="00DD7273" w:rsidP="001447FA">
            <w:pPr>
              <w:pStyle w:val="Titre3"/>
              <w:numPr>
                <w:ilvl w:val="0"/>
                <w:numId w:val="0"/>
              </w:numPr>
              <w:spacing w:before="0"/>
              <w:ind w:left="1134" w:hanging="1134"/>
              <w:jc w:val="center"/>
            </w:pPr>
            <w:r w:rsidRPr="0055022F">
              <w:t>Résultats de l’évaluation</w:t>
            </w:r>
          </w:p>
        </w:tc>
      </w:tr>
      <w:tr w:rsidR="00DD7273" w:rsidRPr="00753CCF" w14:paraId="0069ACE0" w14:textId="77777777" w:rsidTr="00DD7273">
        <w:trPr>
          <w:trHeight w:hRule="exact" w:val="283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38282A" w14:textId="77777777" w:rsidR="00DD7273" w:rsidRPr="0055022F" w:rsidRDefault="00DD7273" w:rsidP="00D40F8F">
            <w:pPr>
              <w:rPr>
                <w:b/>
              </w:rPr>
            </w:pPr>
            <w:r w:rsidRPr="0055022F">
              <w:rPr>
                <w:b/>
              </w:rPr>
              <w:t>Volume d’affaire</w:t>
            </w:r>
          </w:p>
        </w:tc>
      </w:tr>
      <w:tr w:rsidR="00DD7273" w:rsidRPr="00753CCF" w14:paraId="056CACD6" w14:textId="77777777" w:rsidTr="00DD7273">
        <w:trPr>
          <w:trHeight w:hRule="exact" w:val="283"/>
        </w:trPr>
        <w:tc>
          <w:tcPr>
            <w:tcW w:w="5000" w:type="pct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119CA24" w14:textId="77777777" w:rsidR="00DD7273" w:rsidRPr="0055022F" w:rsidRDefault="0049469A" w:rsidP="00D40F8F">
            <w:sdt>
              <w:sdtPr>
                <w:rPr>
                  <w:color w:val="00B050"/>
                  <w:sz w:val="22"/>
                  <w:szCs w:val="22"/>
                </w:rPr>
                <w:id w:val="390386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7273">
                  <w:rPr>
                    <w:rFonts w:ascii="MS Gothic" w:eastAsia="MS Gothic" w:hAnsi="MS Gothic" w:hint="eastAsia"/>
                    <w:color w:val="00B050"/>
                    <w:sz w:val="22"/>
                    <w:szCs w:val="22"/>
                  </w:rPr>
                  <w:t>☐</w:t>
                </w:r>
              </w:sdtContent>
            </w:sdt>
            <w:r w:rsidR="00DD7273" w:rsidRPr="00A15869">
              <w:tab/>
            </w:r>
            <w:r w:rsidR="00DD7273">
              <w:t>Première affaire Andra</w:t>
            </w:r>
          </w:p>
        </w:tc>
      </w:tr>
      <w:tr w:rsidR="00DD7273" w:rsidRPr="00753CCF" w14:paraId="7125102B" w14:textId="77777777" w:rsidTr="00DD7273">
        <w:trPr>
          <w:trHeight w:hRule="exact" w:val="283"/>
        </w:trPr>
        <w:tc>
          <w:tcPr>
            <w:tcW w:w="5000" w:type="pct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2F42DE" w14:textId="77777777" w:rsidR="00DD7273" w:rsidRPr="0055022F" w:rsidRDefault="0049469A" w:rsidP="00D40F8F">
            <w:sdt>
              <w:sdtPr>
                <w:rPr>
                  <w:color w:val="00B050"/>
                  <w:sz w:val="22"/>
                  <w:szCs w:val="22"/>
                </w:rPr>
                <w:id w:val="892851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7273">
                  <w:rPr>
                    <w:rFonts w:ascii="MS Gothic" w:eastAsia="MS Gothic" w:hAnsi="MS Gothic" w:hint="eastAsia"/>
                    <w:color w:val="00B050"/>
                    <w:sz w:val="22"/>
                    <w:szCs w:val="22"/>
                  </w:rPr>
                  <w:t>☐</w:t>
                </w:r>
              </w:sdtContent>
            </w:sdt>
            <w:r w:rsidR="00DD7273" w:rsidRPr="00A15869">
              <w:tab/>
              <w:t>Chiffre d'affaires annuel avec l'Andra &gt; 45 K</w:t>
            </w:r>
            <w:r w:rsidR="00DD7273" w:rsidRPr="00ED6DED">
              <w:rPr>
                <w:rFonts w:cs="Arial"/>
              </w:rPr>
              <w:t>€</w:t>
            </w:r>
          </w:p>
        </w:tc>
      </w:tr>
      <w:tr w:rsidR="00DD7273" w:rsidRPr="00753CCF" w14:paraId="74C4263A" w14:textId="77777777" w:rsidTr="00DD7273">
        <w:trPr>
          <w:trHeight w:hRule="exact" w:val="283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5EA3370" w14:textId="77777777" w:rsidR="00DD7273" w:rsidRPr="0055022F" w:rsidRDefault="00DD7273" w:rsidP="00D40F8F">
            <w:pPr>
              <w:rPr>
                <w:b/>
              </w:rPr>
            </w:pPr>
            <w:r w:rsidRPr="0055022F">
              <w:rPr>
                <w:b/>
              </w:rPr>
              <w:t>Dépendance</w:t>
            </w:r>
          </w:p>
        </w:tc>
      </w:tr>
      <w:tr w:rsidR="00DD7273" w:rsidRPr="00753CCF" w14:paraId="5BA07A0E" w14:textId="77777777" w:rsidTr="00DD7273">
        <w:trPr>
          <w:trHeight w:hRule="exact" w:val="283"/>
        </w:trPr>
        <w:tc>
          <w:tcPr>
            <w:tcW w:w="5000" w:type="pct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3FB7768" w14:textId="77777777" w:rsidR="00DD7273" w:rsidRPr="0020484A" w:rsidRDefault="00DD7273" w:rsidP="00D40F8F">
            <w:r w:rsidRPr="0020484A">
              <w:t>Taux de dépendance du fournisseur par rapport à l'Andra</w:t>
            </w:r>
            <w:r>
              <w:t xml:space="preserve"> :  </w:t>
            </w:r>
            <w:r>
              <w:rPr>
                <w:color w:val="00B050"/>
              </w:rPr>
              <w:fldChar w:fldCharType="begin">
                <w:ffData>
                  <w:name w:val="Texte116"/>
                  <w:enabled/>
                  <w:calcOnExit w:val="0"/>
                  <w:textInput/>
                </w:ffData>
              </w:fldChar>
            </w:r>
            <w:bookmarkStart w:id="69" w:name="Texte116"/>
            <w:r>
              <w:rPr>
                <w:color w:val="00B050"/>
              </w:rPr>
              <w:instrText xml:space="preserve"> FORMTEXT </w:instrText>
            </w:r>
            <w:r>
              <w:rPr>
                <w:color w:val="00B050"/>
              </w:rPr>
            </w:r>
            <w:r>
              <w:rPr>
                <w:color w:val="00B050"/>
              </w:rPr>
              <w:fldChar w:fldCharType="separate"/>
            </w:r>
            <w:r>
              <w:rPr>
                <w:noProof/>
                <w:color w:val="00B050"/>
              </w:rPr>
              <w:t> </w:t>
            </w:r>
            <w:r>
              <w:rPr>
                <w:noProof/>
                <w:color w:val="00B050"/>
              </w:rPr>
              <w:t> </w:t>
            </w:r>
            <w:r>
              <w:rPr>
                <w:noProof/>
                <w:color w:val="00B050"/>
              </w:rPr>
              <w:t> </w:t>
            </w:r>
            <w:r>
              <w:rPr>
                <w:noProof/>
                <w:color w:val="00B050"/>
              </w:rPr>
              <w:t> </w:t>
            </w:r>
            <w:r>
              <w:rPr>
                <w:noProof/>
                <w:color w:val="00B050"/>
              </w:rPr>
              <w:t> </w:t>
            </w:r>
            <w:r>
              <w:rPr>
                <w:color w:val="00B050"/>
              </w:rPr>
              <w:fldChar w:fldCharType="end"/>
            </w:r>
            <w:bookmarkEnd w:id="69"/>
            <w:r>
              <w:rPr>
                <w:color w:val="00B050"/>
              </w:rPr>
              <w:t xml:space="preserve">          </w:t>
            </w:r>
            <w:r w:rsidRPr="0020484A">
              <w:t>%</w:t>
            </w:r>
          </w:p>
          <w:p w14:paraId="01209FD6" w14:textId="77777777" w:rsidR="00DD7273" w:rsidRPr="0055022F" w:rsidRDefault="00DD7273" w:rsidP="00D40F8F"/>
        </w:tc>
      </w:tr>
      <w:tr w:rsidR="00DD7273" w:rsidRPr="00180A4E" w14:paraId="1B3CB6F9" w14:textId="77777777" w:rsidTr="00DD7273">
        <w:trPr>
          <w:trHeight w:hRule="exact" w:val="1417"/>
        </w:trPr>
        <w:tc>
          <w:tcPr>
            <w:tcW w:w="5000" w:type="pct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6775676" w14:textId="77777777" w:rsidR="00DD7273" w:rsidRPr="00180A4E" w:rsidRDefault="00DD7273" w:rsidP="00D40F8F">
            <w:pPr>
              <w:rPr>
                <w:color w:val="00B050"/>
              </w:rPr>
            </w:pPr>
            <w:r w:rsidRPr="00180A4E">
              <w:rPr>
                <w:color w:val="00B050"/>
              </w:rPr>
              <w:fldChar w:fldCharType="begin">
                <w:ffData>
                  <w:name w:val="Texte117"/>
                  <w:enabled/>
                  <w:calcOnExit w:val="0"/>
                  <w:textInput/>
                </w:ffData>
              </w:fldChar>
            </w:r>
            <w:bookmarkStart w:id="70" w:name="Texte117"/>
            <w:r w:rsidRPr="00180A4E">
              <w:rPr>
                <w:color w:val="00B050"/>
              </w:rPr>
              <w:instrText xml:space="preserve"> FORMTEXT </w:instrText>
            </w:r>
            <w:r w:rsidRPr="00180A4E">
              <w:rPr>
                <w:color w:val="00B050"/>
              </w:rPr>
            </w:r>
            <w:r w:rsidRPr="00180A4E">
              <w:rPr>
                <w:color w:val="00B050"/>
              </w:rPr>
              <w:fldChar w:fldCharType="separate"/>
            </w:r>
            <w:r w:rsidRPr="00180A4E">
              <w:rPr>
                <w:noProof/>
                <w:color w:val="00B050"/>
              </w:rPr>
              <w:t> </w:t>
            </w:r>
            <w:r w:rsidRPr="00180A4E">
              <w:rPr>
                <w:noProof/>
                <w:color w:val="00B050"/>
              </w:rPr>
              <w:t> </w:t>
            </w:r>
            <w:r w:rsidRPr="00180A4E">
              <w:rPr>
                <w:noProof/>
                <w:color w:val="00B050"/>
              </w:rPr>
              <w:t> </w:t>
            </w:r>
            <w:r w:rsidRPr="00180A4E">
              <w:rPr>
                <w:noProof/>
                <w:color w:val="00B050"/>
              </w:rPr>
              <w:t> </w:t>
            </w:r>
            <w:r w:rsidRPr="00180A4E">
              <w:rPr>
                <w:noProof/>
                <w:color w:val="00B050"/>
              </w:rPr>
              <w:t> </w:t>
            </w:r>
            <w:r w:rsidRPr="00180A4E">
              <w:rPr>
                <w:color w:val="00B050"/>
              </w:rPr>
              <w:fldChar w:fldCharType="end"/>
            </w:r>
            <w:bookmarkEnd w:id="70"/>
          </w:p>
        </w:tc>
      </w:tr>
      <w:tr w:rsidR="00DD7273" w:rsidRPr="00753CCF" w14:paraId="6B8854F2" w14:textId="77777777" w:rsidTr="00DD7273">
        <w:trPr>
          <w:trHeight w:hRule="exact" w:val="283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3443A97" w14:textId="77777777" w:rsidR="00DD7273" w:rsidRPr="0055022F" w:rsidRDefault="00DD7273" w:rsidP="00D40F8F">
            <w:r>
              <w:rPr>
                <w:b/>
              </w:rPr>
              <w:t xml:space="preserve">Notation financière :  </w:t>
            </w:r>
            <w:r>
              <w:rPr>
                <w:b/>
                <w:color w:val="00B050"/>
              </w:rPr>
              <w:fldChar w:fldCharType="begin">
                <w:ffData>
                  <w:name w:val="Texte118"/>
                  <w:enabled/>
                  <w:calcOnExit w:val="0"/>
                  <w:textInput/>
                </w:ffData>
              </w:fldChar>
            </w:r>
            <w:bookmarkStart w:id="71" w:name="Texte118"/>
            <w:r>
              <w:rPr>
                <w:b/>
                <w:color w:val="00B050"/>
              </w:rPr>
              <w:instrText xml:space="preserve"> FORMTEXT </w:instrText>
            </w:r>
            <w:r>
              <w:rPr>
                <w:b/>
                <w:color w:val="00B050"/>
              </w:rPr>
            </w:r>
            <w:r>
              <w:rPr>
                <w:b/>
                <w:color w:val="00B050"/>
              </w:rPr>
              <w:fldChar w:fldCharType="separate"/>
            </w:r>
            <w:r>
              <w:rPr>
                <w:b/>
                <w:noProof/>
                <w:color w:val="00B050"/>
              </w:rPr>
              <w:t> </w:t>
            </w:r>
            <w:r>
              <w:rPr>
                <w:b/>
                <w:noProof/>
                <w:color w:val="00B050"/>
              </w:rPr>
              <w:t> </w:t>
            </w:r>
            <w:r>
              <w:rPr>
                <w:b/>
                <w:noProof/>
                <w:color w:val="00B050"/>
              </w:rPr>
              <w:t> </w:t>
            </w:r>
            <w:r>
              <w:rPr>
                <w:b/>
                <w:noProof/>
                <w:color w:val="00B050"/>
              </w:rPr>
              <w:t> </w:t>
            </w:r>
            <w:r>
              <w:rPr>
                <w:b/>
                <w:noProof/>
                <w:color w:val="00B050"/>
              </w:rPr>
              <w:t> </w:t>
            </w:r>
            <w:r>
              <w:rPr>
                <w:b/>
                <w:color w:val="00B050"/>
              </w:rPr>
              <w:fldChar w:fldCharType="end"/>
            </w:r>
            <w:bookmarkEnd w:id="71"/>
            <w:r>
              <w:rPr>
                <w:b/>
                <w:color w:val="00B050"/>
              </w:rPr>
              <w:t xml:space="preserve">         </w:t>
            </w:r>
            <w:r>
              <w:rPr>
                <w:b/>
              </w:rPr>
              <w:t xml:space="preserve">/10   le </w:t>
            </w:r>
            <w:sdt>
              <w:sdtPr>
                <w:rPr>
                  <w:b/>
                </w:rPr>
                <w:alias w:val="Le (date)"/>
                <w:tag w:val="Le (date)"/>
                <w:id w:val="-1779251747"/>
                <w:placeholder>
                  <w:docPart w:val="1E6203FC9CD84CF9AA17A60EA0313466"/>
                </w:placeholder>
                <w:showingPlcHdr/>
                <w15:color w:val="008000"/>
                <w:date>
                  <w:dateFormat w:val="dd/MM/yyyy"/>
                  <w:lid w:val="fr-FR"/>
                  <w:storeMappedDataAs w:val="dateTime"/>
                  <w:calendar w:val="gregorian"/>
                </w:date>
              </w:sdtPr>
              <w:sdtEndPr/>
              <w:sdtContent>
                <w:r w:rsidRPr="0042532F">
                  <w:rPr>
                    <w:b/>
                    <w:color w:val="008000"/>
                  </w:rPr>
                  <w:t>date</w:t>
                </w:r>
              </w:sdtContent>
            </w:sdt>
          </w:p>
        </w:tc>
      </w:tr>
      <w:tr w:rsidR="00DD7273" w:rsidRPr="00753CCF" w14:paraId="5A254C63" w14:textId="77777777" w:rsidTr="00DD7273">
        <w:trPr>
          <w:trHeight w:hRule="exact" w:val="964"/>
        </w:trPr>
        <w:tc>
          <w:tcPr>
            <w:tcW w:w="5000" w:type="pct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2FBA8E" w14:textId="77777777" w:rsidR="00DD7273" w:rsidRDefault="00DD7273" w:rsidP="00D40F8F">
            <w:pPr>
              <w:rPr>
                <w:bCs/>
                <w:iCs/>
              </w:rPr>
            </w:pPr>
            <w:r w:rsidRPr="00ED6DED">
              <w:rPr>
                <w:bCs/>
                <w:iCs/>
              </w:rPr>
              <w:t xml:space="preserve">Autres </w:t>
            </w:r>
            <w:r>
              <w:rPr>
                <w:bCs/>
                <w:iCs/>
              </w:rPr>
              <w:t xml:space="preserve">informations financières </w:t>
            </w:r>
            <w:r w:rsidRPr="00ED6DED">
              <w:rPr>
                <w:bCs/>
                <w:iCs/>
              </w:rPr>
              <w:t>(éléments du rapport d'activité, du bilan, etc.)</w:t>
            </w:r>
            <w:r>
              <w:rPr>
                <w:bCs/>
                <w:iCs/>
              </w:rPr>
              <w:t xml:space="preserve"> : </w:t>
            </w:r>
          </w:p>
          <w:p w14:paraId="0A14C70F" w14:textId="77777777" w:rsidR="00DD7273" w:rsidRDefault="00DD7273" w:rsidP="00D40F8F">
            <w:pPr>
              <w:rPr>
                <w:b/>
              </w:rPr>
            </w:pPr>
            <w:r w:rsidRPr="00180A4E">
              <w:rPr>
                <w:b/>
                <w:noProof/>
                <w:color w:val="00B050"/>
              </w:rPr>
              <w:fldChar w:fldCharType="begin">
                <w:ffData>
                  <w:name w:val="Texte119"/>
                  <w:enabled/>
                  <w:calcOnExit w:val="0"/>
                  <w:textInput/>
                </w:ffData>
              </w:fldChar>
            </w:r>
            <w:bookmarkStart w:id="72" w:name="Texte119"/>
            <w:r w:rsidRPr="00180A4E">
              <w:rPr>
                <w:b/>
                <w:noProof/>
                <w:color w:val="00B050"/>
              </w:rPr>
              <w:instrText xml:space="preserve"> FORMTEXT </w:instrText>
            </w:r>
            <w:r w:rsidRPr="00180A4E">
              <w:rPr>
                <w:b/>
                <w:noProof/>
                <w:color w:val="00B050"/>
              </w:rPr>
            </w:r>
            <w:r w:rsidRPr="00180A4E">
              <w:rPr>
                <w:b/>
                <w:noProof/>
                <w:color w:val="00B050"/>
              </w:rPr>
              <w:fldChar w:fldCharType="separate"/>
            </w:r>
            <w:r w:rsidRPr="00180A4E">
              <w:rPr>
                <w:b/>
                <w:noProof/>
                <w:color w:val="00B050"/>
              </w:rPr>
              <w:t> </w:t>
            </w:r>
            <w:r w:rsidRPr="00180A4E">
              <w:rPr>
                <w:b/>
                <w:noProof/>
                <w:color w:val="00B050"/>
              </w:rPr>
              <w:t> </w:t>
            </w:r>
            <w:r w:rsidRPr="00180A4E">
              <w:rPr>
                <w:b/>
                <w:noProof/>
                <w:color w:val="00B050"/>
              </w:rPr>
              <w:t> </w:t>
            </w:r>
            <w:r w:rsidRPr="00180A4E">
              <w:rPr>
                <w:b/>
                <w:noProof/>
                <w:color w:val="00B050"/>
              </w:rPr>
              <w:t> </w:t>
            </w:r>
            <w:r w:rsidRPr="00180A4E">
              <w:rPr>
                <w:b/>
                <w:noProof/>
                <w:color w:val="00B050"/>
              </w:rPr>
              <w:t> </w:t>
            </w:r>
            <w:r w:rsidRPr="00180A4E">
              <w:rPr>
                <w:b/>
                <w:noProof/>
                <w:color w:val="00B050"/>
              </w:rPr>
              <w:fldChar w:fldCharType="end"/>
            </w:r>
            <w:bookmarkEnd w:id="72"/>
          </w:p>
        </w:tc>
      </w:tr>
      <w:tr w:rsidR="00DD7273" w:rsidRPr="00753CCF" w14:paraId="13B2F9DB" w14:textId="77777777" w:rsidTr="00DD7273">
        <w:trPr>
          <w:trHeight w:hRule="exact" w:val="283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3F045CF" w14:textId="77777777" w:rsidR="00DD7273" w:rsidRPr="00ED6DED" w:rsidRDefault="00DD7273" w:rsidP="00D40F8F">
            <w:pPr>
              <w:rPr>
                <w:bCs/>
                <w:iCs/>
              </w:rPr>
            </w:pPr>
            <w:r w:rsidRPr="00ED6DED">
              <w:rPr>
                <w:b/>
              </w:rPr>
              <w:t>Évaluation technique et qualité du fournisseur</w:t>
            </w:r>
          </w:p>
        </w:tc>
      </w:tr>
      <w:tr w:rsidR="00DD7273" w:rsidRPr="00180A4E" w14:paraId="20089668" w14:textId="77777777" w:rsidTr="00DD7273">
        <w:trPr>
          <w:trHeight w:hRule="exact" w:val="1417"/>
        </w:trPr>
        <w:tc>
          <w:tcPr>
            <w:tcW w:w="5000" w:type="pct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28105D" w14:textId="77777777" w:rsidR="00DD7273" w:rsidRPr="00180A4E" w:rsidRDefault="00DD7273" w:rsidP="00D40F8F">
            <w:pPr>
              <w:rPr>
                <w:b/>
                <w:color w:val="00B050"/>
              </w:rPr>
            </w:pPr>
            <w:r>
              <w:rPr>
                <w:b/>
                <w:color w:val="00B050"/>
              </w:rPr>
              <w:fldChar w:fldCharType="begin">
                <w:ffData>
                  <w:name w:val="Texte120"/>
                  <w:enabled/>
                  <w:calcOnExit w:val="0"/>
                  <w:textInput/>
                </w:ffData>
              </w:fldChar>
            </w:r>
            <w:r>
              <w:rPr>
                <w:b/>
                <w:color w:val="00B050"/>
              </w:rPr>
              <w:instrText xml:space="preserve"> </w:instrText>
            </w:r>
            <w:bookmarkStart w:id="73" w:name="Texte120"/>
            <w:r>
              <w:rPr>
                <w:b/>
                <w:color w:val="00B050"/>
              </w:rPr>
              <w:instrText xml:space="preserve">FORMTEXT </w:instrText>
            </w:r>
            <w:r>
              <w:rPr>
                <w:b/>
                <w:color w:val="00B050"/>
              </w:rPr>
            </w:r>
            <w:r>
              <w:rPr>
                <w:b/>
                <w:color w:val="00B050"/>
              </w:rPr>
              <w:fldChar w:fldCharType="separate"/>
            </w:r>
            <w:r>
              <w:rPr>
                <w:b/>
                <w:noProof/>
                <w:color w:val="00B050"/>
              </w:rPr>
              <w:t> </w:t>
            </w:r>
            <w:r>
              <w:rPr>
                <w:b/>
                <w:noProof/>
                <w:color w:val="00B050"/>
              </w:rPr>
              <w:t> </w:t>
            </w:r>
            <w:r>
              <w:rPr>
                <w:b/>
                <w:noProof/>
                <w:color w:val="00B050"/>
              </w:rPr>
              <w:t> </w:t>
            </w:r>
            <w:r>
              <w:rPr>
                <w:b/>
                <w:noProof/>
                <w:color w:val="00B050"/>
              </w:rPr>
              <w:t> </w:t>
            </w:r>
            <w:r>
              <w:rPr>
                <w:b/>
                <w:noProof/>
                <w:color w:val="00B050"/>
              </w:rPr>
              <w:t> </w:t>
            </w:r>
            <w:r>
              <w:rPr>
                <w:b/>
                <w:color w:val="00B050"/>
              </w:rPr>
              <w:fldChar w:fldCharType="end"/>
            </w:r>
            <w:bookmarkEnd w:id="73"/>
          </w:p>
        </w:tc>
      </w:tr>
      <w:tr w:rsidR="00DD7273" w:rsidRPr="00753CCF" w14:paraId="0E8C8234" w14:textId="77777777" w:rsidTr="00DD7273">
        <w:trPr>
          <w:trHeight w:val="340"/>
        </w:trPr>
        <w:tc>
          <w:tcPr>
            <w:tcW w:w="5000" w:type="pct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47EC65D" w14:textId="77777777" w:rsidR="00DD7273" w:rsidRPr="00ED6DED" w:rsidRDefault="00DD7273" w:rsidP="00D40F8F">
            <w:pPr>
              <w:rPr>
                <w:b/>
              </w:rPr>
            </w:pPr>
            <w:r w:rsidRPr="00ED6DED">
              <w:rPr>
                <w:b/>
              </w:rPr>
              <w:t>L'évaluation</w:t>
            </w:r>
            <w:r>
              <w:rPr>
                <w:b/>
              </w:rPr>
              <w:t xml:space="preserve"> globale</w:t>
            </w:r>
            <w:r w:rsidRPr="00ED6DED">
              <w:rPr>
                <w:b/>
              </w:rPr>
              <w:t xml:space="preserve"> </w:t>
            </w:r>
            <w:r w:rsidRPr="00E86735">
              <w:t xml:space="preserve">est </w:t>
            </w:r>
            <w:sdt>
              <w:sdtPr>
                <w:rPr>
                  <w:color w:val="008000"/>
                  <w:sz w:val="22"/>
                  <w:szCs w:val="22"/>
                </w:rPr>
                <w:id w:val="968552140"/>
                <w15:color w:val="339966"/>
                <w14:checkbox>
                  <w14:checked w14:val="0"/>
                  <w14:checkedState w14:val="004A" w14:font="Wingdings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8000"/>
                    <w:sz w:val="22"/>
                    <w:szCs w:val="22"/>
                  </w:rPr>
                  <w:t>☐</w:t>
                </w:r>
              </w:sdtContent>
            </w:sdt>
            <w:r w:rsidRPr="00E86735">
              <w:t xml:space="preserve"> </w:t>
            </w:r>
            <w:r w:rsidRPr="00E86735">
              <w:rPr>
                <w:color w:val="00B050"/>
              </w:rPr>
              <w:t xml:space="preserve">Satisfaisante </w:t>
            </w:r>
            <w:sdt>
              <w:sdtPr>
                <w:rPr>
                  <w:color w:val="008000"/>
                  <w:sz w:val="22"/>
                  <w:szCs w:val="22"/>
                </w:rPr>
                <w:id w:val="-1495253733"/>
                <w15:color w:val="339966"/>
                <w14:checkbox>
                  <w14:checked w14:val="0"/>
                  <w14:checkedState w14:val="004A" w14:font="Wingdings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8000"/>
                    <w:sz w:val="22"/>
                    <w:szCs w:val="22"/>
                  </w:rPr>
                  <w:t>☐</w:t>
                </w:r>
              </w:sdtContent>
            </w:sdt>
            <w:r w:rsidRPr="00E86735">
              <w:t xml:space="preserve"> </w:t>
            </w:r>
            <w:r w:rsidRPr="00E86735">
              <w:rPr>
                <w:color w:val="00B050"/>
              </w:rPr>
              <w:t>Satisfaisante sous réserve d’une surveillance particulière sur points de vigilance identifiés</w:t>
            </w:r>
            <w:r w:rsidRPr="0042532F">
              <w:rPr>
                <w:color w:val="008000"/>
              </w:rPr>
              <w:t xml:space="preserve">.  </w:t>
            </w:r>
            <w:sdt>
              <w:sdtPr>
                <w:rPr>
                  <w:color w:val="008000"/>
                  <w:sz w:val="22"/>
                  <w:szCs w:val="22"/>
                </w:rPr>
                <w:id w:val="-1994409712"/>
                <w15:color w:val="339966"/>
                <w14:checkbox>
                  <w14:checked w14:val="0"/>
                  <w14:checkedState w14:val="004C" w14:font="Wingdings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8000"/>
                    <w:sz w:val="22"/>
                    <w:szCs w:val="22"/>
                  </w:rPr>
                  <w:t>☐</w:t>
                </w:r>
              </w:sdtContent>
            </w:sdt>
            <w:r w:rsidRPr="0042532F">
              <w:rPr>
                <w:color w:val="00FF00"/>
              </w:rPr>
              <w:t xml:space="preserve"> </w:t>
            </w:r>
            <w:r w:rsidRPr="00E86735">
              <w:rPr>
                <w:color w:val="00B050"/>
              </w:rPr>
              <w:t>Non satisfaisante</w:t>
            </w:r>
          </w:p>
        </w:tc>
      </w:tr>
      <w:tr w:rsidR="00DD7273" w:rsidRPr="00753CCF" w14:paraId="2424ED75" w14:textId="77777777" w:rsidTr="00DD7273">
        <w:trPr>
          <w:trHeight w:val="340"/>
        </w:trPr>
        <w:tc>
          <w:tcPr>
            <w:tcW w:w="5000" w:type="pct"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F6BC302" w14:textId="77777777" w:rsidR="00DD7273" w:rsidRPr="00ED6DED" w:rsidRDefault="00DD7273" w:rsidP="00D40F8F">
            <w:pPr>
              <w:rPr>
                <w:b/>
              </w:rPr>
            </w:pPr>
            <w:r w:rsidRPr="00ED6DED">
              <w:rPr>
                <w:b/>
              </w:rPr>
              <w:t>L'évaluation</w:t>
            </w:r>
            <w:r>
              <w:rPr>
                <w:b/>
              </w:rPr>
              <w:t xml:space="preserve"> technique</w:t>
            </w:r>
            <w:r w:rsidRPr="00ED6DED">
              <w:rPr>
                <w:b/>
              </w:rPr>
              <w:t xml:space="preserve"> est</w:t>
            </w:r>
            <w:r>
              <w:rPr>
                <w:b/>
              </w:rPr>
              <w:t xml:space="preserve"> </w:t>
            </w:r>
            <w:sdt>
              <w:sdtPr>
                <w:rPr>
                  <w:color w:val="008000"/>
                  <w:sz w:val="22"/>
                  <w:szCs w:val="22"/>
                </w:rPr>
                <w:id w:val="1073855623"/>
                <w15:color w:val="339966"/>
                <w14:checkbox>
                  <w14:checked w14:val="0"/>
                  <w14:checkedState w14:val="004A" w14:font="Wingdings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8000"/>
                    <w:sz w:val="22"/>
                    <w:szCs w:val="22"/>
                  </w:rPr>
                  <w:t>☐</w:t>
                </w:r>
              </w:sdtContent>
            </w:sdt>
            <w:r w:rsidRPr="00E86735">
              <w:t xml:space="preserve"> </w:t>
            </w:r>
            <w:r w:rsidRPr="00E86735">
              <w:rPr>
                <w:color w:val="00B050"/>
              </w:rPr>
              <w:t xml:space="preserve">Satisfaisante </w:t>
            </w:r>
            <w:sdt>
              <w:sdtPr>
                <w:rPr>
                  <w:color w:val="008000"/>
                  <w:sz w:val="22"/>
                  <w:szCs w:val="22"/>
                </w:rPr>
                <w:id w:val="-16769565"/>
                <w15:color w:val="339966"/>
                <w14:checkbox>
                  <w14:checked w14:val="0"/>
                  <w14:checkedState w14:val="004A" w14:font="Wingdings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8000"/>
                    <w:sz w:val="22"/>
                    <w:szCs w:val="22"/>
                  </w:rPr>
                  <w:t>☐</w:t>
                </w:r>
              </w:sdtContent>
            </w:sdt>
            <w:r w:rsidRPr="0042532F">
              <w:rPr>
                <w:color w:val="008000"/>
              </w:rPr>
              <w:t xml:space="preserve"> </w:t>
            </w:r>
            <w:r w:rsidRPr="00E86735">
              <w:rPr>
                <w:color w:val="00B050"/>
              </w:rPr>
              <w:t>Satisfaisante sous réserve d’une surveillance particulière sur points de vigilance identifiés</w:t>
            </w:r>
            <w:r w:rsidRPr="0042532F">
              <w:rPr>
                <w:color w:val="008000"/>
              </w:rPr>
              <w:t xml:space="preserve">.  </w:t>
            </w:r>
            <w:r w:rsidRPr="0042532F">
              <w:rPr>
                <w:color w:val="008000"/>
                <w:sz w:val="10"/>
                <w:szCs w:val="10"/>
              </w:rPr>
              <w:t xml:space="preserve"> </w:t>
            </w:r>
            <w:r w:rsidRPr="0042532F">
              <w:rPr>
                <w:color w:val="008000"/>
              </w:rPr>
              <w:t xml:space="preserve"> </w:t>
            </w:r>
            <w:sdt>
              <w:sdtPr>
                <w:rPr>
                  <w:color w:val="008000"/>
                  <w:sz w:val="22"/>
                  <w:szCs w:val="22"/>
                </w:rPr>
                <w:id w:val="1537241824"/>
                <w15:color w:val="339966"/>
                <w14:checkbox>
                  <w14:checked w14:val="0"/>
                  <w14:checkedState w14:val="004C" w14:font="Wingdings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color w:val="008000"/>
                    <w:sz w:val="22"/>
                    <w:szCs w:val="22"/>
                  </w:rPr>
                  <w:t>☐</w:t>
                </w:r>
              </w:sdtContent>
            </w:sdt>
            <w:r w:rsidRPr="0042532F">
              <w:rPr>
                <w:color w:val="008000"/>
              </w:rPr>
              <w:t xml:space="preserve"> </w:t>
            </w:r>
            <w:r w:rsidRPr="00E86735">
              <w:rPr>
                <w:color w:val="00B050"/>
              </w:rPr>
              <w:t>Non satisfaisante</w:t>
            </w:r>
          </w:p>
        </w:tc>
      </w:tr>
      <w:tr w:rsidR="00DD7273" w:rsidRPr="00753CCF" w14:paraId="6D1FC23A" w14:textId="77777777" w:rsidTr="00DD7273">
        <w:trPr>
          <w:trHeight w:hRule="exact" w:val="283"/>
        </w:trPr>
        <w:tc>
          <w:tcPr>
            <w:tcW w:w="500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7B67127" w14:textId="77777777" w:rsidR="00DD7273" w:rsidRPr="00ED6DED" w:rsidRDefault="00DD7273" w:rsidP="00D40F8F">
            <w:pPr>
              <w:rPr>
                <w:b/>
              </w:rPr>
            </w:pPr>
            <w:r w:rsidRPr="00ED6DED">
              <w:rPr>
                <w:b/>
              </w:rPr>
              <w:t xml:space="preserve">Observations / motif d'une évaluation </w:t>
            </w:r>
            <w:r>
              <w:rPr>
                <w:b/>
              </w:rPr>
              <w:t>non satisfaisante / point(s) de vigilance</w:t>
            </w:r>
          </w:p>
        </w:tc>
      </w:tr>
      <w:tr w:rsidR="00DD7273" w:rsidRPr="00180A4E" w14:paraId="0617C8D2" w14:textId="77777777" w:rsidTr="00DD7273">
        <w:trPr>
          <w:trHeight w:val="1417"/>
        </w:trPr>
        <w:tc>
          <w:tcPr>
            <w:tcW w:w="5000" w:type="pct"/>
            <w:tcBorders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6B1BD6" w14:textId="77777777" w:rsidR="00DD7273" w:rsidRPr="00180A4E" w:rsidRDefault="00DD7273" w:rsidP="00D40F8F">
            <w:pPr>
              <w:rPr>
                <w:b/>
                <w:color w:val="00B050"/>
              </w:rPr>
            </w:pPr>
            <w:r w:rsidRPr="00180A4E">
              <w:rPr>
                <w:b/>
                <w:color w:val="00B050"/>
              </w:rPr>
              <w:fldChar w:fldCharType="begin">
                <w:ffData>
                  <w:name w:val="Texte121"/>
                  <w:enabled/>
                  <w:calcOnExit w:val="0"/>
                  <w:textInput/>
                </w:ffData>
              </w:fldChar>
            </w:r>
            <w:bookmarkStart w:id="74" w:name="Texte121"/>
            <w:r w:rsidRPr="00180A4E">
              <w:rPr>
                <w:b/>
                <w:color w:val="00B050"/>
              </w:rPr>
              <w:instrText xml:space="preserve"> FORMTEXT </w:instrText>
            </w:r>
            <w:r w:rsidRPr="00180A4E">
              <w:rPr>
                <w:b/>
                <w:color w:val="00B050"/>
              </w:rPr>
            </w:r>
            <w:r w:rsidRPr="00180A4E">
              <w:rPr>
                <w:b/>
                <w:color w:val="00B050"/>
              </w:rPr>
              <w:fldChar w:fldCharType="separate"/>
            </w:r>
            <w:r w:rsidRPr="00180A4E">
              <w:rPr>
                <w:b/>
                <w:noProof/>
                <w:color w:val="00B050"/>
              </w:rPr>
              <w:t> </w:t>
            </w:r>
            <w:r w:rsidRPr="00180A4E">
              <w:rPr>
                <w:b/>
                <w:noProof/>
                <w:color w:val="00B050"/>
              </w:rPr>
              <w:t> </w:t>
            </w:r>
            <w:r w:rsidRPr="00180A4E">
              <w:rPr>
                <w:b/>
                <w:noProof/>
                <w:color w:val="00B050"/>
              </w:rPr>
              <w:t> </w:t>
            </w:r>
            <w:r w:rsidRPr="00180A4E">
              <w:rPr>
                <w:b/>
                <w:noProof/>
                <w:color w:val="00B050"/>
              </w:rPr>
              <w:t> </w:t>
            </w:r>
            <w:r w:rsidRPr="00180A4E">
              <w:rPr>
                <w:b/>
                <w:noProof/>
                <w:color w:val="00B050"/>
              </w:rPr>
              <w:t> </w:t>
            </w:r>
            <w:r w:rsidRPr="00180A4E">
              <w:rPr>
                <w:b/>
                <w:color w:val="00B050"/>
              </w:rPr>
              <w:fldChar w:fldCharType="end"/>
            </w:r>
            <w:bookmarkEnd w:id="74"/>
          </w:p>
        </w:tc>
      </w:tr>
    </w:tbl>
    <w:p w14:paraId="6E37EEAD" w14:textId="3C9643BE" w:rsidR="00DD7273" w:rsidRPr="00DD7273" w:rsidRDefault="00DD7273" w:rsidP="00DC55F0">
      <w:pPr>
        <w:ind w:right="-1"/>
        <w:rPr>
          <w:sz w:val="16"/>
          <w:szCs w:val="16"/>
        </w:rPr>
      </w:pP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904"/>
        <w:gridCol w:w="5064"/>
      </w:tblGrid>
      <w:tr w:rsidR="00DD7273" w:rsidRPr="00753CCF" w14:paraId="284A18D1" w14:textId="77777777" w:rsidTr="00DD7273">
        <w:trPr>
          <w:trHeight w:val="340"/>
        </w:trPr>
        <w:tc>
          <w:tcPr>
            <w:tcW w:w="246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6B43C87E" w14:textId="77777777" w:rsidR="00DD7273" w:rsidRPr="00BC0255" w:rsidRDefault="00DD7273" w:rsidP="00D40F8F">
            <w:pPr>
              <w:spacing w:before="40" w:after="40"/>
              <w:jc w:val="center"/>
            </w:pPr>
            <w:r>
              <w:t>Nom de l’Ingénieur achat</w:t>
            </w:r>
          </w:p>
        </w:tc>
        <w:tc>
          <w:tcPr>
            <w:tcW w:w="254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26F70E0" w14:textId="77777777" w:rsidR="00DD7273" w:rsidRPr="00180A4E" w:rsidRDefault="00DD7273" w:rsidP="00D40F8F">
            <w:pPr>
              <w:jc w:val="center"/>
              <w:rPr>
                <w:noProof/>
                <w:color w:val="00B050"/>
              </w:rPr>
            </w:pPr>
            <w:r>
              <w:t>Nom du prescripteur</w:t>
            </w:r>
          </w:p>
        </w:tc>
      </w:tr>
      <w:tr w:rsidR="00DD7273" w:rsidRPr="00753CCF" w14:paraId="1DADB530" w14:textId="77777777" w:rsidTr="00DD7273">
        <w:trPr>
          <w:trHeight w:val="340"/>
        </w:trPr>
        <w:tc>
          <w:tcPr>
            <w:tcW w:w="246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3DA6E2CB" w14:textId="77777777" w:rsidR="00DD7273" w:rsidRDefault="00DD7273" w:rsidP="00D40F8F">
            <w:pPr>
              <w:spacing w:before="40" w:after="40"/>
              <w:jc w:val="center"/>
            </w:pPr>
            <w:r w:rsidRPr="00180A4E">
              <w:rPr>
                <w:noProof/>
                <w:color w:val="00B050"/>
              </w:rPr>
              <w:fldChar w:fldCharType="begin">
                <w:ffData>
                  <w:name w:val="Texte122"/>
                  <w:enabled/>
                  <w:calcOnExit w:val="0"/>
                  <w:textInput/>
                </w:ffData>
              </w:fldChar>
            </w:r>
            <w:bookmarkStart w:id="75" w:name="Texte122"/>
            <w:r w:rsidRPr="00180A4E">
              <w:rPr>
                <w:noProof/>
                <w:color w:val="00B050"/>
              </w:rPr>
              <w:instrText xml:space="preserve"> FORMTEXT </w:instrText>
            </w:r>
            <w:r w:rsidRPr="00180A4E">
              <w:rPr>
                <w:noProof/>
                <w:color w:val="00B050"/>
              </w:rPr>
            </w:r>
            <w:r w:rsidRPr="00180A4E">
              <w:rPr>
                <w:noProof/>
                <w:color w:val="00B050"/>
              </w:rPr>
              <w:fldChar w:fldCharType="separate"/>
            </w:r>
            <w:r w:rsidRPr="00180A4E">
              <w:rPr>
                <w:noProof/>
                <w:color w:val="00B050"/>
              </w:rPr>
              <w:t> </w:t>
            </w:r>
            <w:r w:rsidRPr="00180A4E">
              <w:rPr>
                <w:noProof/>
                <w:color w:val="00B050"/>
              </w:rPr>
              <w:t> </w:t>
            </w:r>
            <w:r w:rsidRPr="00180A4E">
              <w:rPr>
                <w:noProof/>
                <w:color w:val="00B050"/>
              </w:rPr>
              <w:t> </w:t>
            </w:r>
            <w:r w:rsidRPr="00180A4E">
              <w:rPr>
                <w:noProof/>
                <w:color w:val="00B050"/>
              </w:rPr>
              <w:t> </w:t>
            </w:r>
            <w:r w:rsidRPr="00180A4E">
              <w:rPr>
                <w:noProof/>
                <w:color w:val="00B050"/>
              </w:rPr>
              <w:t> </w:t>
            </w:r>
            <w:r w:rsidRPr="00180A4E">
              <w:rPr>
                <w:noProof/>
                <w:color w:val="00B050"/>
              </w:rPr>
              <w:fldChar w:fldCharType="end"/>
            </w:r>
            <w:bookmarkEnd w:id="75"/>
          </w:p>
        </w:tc>
        <w:tc>
          <w:tcPr>
            <w:tcW w:w="254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657498E" w14:textId="77777777" w:rsidR="00DD7273" w:rsidRPr="00180A4E" w:rsidRDefault="00DD7273" w:rsidP="00D40F8F">
            <w:pPr>
              <w:jc w:val="center"/>
              <w:rPr>
                <w:noProof/>
                <w:color w:val="00B050"/>
              </w:rPr>
            </w:pPr>
            <w:r>
              <w:rPr>
                <w:noProof/>
                <w:color w:val="00B050"/>
              </w:rPr>
              <w:fldChar w:fldCharType="begin">
                <w:ffData>
                  <w:name w:val="Texte129"/>
                  <w:enabled/>
                  <w:calcOnExit w:val="0"/>
                  <w:textInput/>
                </w:ffData>
              </w:fldChar>
            </w:r>
            <w:bookmarkStart w:id="76" w:name="Texte129"/>
            <w:r>
              <w:rPr>
                <w:noProof/>
                <w:color w:val="00B050"/>
              </w:rPr>
              <w:instrText xml:space="preserve"> FORMTEXT </w:instrText>
            </w:r>
            <w:r>
              <w:rPr>
                <w:noProof/>
                <w:color w:val="00B050"/>
              </w:rPr>
            </w:r>
            <w:r>
              <w:rPr>
                <w:noProof/>
                <w:color w:val="00B050"/>
              </w:rPr>
              <w:fldChar w:fldCharType="separate"/>
            </w:r>
            <w:r>
              <w:rPr>
                <w:noProof/>
                <w:color w:val="00B050"/>
              </w:rPr>
              <w:t> </w:t>
            </w:r>
            <w:r>
              <w:rPr>
                <w:noProof/>
                <w:color w:val="00B050"/>
              </w:rPr>
              <w:t> </w:t>
            </w:r>
            <w:r>
              <w:rPr>
                <w:noProof/>
                <w:color w:val="00B050"/>
              </w:rPr>
              <w:t> </w:t>
            </w:r>
            <w:r>
              <w:rPr>
                <w:noProof/>
                <w:color w:val="00B050"/>
              </w:rPr>
              <w:t> </w:t>
            </w:r>
            <w:r>
              <w:rPr>
                <w:noProof/>
                <w:color w:val="00B050"/>
              </w:rPr>
              <w:t> </w:t>
            </w:r>
            <w:r>
              <w:rPr>
                <w:noProof/>
                <w:color w:val="00B050"/>
              </w:rPr>
              <w:fldChar w:fldCharType="end"/>
            </w:r>
            <w:bookmarkEnd w:id="76"/>
          </w:p>
        </w:tc>
      </w:tr>
      <w:tr w:rsidR="00DD7273" w:rsidRPr="00E86735" w14:paraId="66275BAC" w14:textId="77777777" w:rsidTr="001447FA">
        <w:trPr>
          <w:trHeight w:val="1581"/>
        </w:trPr>
        <w:tc>
          <w:tcPr>
            <w:tcW w:w="246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</w:tcPr>
          <w:p w14:paraId="2C0CBBCB" w14:textId="77777777" w:rsidR="00DD7273" w:rsidRPr="00E86735" w:rsidRDefault="00DD7273" w:rsidP="00D40F8F">
            <w:pPr>
              <w:spacing w:before="40" w:after="40"/>
              <w:rPr>
                <w:color w:val="00B050"/>
              </w:rPr>
            </w:pPr>
            <w:r w:rsidRPr="00E86735">
              <w:rPr>
                <w:color w:val="00B050"/>
              </w:rPr>
              <w:t>Visa</w:t>
            </w:r>
          </w:p>
        </w:tc>
        <w:tc>
          <w:tcPr>
            <w:tcW w:w="254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8D2DEA" w14:textId="77777777" w:rsidR="00DD7273" w:rsidRPr="00E86735" w:rsidRDefault="00DD7273" w:rsidP="00D40F8F">
            <w:pPr>
              <w:spacing w:before="40"/>
              <w:rPr>
                <w:noProof/>
                <w:color w:val="00B050"/>
              </w:rPr>
            </w:pPr>
            <w:r w:rsidRPr="00E86735">
              <w:rPr>
                <w:color w:val="00B050"/>
              </w:rPr>
              <w:t>Visa</w:t>
            </w:r>
          </w:p>
        </w:tc>
      </w:tr>
      <w:tr w:rsidR="00DD7273" w:rsidRPr="00E86735" w14:paraId="20E02136" w14:textId="77777777" w:rsidTr="001447FA">
        <w:trPr>
          <w:trHeight w:val="355"/>
        </w:trPr>
        <w:tc>
          <w:tcPr>
            <w:tcW w:w="246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</w:tcBorders>
            <w:vAlign w:val="center"/>
          </w:tcPr>
          <w:p w14:paraId="0EF4C475" w14:textId="77777777" w:rsidR="00DD7273" w:rsidRPr="00E86735" w:rsidRDefault="00DD7273" w:rsidP="00D40F8F">
            <w:pPr>
              <w:spacing w:before="40" w:after="40"/>
              <w:jc w:val="center"/>
              <w:rPr>
                <w:color w:val="00B050"/>
              </w:rPr>
            </w:pPr>
            <w:r w:rsidRPr="00E86735">
              <w:rPr>
                <w:color w:val="00B050"/>
              </w:rPr>
              <w:t>Date : __________/__________/__________</w:t>
            </w:r>
          </w:p>
        </w:tc>
        <w:tc>
          <w:tcPr>
            <w:tcW w:w="2540" w:type="pct"/>
            <w:tcBorders>
              <w:top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F21705A" w14:textId="77777777" w:rsidR="00DD7273" w:rsidRPr="00E86735" w:rsidRDefault="00DD7273" w:rsidP="00D40F8F">
            <w:pPr>
              <w:jc w:val="center"/>
              <w:rPr>
                <w:noProof/>
                <w:color w:val="00B050"/>
              </w:rPr>
            </w:pPr>
            <w:r w:rsidRPr="00E86735">
              <w:rPr>
                <w:color w:val="00B050"/>
              </w:rPr>
              <w:t>Date : __________/__________/__________</w:t>
            </w:r>
          </w:p>
        </w:tc>
      </w:tr>
    </w:tbl>
    <w:p w14:paraId="3348280C" w14:textId="77777777" w:rsidR="00FC37BD" w:rsidRPr="00035931" w:rsidRDefault="00FC37BD" w:rsidP="00FC37BD"/>
    <w:p w14:paraId="111F731F" w14:textId="77777777" w:rsidR="00FC37BD" w:rsidRDefault="00FC37BD" w:rsidP="001447FA">
      <w:pPr>
        <w:ind w:right="-1"/>
      </w:pPr>
    </w:p>
    <w:sectPr w:rsidR="00FC37BD" w:rsidSect="00B57171">
      <w:headerReference w:type="first" r:id="rId16"/>
      <w:pgSz w:w="11906" w:h="16838" w:code="9"/>
      <w:pgMar w:top="964" w:right="964" w:bottom="964" w:left="964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C39A6" w14:textId="77777777" w:rsidR="00BA42EC" w:rsidRDefault="00BA42EC" w:rsidP="00C76663">
      <w:r>
        <w:separator/>
      </w:r>
    </w:p>
  </w:endnote>
  <w:endnote w:type="continuationSeparator" w:id="0">
    <w:p w14:paraId="49F1DEC9" w14:textId="77777777" w:rsidR="00BA42EC" w:rsidRDefault="00BA42EC" w:rsidP="00C76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a Sans">
    <w:altName w:val="Times New Roman"/>
    <w:panose1 w:val="00000000000000000000"/>
    <w:charset w:val="00"/>
    <w:family w:val="roman"/>
    <w:notTrueType/>
    <w:pitch w:val="default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rial Narrow Bold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E3E7B" w14:textId="77777777" w:rsidR="00651EF9" w:rsidRDefault="00651EF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326"/>
      <w:gridCol w:w="5606"/>
      <w:gridCol w:w="1046"/>
    </w:tblGrid>
    <w:tr w:rsidR="002A1B16" w:rsidRPr="00C450C7" w14:paraId="78261413" w14:textId="77777777" w:rsidTr="002A1B16">
      <w:trPr>
        <w:trHeight w:hRule="exact" w:val="283"/>
      </w:trPr>
      <w:tc>
        <w:tcPr>
          <w:tcW w:w="1667" w:type="pct"/>
          <w:vAlign w:val="center"/>
        </w:tcPr>
        <w:p w14:paraId="3E25585D" w14:textId="77777777" w:rsidR="002A1B16" w:rsidRPr="007E5DF2" w:rsidRDefault="002A1B16" w:rsidP="002A1B16">
          <w:pPr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809" w:type="pct"/>
          <w:vAlign w:val="center"/>
        </w:tcPr>
        <w:p w14:paraId="39BBC299" w14:textId="77777777" w:rsidR="002A1B16" w:rsidRPr="007E5DF2" w:rsidRDefault="002A1B16" w:rsidP="002A1B16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  <w:tc>
        <w:tcPr>
          <w:tcW w:w="525" w:type="pct"/>
          <w:vAlign w:val="center"/>
        </w:tcPr>
        <w:p w14:paraId="7325471D" w14:textId="77777777" w:rsidR="002A1B16" w:rsidRPr="007E5DF2" w:rsidRDefault="002A1B16" w:rsidP="002A1B16">
          <w:pPr>
            <w:jc w:val="right"/>
            <w:rPr>
              <w:rFonts w:cstheme="minorHAnsi"/>
              <w:sz w:val="12"/>
              <w:szCs w:val="12"/>
            </w:rPr>
          </w:pP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p w14:paraId="67DD1682" w14:textId="77777777" w:rsidR="006F5259" w:rsidRPr="00F47D34" w:rsidRDefault="006F5259" w:rsidP="00F47D34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pPr w:leftFromText="142" w:rightFromText="142" w:vertAnchor="page" w:horzAnchor="page" w:tblpX="15877" w:tblpY="96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</w:tblGrid>
    <w:tr w:rsidR="007F5FFC" w:rsidRPr="007E5DF2" w14:paraId="52FB88BB" w14:textId="77777777" w:rsidTr="006905F4">
      <w:trPr>
        <w:cantSplit/>
        <w:trHeight w:val="1417"/>
      </w:trPr>
      <w:tc>
        <w:tcPr>
          <w:tcW w:w="284" w:type="dxa"/>
          <w:textDirection w:val="tbRl"/>
          <w:vAlign w:val="center"/>
        </w:tcPr>
        <w:p w14:paraId="25CD607E" w14:textId="77777777" w:rsidR="007F5FFC" w:rsidRPr="007E5DF2" w:rsidRDefault="007F5FFC" w:rsidP="007F5FFC">
          <w:pPr>
            <w:pStyle w:val="Numroformulaire"/>
            <w:rPr>
              <w:sz w:val="12"/>
              <w:szCs w:val="12"/>
            </w:rPr>
          </w:pPr>
          <w:proofErr w:type="gramStart"/>
          <w:r w:rsidRPr="007E5DF2">
            <w:rPr>
              <w:sz w:val="12"/>
              <w:szCs w:val="12"/>
            </w:rPr>
            <w:t>ANDRA.XXX.A  -</w:t>
          </w:r>
          <w:proofErr w:type="gramEnd"/>
          <w:r w:rsidRPr="007E5DF2">
            <w:rPr>
              <w:sz w:val="12"/>
              <w:szCs w:val="12"/>
            </w:rPr>
            <w:t xml:space="preserve"> page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 w:rsidRPr="007E5DF2">
            <w:rPr>
              <w:noProof/>
              <w:sz w:val="12"/>
              <w:szCs w:val="12"/>
            </w:rPr>
            <w:t>1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 w:rsidRPr="007E5DF2">
            <w:rPr>
              <w:noProof/>
              <w:sz w:val="12"/>
              <w:szCs w:val="12"/>
            </w:rPr>
            <w:t>1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tbl>
    <w:tblPr>
      <w:tblStyle w:val="Grilledutableau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3326"/>
      <w:gridCol w:w="5606"/>
      <w:gridCol w:w="1046"/>
    </w:tblGrid>
    <w:tr w:rsidR="00651EF9" w:rsidRPr="00C450C7" w14:paraId="2FEB2EF0" w14:textId="77777777" w:rsidTr="001F7DB1">
      <w:trPr>
        <w:trHeight w:hRule="exact" w:val="283"/>
      </w:trPr>
      <w:tc>
        <w:tcPr>
          <w:tcW w:w="1667" w:type="pct"/>
          <w:vAlign w:val="center"/>
        </w:tcPr>
        <w:p w14:paraId="4004431A" w14:textId="77777777" w:rsidR="00651EF9" w:rsidRPr="007E5DF2" w:rsidRDefault="00651EF9" w:rsidP="00651EF9">
          <w:pPr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andra.fr</w:t>
          </w:r>
        </w:p>
      </w:tc>
      <w:tc>
        <w:tcPr>
          <w:tcW w:w="2809" w:type="pct"/>
          <w:vAlign w:val="center"/>
        </w:tcPr>
        <w:p w14:paraId="7E8F1681" w14:textId="77777777" w:rsidR="00651EF9" w:rsidRPr="007E5DF2" w:rsidRDefault="00651EF9" w:rsidP="00651EF9">
          <w:pPr>
            <w:jc w:val="right"/>
            <w:rPr>
              <w:rFonts w:cstheme="minorHAnsi"/>
              <w:sz w:val="12"/>
              <w:szCs w:val="12"/>
            </w:rPr>
          </w:pPr>
          <w:r w:rsidRPr="007E5DF2">
            <w:rPr>
              <w:rFonts w:cstheme="minorHAnsi"/>
              <w:sz w:val="12"/>
              <w:szCs w:val="12"/>
            </w:rPr>
            <w:t>AGENCE NATIONALE POUR LA GESTION DES DÉCHETS RADIOACTIFS</w:t>
          </w:r>
        </w:p>
      </w:tc>
      <w:tc>
        <w:tcPr>
          <w:tcW w:w="524" w:type="pct"/>
          <w:vAlign w:val="center"/>
        </w:tcPr>
        <w:p w14:paraId="525F5FCD" w14:textId="77777777" w:rsidR="00651EF9" w:rsidRPr="007E5DF2" w:rsidRDefault="00651EF9" w:rsidP="00651EF9">
          <w:pPr>
            <w:jc w:val="right"/>
            <w:rPr>
              <w:rFonts w:cstheme="minorHAnsi"/>
              <w:sz w:val="12"/>
              <w:szCs w:val="12"/>
            </w:rPr>
          </w:pPr>
          <w:r>
            <w:rPr>
              <w:rFonts w:cstheme="minorHAnsi"/>
              <w:sz w:val="10"/>
              <w:szCs w:val="10"/>
            </w:rPr>
            <w:t>P</w:t>
          </w:r>
          <w:r w:rsidRPr="007E5DF2">
            <w:rPr>
              <w:sz w:val="12"/>
              <w:szCs w:val="12"/>
            </w:rPr>
            <w:t xml:space="preserve">age 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PAGE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  <w:r w:rsidRPr="007E5DF2">
            <w:rPr>
              <w:sz w:val="12"/>
              <w:szCs w:val="12"/>
            </w:rPr>
            <w:t>/</w:t>
          </w:r>
          <w:r w:rsidRPr="007E5DF2">
            <w:rPr>
              <w:sz w:val="12"/>
              <w:szCs w:val="12"/>
            </w:rPr>
            <w:fldChar w:fldCharType="begin"/>
          </w:r>
          <w:r w:rsidRPr="007E5DF2">
            <w:rPr>
              <w:sz w:val="12"/>
              <w:szCs w:val="12"/>
            </w:rPr>
            <w:instrText xml:space="preserve"> NUMPAGES   \* MERGEFORMAT </w:instrText>
          </w:r>
          <w:r w:rsidRPr="007E5DF2">
            <w:rPr>
              <w:sz w:val="12"/>
              <w:szCs w:val="12"/>
            </w:rPr>
            <w:fldChar w:fldCharType="separate"/>
          </w:r>
          <w:r>
            <w:rPr>
              <w:sz w:val="12"/>
              <w:szCs w:val="12"/>
            </w:rPr>
            <w:t>2</w:t>
          </w:r>
          <w:r w:rsidRPr="007E5DF2">
            <w:rPr>
              <w:noProof/>
              <w:sz w:val="12"/>
              <w:szCs w:val="12"/>
            </w:rPr>
            <w:fldChar w:fldCharType="end"/>
          </w:r>
        </w:p>
      </w:tc>
    </w:tr>
  </w:tbl>
  <w:p w14:paraId="2FCF655D" w14:textId="77777777" w:rsidR="00EC60F3" w:rsidRDefault="00EC60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56C99" w14:textId="77777777" w:rsidR="00BA42EC" w:rsidRDefault="00BA42EC" w:rsidP="00C76663">
      <w:r>
        <w:separator/>
      </w:r>
    </w:p>
  </w:footnote>
  <w:footnote w:type="continuationSeparator" w:id="0">
    <w:p w14:paraId="5875E410" w14:textId="77777777" w:rsidR="00BA42EC" w:rsidRDefault="00BA42EC" w:rsidP="00C76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9D878" w14:textId="77777777" w:rsidR="00651EF9" w:rsidRDefault="00651EF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461D3" w14:textId="77777777" w:rsidR="00651EF9" w:rsidRDefault="00651EF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pPr w:leftFromText="142" w:rightFromText="142" w:vertAnchor="page" w:horzAnchor="page" w:tblpX="11001" w:tblpY="96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4"/>
    </w:tblGrid>
    <w:tr w:rsidR="00717532" w:rsidRPr="007E5DF2" w14:paraId="2987BD2D" w14:textId="77777777" w:rsidTr="0033048E">
      <w:trPr>
        <w:cantSplit/>
        <w:trHeight w:val="1417"/>
      </w:trPr>
      <w:tc>
        <w:tcPr>
          <w:tcW w:w="284" w:type="dxa"/>
          <w:textDirection w:val="tbRl"/>
          <w:vAlign w:val="center"/>
        </w:tcPr>
        <w:p w14:paraId="76E0CF90" w14:textId="5BACC3E8" w:rsidR="00717532" w:rsidRPr="007E5DF2" w:rsidRDefault="00717532" w:rsidP="00717532">
          <w:pPr>
            <w:pStyle w:val="Numroformulaire"/>
            <w:rPr>
              <w:sz w:val="12"/>
              <w:szCs w:val="12"/>
            </w:rPr>
          </w:pPr>
          <w:r w:rsidRPr="007E5DF2">
            <w:rPr>
              <w:sz w:val="12"/>
              <w:szCs w:val="12"/>
            </w:rPr>
            <w:t>ANDRA.</w:t>
          </w:r>
          <w:r w:rsidR="00F44590">
            <w:rPr>
              <w:sz w:val="12"/>
              <w:szCs w:val="12"/>
            </w:rPr>
            <w:t>147</w:t>
          </w:r>
          <w:r w:rsidRPr="007E5DF2">
            <w:rPr>
              <w:sz w:val="12"/>
              <w:szCs w:val="12"/>
            </w:rPr>
            <w:t>.</w:t>
          </w:r>
          <w:r w:rsidR="001447FA">
            <w:rPr>
              <w:sz w:val="12"/>
              <w:szCs w:val="12"/>
            </w:rPr>
            <w:t>I</w:t>
          </w:r>
        </w:p>
      </w:tc>
    </w:tr>
  </w:tbl>
  <w:p w14:paraId="5771368C" w14:textId="77777777" w:rsidR="00AB0199" w:rsidRDefault="00AB0199">
    <w:pPr>
      <w:pStyle w:val="En-tte"/>
    </w:pPr>
  </w:p>
  <w:p w14:paraId="2D46727A" w14:textId="77777777" w:rsidR="00AB0199" w:rsidRDefault="00AB0199">
    <w:pPr>
      <w:pStyle w:val="En-tte"/>
    </w:pPr>
  </w:p>
  <w:p w14:paraId="02A26F17" w14:textId="77777777" w:rsidR="00EC60F3" w:rsidRDefault="002A7E9B">
    <w:pPr>
      <w:pStyle w:val="En-tte"/>
    </w:pPr>
    <w:r w:rsidRPr="00517D7E">
      <w:rPr>
        <w:b/>
        <w:noProof/>
        <w:szCs w:val="14"/>
      </w:rPr>
      <w:drawing>
        <wp:anchor distT="0" distB="0" distL="114300" distR="114300" simplePos="0" relativeHeight="251660800" behindDoc="0" locked="1" layoutInCell="1" allowOverlap="1" wp14:anchorId="0CD0EA13" wp14:editId="45B08C94">
          <wp:simplePos x="0" y="0"/>
          <wp:positionH relativeFrom="margin">
            <wp:posOffset>5173345</wp:posOffset>
          </wp:positionH>
          <wp:positionV relativeFrom="page">
            <wp:posOffset>614045</wp:posOffset>
          </wp:positionV>
          <wp:extent cx="1166495" cy="899795"/>
          <wp:effectExtent l="0" t="0" r="0" b="0"/>
          <wp:wrapNone/>
          <wp:docPr id="267039759" name="Image 2670397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8582485" name="Image 45858248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576" t="10822" r="9303" b="8057"/>
                  <a:stretch/>
                </pic:blipFill>
                <pic:spPr>
                  <a:xfrm>
                    <a:off x="0" y="0"/>
                    <a:ext cx="1166495" cy="8997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96D51">
      <w:rPr>
        <w:noProof/>
      </w:rPr>
      <w:drawing>
        <wp:anchor distT="0" distB="0" distL="114300" distR="114300" simplePos="0" relativeHeight="251656704" behindDoc="1" locked="0" layoutInCell="1" allowOverlap="1" wp14:anchorId="210DF404" wp14:editId="2F5706A9">
          <wp:simplePos x="0" y="0"/>
          <wp:positionH relativeFrom="page">
            <wp:posOffset>611505</wp:posOffset>
          </wp:positionH>
          <wp:positionV relativeFrom="page">
            <wp:posOffset>611505</wp:posOffset>
          </wp:positionV>
          <wp:extent cx="1026421" cy="900000"/>
          <wp:effectExtent l="0" t="0" r="2540" b="0"/>
          <wp:wrapNone/>
          <wp:docPr id="268952304" name="Graphique 2689523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292085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6421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FE507" w14:textId="683345D4" w:rsidR="00B57171" w:rsidRPr="00B57171" w:rsidRDefault="00B57171" w:rsidP="00B571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D11471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1A2EAE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74AE88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F261A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51C45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7A792F"/>
    <w:multiLevelType w:val="hybridMultilevel"/>
    <w:tmpl w:val="207C8B94"/>
    <w:lvl w:ilvl="0" w:tplc="3824503C">
      <w:start w:val="1"/>
      <w:numFmt w:val="decimal"/>
      <w:pStyle w:val="Annexe"/>
      <w:lvlText w:val="Annexe %1 :  "/>
      <w:lvlJc w:val="left"/>
      <w:pPr>
        <w:ind w:left="360" w:hanging="360"/>
      </w:pPr>
      <w:rPr>
        <w:rFonts w:ascii="Times New Roman Gras" w:hAnsi="Times New Roman Gras" w:hint="default"/>
        <w:b/>
        <w:i w:val="0"/>
        <w:color w:val="auto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00CA5"/>
    <w:multiLevelType w:val="hybridMultilevel"/>
    <w:tmpl w:val="66FE854C"/>
    <w:lvl w:ilvl="0" w:tplc="ED3A6280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827C0"/>
    <w:multiLevelType w:val="hybridMultilevel"/>
    <w:tmpl w:val="20BACC16"/>
    <w:lvl w:ilvl="0" w:tplc="7688ACC8">
      <w:start w:val="1"/>
      <w:numFmt w:val="bullet"/>
      <w:pStyle w:val="Titre6"/>
      <w:lvlText w:val=""/>
      <w:lvlJc w:val="left"/>
      <w:pPr>
        <w:ind w:left="360" w:hanging="360"/>
      </w:pPr>
      <w:rPr>
        <w:rFonts w:ascii="Wingdings" w:hAnsi="Wingdings" w:hint="default"/>
        <w:b/>
        <w:i/>
        <w:sz w:val="18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3CDF74C9"/>
    <w:multiLevelType w:val="multilevel"/>
    <w:tmpl w:val="D674BCC8"/>
    <w:lvl w:ilvl="0">
      <w:start w:val="1"/>
      <w:numFmt w:val="decimal"/>
      <w:pStyle w:val="Titre1"/>
      <w:lvlText w:val="%1."/>
      <w:lvlJc w:val="left"/>
      <w:pPr>
        <w:tabs>
          <w:tab w:val="num" w:pos="1134"/>
        </w:tabs>
        <w:ind w:left="1134" w:hanging="1134"/>
      </w:pPr>
      <w:rPr>
        <w:rFonts w:asciiTheme="majorHAnsi" w:hAnsiTheme="majorHAnsi" w:cstheme="majorHAnsi" w:hint="default"/>
        <w:b/>
        <w:i w:val="0"/>
        <w:color w:val="auto"/>
        <w:sz w:val="22"/>
        <w:szCs w:val="22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cstheme="majorHAnsi" w:hint="default"/>
        <w:b/>
        <w:i w:val="0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cstheme="majorHAnsi" w:hint="default"/>
        <w:b/>
        <w:i w:val="0"/>
        <w:sz w:val="18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134"/>
        </w:tabs>
        <w:ind w:left="1134" w:hanging="1134"/>
      </w:pPr>
      <w:rPr>
        <w:rFonts w:ascii="Lucida Sans Unicode" w:hAnsi="Lucida Sans Unicode" w:hint="default"/>
        <w:b w:val="0"/>
        <w:i w:val="0"/>
        <w:sz w:val="18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bullet"/>
      <w:lvlText w:val="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  <w:b/>
        <w:i/>
        <w:sz w:val="18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5C382BA2"/>
    <w:multiLevelType w:val="hybridMultilevel"/>
    <w:tmpl w:val="9B9A03E6"/>
    <w:lvl w:ilvl="0" w:tplc="A2808F86">
      <w:start w:val="1"/>
      <w:numFmt w:val="decimal"/>
      <w:pStyle w:val="Chapitre"/>
      <w:lvlText w:val="%1"/>
      <w:lvlJc w:val="left"/>
      <w:pPr>
        <w:ind w:left="2628" w:hanging="360"/>
      </w:pPr>
      <w:rPr>
        <w:rFonts w:ascii="Lucida Sans" w:hAnsi="Lucida Sans" w:hint="default"/>
        <w:b w:val="0"/>
        <w:i w:val="0"/>
        <w:color w:val="auto"/>
        <w:spacing w:val="-20"/>
        <w:w w:val="100"/>
        <w:kern w:val="0"/>
        <w:position w:val="-30"/>
        <w:sz w:val="456"/>
        <w:szCs w:val="456"/>
      </w:rPr>
    </w:lvl>
    <w:lvl w:ilvl="1" w:tplc="040C0019" w:tentative="1">
      <w:start w:val="1"/>
      <w:numFmt w:val="lowerLetter"/>
      <w:lvlText w:val="%2."/>
      <w:lvlJc w:val="left"/>
      <w:pPr>
        <w:ind w:left="9586" w:hanging="360"/>
      </w:pPr>
    </w:lvl>
    <w:lvl w:ilvl="2" w:tplc="040C001B" w:tentative="1">
      <w:start w:val="1"/>
      <w:numFmt w:val="lowerRoman"/>
      <w:lvlText w:val="%3."/>
      <w:lvlJc w:val="right"/>
      <w:pPr>
        <w:ind w:left="10306" w:hanging="180"/>
      </w:pPr>
    </w:lvl>
    <w:lvl w:ilvl="3" w:tplc="040C000F" w:tentative="1">
      <w:start w:val="1"/>
      <w:numFmt w:val="decimal"/>
      <w:lvlText w:val="%4."/>
      <w:lvlJc w:val="left"/>
      <w:pPr>
        <w:ind w:left="11026" w:hanging="360"/>
      </w:pPr>
    </w:lvl>
    <w:lvl w:ilvl="4" w:tplc="040C0019" w:tentative="1">
      <w:start w:val="1"/>
      <w:numFmt w:val="lowerLetter"/>
      <w:lvlText w:val="%5."/>
      <w:lvlJc w:val="left"/>
      <w:pPr>
        <w:ind w:left="11746" w:hanging="360"/>
      </w:pPr>
    </w:lvl>
    <w:lvl w:ilvl="5" w:tplc="040C001B" w:tentative="1">
      <w:start w:val="1"/>
      <w:numFmt w:val="lowerRoman"/>
      <w:lvlText w:val="%6."/>
      <w:lvlJc w:val="right"/>
      <w:pPr>
        <w:ind w:left="12466" w:hanging="180"/>
      </w:pPr>
    </w:lvl>
    <w:lvl w:ilvl="6" w:tplc="040C000F" w:tentative="1">
      <w:start w:val="1"/>
      <w:numFmt w:val="decimal"/>
      <w:lvlText w:val="%7."/>
      <w:lvlJc w:val="left"/>
      <w:pPr>
        <w:ind w:left="13186" w:hanging="360"/>
      </w:pPr>
    </w:lvl>
    <w:lvl w:ilvl="7" w:tplc="040C0019" w:tentative="1">
      <w:start w:val="1"/>
      <w:numFmt w:val="lowerLetter"/>
      <w:lvlText w:val="%8."/>
      <w:lvlJc w:val="left"/>
      <w:pPr>
        <w:ind w:left="13906" w:hanging="360"/>
      </w:pPr>
    </w:lvl>
    <w:lvl w:ilvl="8" w:tplc="040C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4" w15:restartNumberingAfterBreak="0">
    <w:nsid w:val="7B7D4B4B"/>
    <w:multiLevelType w:val="multilevel"/>
    <w:tmpl w:val="BCCC87AC"/>
    <w:styleLink w:val="Style1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auto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119972">
    <w:abstractNumId w:val="4"/>
  </w:num>
  <w:num w:numId="2" w16cid:durableId="1935824346">
    <w:abstractNumId w:val="12"/>
  </w:num>
  <w:num w:numId="3" w16cid:durableId="1587615251">
    <w:abstractNumId w:val="1"/>
  </w:num>
  <w:num w:numId="4" w16cid:durableId="2093089917">
    <w:abstractNumId w:val="1"/>
  </w:num>
  <w:num w:numId="5" w16cid:durableId="675766922">
    <w:abstractNumId w:val="0"/>
  </w:num>
  <w:num w:numId="6" w16cid:durableId="1221478611">
    <w:abstractNumId w:val="8"/>
  </w:num>
  <w:num w:numId="7" w16cid:durableId="1783304065">
    <w:abstractNumId w:val="5"/>
  </w:num>
  <w:num w:numId="8" w16cid:durableId="1206059433">
    <w:abstractNumId w:val="15"/>
  </w:num>
  <w:num w:numId="9" w16cid:durableId="2044744437">
    <w:abstractNumId w:val="3"/>
  </w:num>
  <w:num w:numId="10" w16cid:durableId="728724667">
    <w:abstractNumId w:val="9"/>
  </w:num>
  <w:num w:numId="11" w16cid:durableId="469177893">
    <w:abstractNumId w:val="2"/>
  </w:num>
  <w:num w:numId="12" w16cid:durableId="1948732036">
    <w:abstractNumId w:val="7"/>
  </w:num>
  <w:num w:numId="13" w16cid:durableId="636688937">
    <w:abstractNumId w:val="12"/>
  </w:num>
  <w:num w:numId="14" w16cid:durableId="57437056">
    <w:abstractNumId w:val="6"/>
  </w:num>
  <w:num w:numId="15" w16cid:durableId="753666985">
    <w:abstractNumId w:val="13"/>
  </w:num>
  <w:num w:numId="16" w16cid:durableId="2010790500">
    <w:abstractNumId w:val="11"/>
  </w:num>
  <w:num w:numId="17" w16cid:durableId="1470586460">
    <w:abstractNumId w:val="1"/>
  </w:num>
  <w:num w:numId="18" w16cid:durableId="1147091238">
    <w:abstractNumId w:val="8"/>
  </w:num>
  <w:num w:numId="19" w16cid:durableId="632638156">
    <w:abstractNumId w:val="15"/>
  </w:num>
  <w:num w:numId="20" w16cid:durableId="1783302637">
    <w:abstractNumId w:val="9"/>
  </w:num>
  <w:num w:numId="21" w16cid:durableId="184054248">
    <w:abstractNumId w:val="7"/>
  </w:num>
  <w:num w:numId="22" w16cid:durableId="1338000033">
    <w:abstractNumId w:val="14"/>
  </w:num>
  <w:num w:numId="23" w16cid:durableId="233899441">
    <w:abstractNumId w:val="11"/>
  </w:num>
  <w:num w:numId="24" w16cid:durableId="2035032433">
    <w:abstractNumId w:val="11"/>
  </w:num>
  <w:num w:numId="25" w16cid:durableId="1520006624">
    <w:abstractNumId w:val="11"/>
  </w:num>
  <w:num w:numId="26" w16cid:durableId="232355493">
    <w:abstractNumId w:val="10"/>
  </w:num>
  <w:num w:numId="27" w16cid:durableId="1086148280">
    <w:abstractNumId w:val="11"/>
  </w:num>
  <w:num w:numId="28" w16cid:durableId="319580310">
    <w:abstractNumId w:val="11"/>
  </w:num>
  <w:num w:numId="29" w16cid:durableId="296840328">
    <w:abstractNumId w:val="11"/>
  </w:num>
  <w:num w:numId="30" w16cid:durableId="821696087">
    <w:abstractNumId w:val="11"/>
  </w:num>
  <w:num w:numId="31" w16cid:durableId="905184533">
    <w:abstractNumId w:val="11"/>
  </w:num>
  <w:num w:numId="32" w16cid:durableId="186677684">
    <w:abstractNumId w:val="11"/>
  </w:num>
  <w:num w:numId="33" w16cid:durableId="1365208645">
    <w:abstractNumId w:val="11"/>
  </w:num>
  <w:num w:numId="34" w16cid:durableId="277764273">
    <w:abstractNumId w:val="11"/>
  </w:num>
  <w:num w:numId="35" w16cid:durableId="312875909">
    <w:abstractNumId w:val="11"/>
  </w:num>
  <w:num w:numId="36" w16cid:durableId="8508027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attachedTemplate r:id="rId1"/>
  <w:documentProtection w:edit="forms" w:enforcement="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E86"/>
    <w:rsid w:val="000044B1"/>
    <w:rsid w:val="00020C6E"/>
    <w:rsid w:val="00037A37"/>
    <w:rsid w:val="000413CE"/>
    <w:rsid w:val="00070534"/>
    <w:rsid w:val="000705E8"/>
    <w:rsid w:val="00096279"/>
    <w:rsid w:val="000B1718"/>
    <w:rsid w:val="000C4B22"/>
    <w:rsid w:val="000D3964"/>
    <w:rsid w:val="000D4D08"/>
    <w:rsid w:val="000E49BD"/>
    <w:rsid w:val="000E5042"/>
    <w:rsid w:val="000E55BF"/>
    <w:rsid w:val="000F2482"/>
    <w:rsid w:val="000F5932"/>
    <w:rsid w:val="001101CB"/>
    <w:rsid w:val="0011284F"/>
    <w:rsid w:val="00114BA9"/>
    <w:rsid w:val="001151F2"/>
    <w:rsid w:val="00123B58"/>
    <w:rsid w:val="001339E2"/>
    <w:rsid w:val="001447FA"/>
    <w:rsid w:val="001450B7"/>
    <w:rsid w:val="001457C9"/>
    <w:rsid w:val="001516B6"/>
    <w:rsid w:val="001553B2"/>
    <w:rsid w:val="0016386E"/>
    <w:rsid w:val="001720C6"/>
    <w:rsid w:val="001756E4"/>
    <w:rsid w:val="001810C2"/>
    <w:rsid w:val="001814DA"/>
    <w:rsid w:val="001A03F4"/>
    <w:rsid w:val="001D1EB5"/>
    <w:rsid w:val="001D6201"/>
    <w:rsid w:val="001E2DB4"/>
    <w:rsid w:val="001F5303"/>
    <w:rsid w:val="00200B52"/>
    <w:rsid w:val="00210AA9"/>
    <w:rsid w:val="00215347"/>
    <w:rsid w:val="002211FC"/>
    <w:rsid w:val="002221C6"/>
    <w:rsid w:val="00245C42"/>
    <w:rsid w:val="00261686"/>
    <w:rsid w:val="00266681"/>
    <w:rsid w:val="00271847"/>
    <w:rsid w:val="00272953"/>
    <w:rsid w:val="00274030"/>
    <w:rsid w:val="002741EF"/>
    <w:rsid w:val="0028021D"/>
    <w:rsid w:val="002A1B16"/>
    <w:rsid w:val="002A59DF"/>
    <w:rsid w:val="002A7A24"/>
    <w:rsid w:val="002A7E9B"/>
    <w:rsid w:val="002E2E3B"/>
    <w:rsid w:val="002E657E"/>
    <w:rsid w:val="002F24E1"/>
    <w:rsid w:val="0030032E"/>
    <w:rsid w:val="003012EA"/>
    <w:rsid w:val="00315F3D"/>
    <w:rsid w:val="00317B86"/>
    <w:rsid w:val="00340641"/>
    <w:rsid w:val="003534F7"/>
    <w:rsid w:val="003541A2"/>
    <w:rsid w:val="0035640D"/>
    <w:rsid w:val="0037204A"/>
    <w:rsid w:val="0038599E"/>
    <w:rsid w:val="00394369"/>
    <w:rsid w:val="003B794B"/>
    <w:rsid w:val="003D3B51"/>
    <w:rsid w:val="003D4EB5"/>
    <w:rsid w:val="003E0A83"/>
    <w:rsid w:val="003E5DCB"/>
    <w:rsid w:val="003E62A6"/>
    <w:rsid w:val="003E71BB"/>
    <w:rsid w:val="003F14F4"/>
    <w:rsid w:val="003F200E"/>
    <w:rsid w:val="00404EC4"/>
    <w:rsid w:val="00406245"/>
    <w:rsid w:val="00406462"/>
    <w:rsid w:val="004418DC"/>
    <w:rsid w:val="004468BC"/>
    <w:rsid w:val="004615D2"/>
    <w:rsid w:val="004770BA"/>
    <w:rsid w:val="00480E53"/>
    <w:rsid w:val="00484B08"/>
    <w:rsid w:val="0048519B"/>
    <w:rsid w:val="0049205B"/>
    <w:rsid w:val="0049469A"/>
    <w:rsid w:val="0049579F"/>
    <w:rsid w:val="004B5E8A"/>
    <w:rsid w:val="004C302C"/>
    <w:rsid w:val="004E4C07"/>
    <w:rsid w:val="004E52FC"/>
    <w:rsid w:val="004E635A"/>
    <w:rsid w:val="004E729D"/>
    <w:rsid w:val="00517D7E"/>
    <w:rsid w:val="00523589"/>
    <w:rsid w:val="00534901"/>
    <w:rsid w:val="00540DF0"/>
    <w:rsid w:val="00545BAF"/>
    <w:rsid w:val="00554D20"/>
    <w:rsid w:val="00557A4B"/>
    <w:rsid w:val="00572320"/>
    <w:rsid w:val="005849D2"/>
    <w:rsid w:val="00584E04"/>
    <w:rsid w:val="005865CF"/>
    <w:rsid w:val="00597EA9"/>
    <w:rsid w:val="005A62A3"/>
    <w:rsid w:val="005C2699"/>
    <w:rsid w:val="005C6A46"/>
    <w:rsid w:val="005C7DAE"/>
    <w:rsid w:val="005F615A"/>
    <w:rsid w:val="0060320E"/>
    <w:rsid w:val="00605F1C"/>
    <w:rsid w:val="00613F36"/>
    <w:rsid w:val="00616FE2"/>
    <w:rsid w:val="00635F2F"/>
    <w:rsid w:val="006429D4"/>
    <w:rsid w:val="00651EF9"/>
    <w:rsid w:val="0066454E"/>
    <w:rsid w:val="0069732C"/>
    <w:rsid w:val="006B098F"/>
    <w:rsid w:val="006B3F92"/>
    <w:rsid w:val="006C570C"/>
    <w:rsid w:val="006E4BD4"/>
    <w:rsid w:val="006F5259"/>
    <w:rsid w:val="006F556E"/>
    <w:rsid w:val="00713124"/>
    <w:rsid w:val="00717532"/>
    <w:rsid w:val="007305AC"/>
    <w:rsid w:val="0074637F"/>
    <w:rsid w:val="00753B2D"/>
    <w:rsid w:val="0078203E"/>
    <w:rsid w:val="00785877"/>
    <w:rsid w:val="007B5DBF"/>
    <w:rsid w:val="007C2CCD"/>
    <w:rsid w:val="007C528D"/>
    <w:rsid w:val="007D5275"/>
    <w:rsid w:val="007D660F"/>
    <w:rsid w:val="007E06E5"/>
    <w:rsid w:val="007E107F"/>
    <w:rsid w:val="007F5FFC"/>
    <w:rsid w:val="0081054F"/>
    <w:rsid w:val="00826FA7"/>
    <w:rsid w:val="008351CC"/>
    <w:rsid w:val="0083576E"/>
    <w:rsid w:val="0083699A"/>
    <w:rsid w:val="00842146"/>
    <w:rsid w:val="00860CD4"/>
    <w:rsid w:val="008853B5"/>
    <w:rsid w:val="008963ED"/>
    <w:rsid w:val="008A7887"/>
    <w:rsid w:val="008C03BC"/>
    <w:rsid w:val="008E1E2C"/>
    <w:rsid w:val="008E5202"/>
    <w:rsid w:val="008F6BA7"/>
    <w:rsid w:val="00903ED9"/>
    <w:rsid w:val="0090434B"/>
    <w:rsid w:val="00904761"/>
    <w:rsid w:val="00914AAE"/>
    <w:rsid w:val="00926BF8"/>
    <w:rsid w:val="00941D2B"/>
    <w:rsid w:val="00942E2C"/>
    <w:rsid w:val="0094501F"/>
    <w:rsid w:val="00947DEC"/>
    <w:rsid w:val="009679DB"/>
    <w:rsid w:val="00972C81"/>
    <w:rsid w:val="00974B23"/>
    <w:rsid w:val="00982A45"/>
    <w:rsid w:val="00990F91"/>
    <w:rsid w:val="009977A7"/>
    <w:rsid w:val="009B1552"/>
    <w:rsid w:val="009B1A37"/>
    <w:rsid w:val="009D0FC4"/>
    <w:rsid w:val="009E2312"/>
    <w:rsid w:val="009E2CC3"/>
    <w:rsid w:val="009E3C4C"/>
    <w:rsid w:val="009E76AF"/>
    <w:rsid w:val="009F08C3"/>
    <w:rsid w:val="00A01E51"/>
    <w:rsid w:val="00A155B6"/>
    <w:rsid w:val="00A22F70"/>
    <w:rsid w:val="00A3035C"/>
    <w:rsid w:val="00A36FA4"/>
    <w:rsid w:val="00A64EC3"/>
    <w:rsid w:val="00A66E08"/>
    <w:rsid w:val="00A8179A"/>
    <w:rsid w:val="00A81EA8"/>
    <w:rsid w:val="00A93B62"/>
    <w:rsid w:val="00A96D51"/>
    <w:rsid w:val="00AA596C"/>
    <w:rsid w:val="00AB0199"/>
    <w:rsid w:val="00AB0E86"/>
    <w:rsid w:val="00AB25F0"/>
    <w:rsid w:val="00AC15AA"/>
    <w:rsid w:val="00AC503F"/>
    <w:rsid w:val="00AE299D"/>
    <w:rsid w:val="00AF166A"/>
    <w:rsid w:val="00AF1C8B"/>
    <w:rsid w:val="00B05A71"/>
    <w:rsid w:val="00B05DF9"/>
    <w:rsid w:val="00B076D8"/>
    <w:rsid w:val="00B10301"/>
    <w:rsid w:val="00B205E8"/>
    <w:rsid w:val="00B37633"/>
    <w:rsid w:val="00B530CB"/>
    <w:rsid w:val="00B53D60"/>
    <w:rsid w:val="00B56235"/>
    <w:rsid w:val="00B56EB9"/>
    <w:rsid w:val="00B57171"/>
    <w:rsid w:val="00B60343"/>
    <w:rsid w:val="00B61E89"/>
    <w:rsid w:val="00B706ED"/>
    <w:rsid w:val="00B719F5"/>
    <w:rsid w:val="00B7664D"/>
    <w:rsid w:val="00B955DD"/>
    <w:rsid w:val="00B971ED"/>
    <w:rsid w:val="00BA42EC"/>
    <w:rsid w:val="00BD0410"/>
    <w:rsid w:val="00BD0974"/>
    <w:rsid w:val="00BD472F"/>
    <w:rsid w:val="00BF643E"/>
    <w:rsid w:val="00C00401"/>
    <w:rsid w:val="00C0514C"/>
    <w:rsid w:val="00C24DF8"/>
    <w:rsid w:val="00C315C5"/>
    <w:rsid w:val="00C32E39"/>
    <w:rsid w:val="00C5246C"/>
    <w:rsid w:val="00C63174"/>
    <w:rsid w:val="00C675EB"/>
    <w:rsid w:val="00C76663"/>
    <w:rsid w:val="00C84321"/>
    <w:rsid w:val="00C94420"/>
    <w:rsid w:val="00C94731"/>
    <w:rsid w:val="00CA3CFA"/>
    <w:rsid w:val="00CD7FD8"/>
    <w:rsid w:val="00CF01C0"/>
    <w:rsid w:val="00CF3BCB"/>
    <w:rsid w:val="00D06817"/>
    <w:rsid w:val="00D0754D"/>
    <w:rsid w:val="00D1452C"/>
    <w:rsid w:val="00D15550"/>
    <w:rsid w:val="00D15BFE"/>
    <w:rsid w:val="00D31E38"/>
    <w:rsid w:val="00D43BC6"/>
    <w:rsid w:val="00D46560"/>
    <w:rsid w:val="00D60D85"/>
    <w:rsid w:val="00DA1F75"/>
    <w:rsid w:val="00DB6A77"/>
    <w:rsid w:val="00DC55F0"/>
    <w:rsid w:val="00DD3A36"/>
    <w:rsid w:val="00DD7273"/>
    <w:rsid w:val="00DE399F"/>
    <w:rsid w:val="00DF1557"/>
    <w:rsid w:val="00DF600A"/>
    <w:rsid w:val="00E021B7"/>
    <w:rsid w:val="00E06079"/>
    <w:rsid w:val="00E12F5C"/>
    <w:rsid w:val="00E30761"/>
    <w:rsid w:val="00E40326"/>
    <w:rsid w:val="00E71618"/>
    <w:rsid w:val="00E735FC"/>
    <w:rsid w:val="00E77E5C"/>
    <w:rsid w:val="00E9214D"/>
    <w:rsid w:val="00EB2E71"/>
    <w:rsid w:val="00EB6012"/>
    <w:rsid w:val="00EB7D1A"/>
    <w:rsid w:val="00EC093A"/>
    <w:rsid w:val="00EC60F3"/>
    <w:rsid w:val="00EC65BB"/>
    <w:rsid w:val="00ED0F7B"/>
    <w:rsid w:val="00ED76B6"/>
    <w:rsid w:val="00EE426C"/>
    <w:rsid w:val="00EE68F7"/>
    <w:rsid w:val="00EE77D3"/>
    <w:rsid w:val="00EF3A66"/>
    <w:rsid w:val="00EF682B"/>
    <w:rsid w:val="00F26370"/>
    <w:rsid w:val="00F26E4D"/>
    <w:rsid w:val="00F44590"/>
    <w:rsid w:val="00F4531B"/>
    <w:rsid w:val="00F47D34"/>
    <w:rsid w:val="00F5203A"/>
    <w:rsid w:val="00F56379"/>
    <w:rsid w:val="00F57FF4"/>
    <w:rsid w:val="00F92BBC"/>
    <w:rsid w:val="00FB44A4"/>
    <w:rsid w:val="00FC37BD"/>
    <w:rsid w:val="00FC7BA7"/>
    <w:rsid w:val="00FD05A5"/>
    <w:rsid w:val="00FD20ED"/>
    <w:rsid w:val="00FD2E86"/>
    <w:rsid w:val="00FF4D3E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D620A"/>
  <w15:docId w15:val="{5670D0D4-0BDE-4A8E-A02F-3332BA94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ucida Sans" w:eastAsiaTheme="minorHAnsi" w:hAnsi="Lucida Sans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8" w:qFormat="1"/>
    <w:lsdException w:name="heading 1" w:semiHidden="1" w:uiPriority="35" w:qFormat="1"/>
    <w:lsdException w:name="heading 2" w:semiHidden="1" w:uiPriority="35" w:qFormat="1"/>
    <w:lsdException w:name="heading 3" w:semiHidden="1" w:uiPriority="35" w:unhideWhenUsed="1" w:qFormat="1"/>
    <w:lsdException w:name="heading 4" w:semiHidden="1" w:uiPriority="35" w:unhideWhenUsed="1" w:qFormat="1"/>
    <w:lsdException w:name="heading 5" w:semiHidden="1" w:uiPriority="35" w:unhideWhenUsed="1" w:qFormat="1"/>
    <w:lsdException w:name="heading 6" w:semiHidden="1" w:uiPriority="35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2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4" w:unhideWhenUsed="1" w:qFormat="1"/>
    <w:lsdException w:name="table of figures" w:semiHidden="1" w:uiPriority="39" w:unhideWhenUsed="1"/>
    <w:lsdException w:name="envelope address" w:semiHidden="1" w:unhideWhenUsed="1"/>
    <w:lsdException w:name="envelope return" w:semiHidden="1" w:uiPriority="1" w:unhideWhenUsed="1"/>
    <w:lsdException w:name="footnote reference" w:semiHidden="1" w:uiPriority="2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iPriority="3" w:unhideWhenUsed="1"/>
    <w:lsdException w:name="endnote text" w:semiHidden="1" w:uiPriority="3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iPriority="2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43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semiHidden="1" w:unhideWhenUsed="1" w:qFormat="1"/>
    <w:lsdException w:name="Intense Reference" w:semiHidden="1" w:qFormat="1"/>
    <w:lsdException w:name="Book Title" w:semiHidden="1" w:qFormat="1"/>
    <w:lsdException w:name="Bibliography" w:semiHidden="1" w:uiPriority="10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8"/>
    <w:qFormat/>
    <w:rsid w:val="005849D2"/>
    <w:rPr>
      <w:rFonts w:asciiTheme="minorHAnsi" w:eastAsia="Times New Roman" w:hAnsiTheme="minorHAnsi" w:cs="Times New Roman"/>
      <w:sz w:val="20"/>
      <w:szCs w:val="24"/>
      <w:lang w:eastAsia="fr-FR"/>
    </w:rPr>
  </w:style>
  <w:style w:type="paragraph" w:styleId="Titre1">
    <w:name w:val="heading 1"/>
    <w:basedOn w:val="Normal"/>
    <w:next w:val="Corpsdetexte"/>
    <w:link w:val="Titre1Car"/>
    <w:uiPriority w:val="35"/>
    <w:qFormat/>
    <w:rsid w:val="008A7887"/>
    <w:pPr>
      <w:keepNext/>
      <w:numPr>
        <w:numId w:val="29"/>
      </w:numPr>
      <w:spacing w:before="240" w:after="120" w:line="240" w:lineRule="exact"/>
      <w:outlineLvl w:val="0"/>
    </w:pPr>
    <w:rPr>
      <w:b/>
      <w:bCs/>
      <w:kern w:val="28"/>
      <w:sz w:val="28"/>
      <w:szCs w:val="36"/>
    </w:rPr>
  </w:style>
  <w:style w:type="paragraph" w:styleId="Titre2">
    <w:name w:val="heading 2"/>
    <w:basedOn w:val="Normal"/>
    <w:next w:val="Corpsdetexte"/>
    <w:link w:val="Titre2Car"/>
    <w:uiPriority w:val="35"/>
    <w:qFormat/>
    <w:rsid w:val="008A7887"/>
    <w:pPr>
      <w:keepNext/>
      <w:numPr>
        <w:ilvl w:val="1"/>
        <w:numId w:val="29"/>
      </w:numPr>
      <w:spacing w:before="240" w:after="120" w:line="240" w:lineRule="exact"/>
      <w:outlineLvl w:val="1"/>
    </w:pPr>
    <w:rPr>
      <w:b/>
      <w:bCs/>
      <w:sz w:val="22"/>
      <w:szCs w:val="26"/>
    </w:rPr>
  </w:style>
  <w:style w:type="paragraph" w:styleId="Titre3">
    <w:name w:val="heading 3"/>
    <w:basedOn w:val="Normal"/>
    <w:next w:val="Corpsdetexte"/>
    <w:link w:val="Titre3Car"/>
    <w:uiPriority w:val="35"/>
    <w:qFormat/>
    <w:rsid w:val="008A7887"/>
    <w:pPr>
      <w:keepNext/>
      <w:numPr>
        <w:ilvl w:val="2"/>
        <w:numId w:val="29"/>
      </w:numPr>
      <w:spacing w:before="240" w:after="120" w:line="240" w:lineRule="exact"/>
      <w:outlineLvl w:val="2"/>
    </w:pPr>
    <w:rPr>
      <w:b/>
      <w:bCs/>
    </w:rPr>
  </w:style>
  <w:style w:type="paragraph" w:styleId="Titre4">
    <w:name w:val="heading 4"/>
    <w:basedOn w:val="Normal"/>
    <w:next w:val="Corpsdetexte"/>
    <w:link w:val="Titre4Car"/>
    <w:uiPriority w:val="35"/>
    <w:qFormat/>
    <w:rsid w:val="008A7887"/>
    <w:pPr>
      <w:keepNext/>
      <w:numPr>
        <w:ilvl w:val="3"/>
        <w:numId w:val="29"/>
      </w:numPr>
      <w:spacing w:before="120" w:after="120" w:line="240" w:lineRule="exact"/>
      <w:outlineLvl w:val="3"/>
    </w:pPr>
    <w:rPr>
      <w:bCs/>
    </w:rPr>
  </w:style>
  <w:style w:type="paragraph" w:styleId="Titre5">
    <w:name w:val="heading 5"/>
    <w:basedOn w:val="Normal"/>
    <w:next w:val="Corpsdetexte"/>
    <w:link w:val="Titre5Car"/>
    <w:uiPriority w:val="35"/>
    <w:qFormat/>
    <w:rsid w:val="008A7887"/>
    <w:pPr>
      <w:keepNext/>
      <w:spacing w:before="120" w:after="120" w:line="240" w:lineRule="exact"/>
      <w:outlineLvl w:val="4"/>
    </w:pPr>
    <w:rPr>
      <w:u w:val="single"/>
    </w:rPr>
  </w:style>
  <w:style w:type="paragraph" w:styleId="Titre6">
    <w:name w:val="heading 6"/>
    <w:basedOn w:val="Normal"/>
    <w:next w:val="Corpsdetexte"/>
    <w:link w:val="Titre6Car"/>
    <w:uiPriority w:val="35"/>
    <w:qFormat/>
    <w:rsid w:val="008A7887"/>
    <w:pPr>
      <w:keepNext/>
      <w:numPr>
        <w:numId w:val="26"/>
      </w:numPr>
      <w:spacing w:before="120" w:after="120" w:line="240" w:lineRule="exact"/>
      <w:outlineLvl w:val="5"/>
    </w:pPr>
    <w:rPr>
      <w:b/>
      <w:bCs/>
      <w:i/>
      <w:szCs w:val="22"/>
    </w:rPr>
  </w:style>
  <w:style w:type="paragraph" w:styleId="Titre7">
    <w:name w:val="heading 7"/>
    <w:basedOn w:val="Normal"/>
    <w:next w:val="Normal"/>
    <w:link w:val="Titre7Car"/>
    <w:uiPriority w:val="99"/>
    <w:semiHidden/>
    <w:rsid w:val="008A7887"/>
    <w:pPr>
      <w:numPr>
        <w:ilvl w:val="6"/>
        <w:numId w:val="29"/>
      </w:numPr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link w:val="Titre8Car"/>
    <w:uiPriority w:val="99"/>
    <w:semiHidden/>
    <w:rsid w:val="008A7887"/>
    <w:pPr>
      <w:numPr>
        <w:ilvl w:val="7"/>
        <w:numId w:val="29"/>
      </w:numPr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9"/>
    <w:semiHidden/>
    <w:rsid w:val="008A7887"/>
    <w:pPr>
      <w:numPr>
        <w:ilvl w:val="8"/>
        <w:numId w:val="29"/>
      </w:numPr>
      <w:outlineLvl w:val="8"/>
    </w:pPr>
    <w:rPr>
      <w:rFonts w:ascii="Arial" w:hAnsi="Arial" w:cs="Arial"/>
      <w:b/>
      <w:bCs/>
      <w:i/>
      <w:iCs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"/>
    <w:rsid w:val="008A7887"/>
    <w:pPr>
      <w:tabs>
        <w:tab w:val="right" w:pos="9072"/>
      </w:tabs>
    </w:pPr>
    <w:rPr>
      <w:sz w:val="14"/>
      <w:szCs w:val="20"/>
    </w:rPr>
  </w:style>
  <w:style w:type="character" w:customStyle="1" w:styleId="En-tteCar">
    <w:name w:val="En-tête Car"/>
    <w:basedOn w:val="Policepardfaut"/>
    <w:link w:val="En-tte"/>
    <w:uiPriority w:val="9"/>
    <w:rsid w:val="00F4531B"/>
    <w:rPr>
      <w:rFonts w:eastAsia="Times New Roman" w:cs="Times New Roman"/>
      <w:sz w:val="14"/>
      <w:szCs w:val="20"/>
      <w:lang w:eastAsia="fr-FR"/>
    </w:rPr>
  </w:style>
  <w:style w:type="paragraph" w:styleId="Pieddepage">
    <w:name w:val="footer"/>
    <w:basedOn w:val="Normal"/>
    <w:link w:val="PieddepageCar"/>
    <w:uiPriority w:val="10"/>
    <w:rsid w:val="008A7887"/>
    <w:rPr>
      <w:caps/>
      <w:sz w:val="10"/>
    </w:rPr>
  </w:style>
  <w:style w:type="character" w:customStyle="1" w:styleId="PieddepageCar">
    <w:name w:val="Pied de page Car"/>
    <w:basedOn w:val="Policepardfaut"/>
    <w:link w:val="Pieddepage"/>
    <w:uiPriority w:val="10"/>
    <w:rsid w:val="002211FC"/>
    <w:rPr>
      <w:rFonts w:eastAsia="Times New Roman" w:cs="Times New Roman"/>
      <w:caps/>
      <w:sz w:val="10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8A788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76663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8A7887"/>
    <w:rPr>
      <w:rFonts w:eastAsia="Times New Roman" w:cs="Times New Roman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Textedelespacerserv">
    <w:name w:val="Placeholder Text"/>
    <w:basedOn w:val="Policepardfaut"/>
    <w:uiPriority w:val="99"/>
    <w:semiHidden/>
    <w:rsid w:val="008A7887"/>
    <w:rPr>
      <w:color w:val="808080"/>
    </w:rPr>
  </w:style>
  <w:style w:type="paragraph" w:customStyle="1" w:styleId="AIdentification">
    <w:name w:val="A_Identification"/>
    <w:basedOn w:val="Normal"/>
    <w:next w:val="Normal"/>
    <w:uiPriority w:val="43"/>
    <w:rsid w:val="008A7887"/>
    <w:rPr>
      <w:rFonts w:eastAsiaTheme="minorHAnsi" w:cstheme="minorBidi"/>
      <w:szCs w:val="16"/>
      <w:lang w:eastAsia="en-US"/>
    </w:rPr>
  </w:style>
  <w:style w:type="paragraph" w:customStyle="1" w:styleId="Adresseunit">
    <w:name w:val="Adresse unité"/>
    <w:basedOn w:val="Normal"/>
    <w:uiPriority w:val="43"/>
    <w:rsid w:val="008A7887"/>
    <w:rPr>
      <w:szCs w:val="15"/>
    </w:rPr>
  </w:style>
  <w:style w:type="paragraph" w:styleId="Corpsdetexte">
    <w:name w:val="Body Text"/>
    <w:basedOn w:val="Normal"/>
    <w:link w:val="CorpsdetexteCar"/>
    <w:uiPriority w:val="1"/>
    <w:qFormat/>
    <w:rsid w:val="008A7887"/>
    <w:pPr>
      <w:spacing w:before="160" w:after="160" w:line="240" w:lineRule="exact"/>
    </w:pPr>
  </w:style>
  <w:style w:type="character" w:customStyle="1" w:styleId="CorpsdetexteCar">
    <w:name w:val="Corps de texte Car"/>
    <w:basedOn w:val="Policepardfaut"/>
    <w:link w:val="Corpsdetexte"/>
    <w:uiPriority w:val="1"/>
    <w:rsid w:val="00517D7E"/>
    <w:rPr>
      <w:rFonts w:eastAsia="Times New Roman" w:cs="Times New Roman"/>
      <w:szCs w:val="24"/>
      <w:lang w:eastAsia="fr-FR"/>
    </w:rPr>
  </w:style>
  <w:style w:type="paragraph" w:customStyle="1" w:styleId="Civilit">
    <w:name w:val="Civilité"/>
    <w:basedOn w:val="Corpsdetexte"/>
    <w:next w:val="Corpsdetexte"/>
    <w:uiPriority w:val="43"/>
    <w:rsid w:val="008A7887"/>
    <w:pPr>
      <w:spacing w:before="240" w:after="480"/>
    </w:pPr>
  </w:style>
  <w:style w:type="paragraph" w:styleId="Date">
    <w:name w:val="Date"/>
    <w:basedOn w:val="Normal"/>
    <w:next w:val="Normal"/>
    <w:link w:val="DateCar"/>
    <w:uiPriority w:val="43"/>
    <w:rsid w:val="008A7887"/>
    <w:rPr>
      <w:i/>
    </w:rPr>
  </w:style>
  <w:style w:type="character" w:customStyle="1" w:styleId="DateCar">
    <w:name w:val="Date Car"/>
    <w:basedOn w:val="Policepardfaut"/>
    <w:link w:val="Date"/>
    <w:uiPriority w:val="43"/>
    <w:rsid w:val="006F5259"/>
    <w:rPr>
      <w:rFonts w:eastAsia="Times New Roman" w:cs="Times New Roman"/>
      <w:i/>
      <w:szCs w:val="24"/>
      <w:lang w:eastAsia="fr-FR"/>
    </w:rPr>
  </w:style>
  <w:style w:type="paragraph" w:customStyle="1" w:styleId="DirectionUnit">
    <w:name w:val="Direction Unité"/>
    <w:basedOn w:val="Normal"/>
    <w:uiPriority w:val="43"/>
    <w:rsid w:val="008A7887"/>
    <w:pPr>
      <w:contextualSpacing/>
    </w:pPr>
    <w:rPr>
      <w:b/>
      <w:caps/>
    </w:rPr>
  </w:style>
  <w:style w:type="paragraph" w:styleId="Listenumros">
    <w:name w:val="List Number"/>
    <w:basedOn w:val="Normal"/>
    <w:uiPriority w:val="7"/>
    <w:qFormat/>
    <w:rsid w:val="008A7887"/>
    <w:pPr>
      <w:numPr>
        <w:numId w:val="13"/>
      </w:numPr>
      <w:spacing w:before="60" w:after="60" w:line="240" w:lineRule="exact"/>
      <w:contextualSpacing/>
    </w:pPr>
  </w:style>
  <w:style w:type="paragraph" w:styleId="Listenumros2">
    <w:name w:val="List Number 2"/>
    <w:basedOn w:val="Normal"/>
    <w:uiPriority w:val="7"/>
    <w:qFormat/>
    <w:rsid w:val="008A7887"/>
    <w:pPr>
      <w:numPr>
        <w:numId w:val="17"/>
      </w:numPr>
      <w:spacing w:before="60" w:after="60" w:line="240" w:lineRule="exact"/>
      <w:contextualSpacing/>
    </w:pPr>
  </w:style>
  <w:style w:type="paragraph" w:styleId="Listenumros3">
    <w:name w:val="List Number 3"/>
    <w:basedOn w:val="Normal"/>
    <w:uiPriority w:val="7"/>
    <w:qFormat/>
    <w:rsid w:val="008A7887"/>
    <w:pPr>
      <w:numPr>
        <w:numId w:val="18"/>
      </w:numPr>
      <w:spacing w:before="60" w:after="60" w:line="240" w:lineRule="exact"/>
      <w:contextualSpacing/>
    </w:pPr>
  </w:style>
  <w:style w:type="paragraph" w:styleId="Listepuces">
    <w:name w:val="List Bullet"/>
    <w:basedOn w:val="Normal"/>
    <w:uiPriority w:val="6"/>
    <w:qFormat/>
    <w:rsid w:val="008A7887"/>
    <w:pPr>
      <w:numPr>
        <w:numId w:val="19"/>
      </w:numPr>
      <w:spacing w:before="60" w:after="60" w:line="240" w:lineRule="exact"/>
      <w:contextualSpacing/>
    </w:pPr>
  </w:style>
  <w:style w:type="paragraph" w:styleId="Listepuces2">
    <w:name w:val="List Bullet 2"/>
    <w:basedOn w:val="Normal"/>
    <w:uiPriority w:val="6"/>
    <w:qFormat/>
    <w:rsid w:val="008A7887"/>
    <w:pPr>
      <w:numPr>
        <w:numId w:val="20"/>
      </w:numPr>
      <w:spacing w:before="60" w:after="60" w:line="240" w:lineRule="exact"/>
      <w:contextualSpacing/>
    </w:pPr>
  </w:style>
  <w:style w:type="paragraph" w:styleId="Listepuces3">
    <w:name w:val="List Bullet 3"/>
    <w:basedOn w:val="Normal"/>
    <w:uiPriority w:val="6"/>
    <w:qFormat/>
    <w:rsid w:val="008A7887"/>
    <w:pPr>
      <w:numPr>
        <w:numId w:val="21"/>
      </w:numPr>
      <w:spacing w:before="60" w:after="60" w:line="240" w:lineRule="exact"/>
      <w:contextualSpacing/>
    </w:pPr>
  </w:style>
  <w:style w:type="paragraph" w:customStyle="1" w:styleId="Objet">
    <w:name w:val="Objet"/>
    <w:basedOn w:val="Corpsdetexte"/>
    <w:next w:val="Corpsdetexte"/>
    <w:uiPriority w:val="43"/>
    <w:qFormat/>
    <w:rsid w:val="008A7887"/>
    <w:pPr>
      <w:tabs>
        <w:tab w:val="left" w:pos="1418"/>
      </w:tabs>
      <w:spacing w:before="0" w:after="0"/>
    </w:pPr>
  </w:style>
  <w:style w:type="paragraph" w:customStyle="1" w:styleId="Service">
    <w:name w:val="Service"/>
    <w:basedOn w:val="Normal"/>
    <w:uiPriority w:val="43"/>
    <w:rsid w:val="008A7887"/>
    <w:rPr>
      <w:b/>
      <w:szCs w:val="14"/>
    </w:rPr>
  </w:style>
  <w:style w:type="character" w:styleId="Numrodepage">
    <w:name w:val="page number"/>
    <w:basedOn w:val="Policepardfaut"/>
    <w:uiPriority w:val="11"/>
    <w:rsid w:val="008963ED"/>
    <w:rPr>
      <w:rFonts w:ascii="Lucida Sans" w:hAnsi="Lucida Sans"/>
      <w:sz w:val="14"/>
    </w:rPr>
  </w:style>
  <w:style w:type="paragraph" w:customStyle="1" w:styleId="NumroAndra">
    <w:name w:val="Numéro Andra"/>
    <w:basedOn w:val="Normal"/>
    <w:uiPriority w:val="9"/>
    <w:qFormat/>
    <w:rsid w:val="009B1552"/>
    <w:rPr>
      <w:rFonts w:cstheme="minorHAnsi"/>
      <w:color w:val="000000" w:themeColor="text1"/>
    </w:rPr>
  </w:style>
  <w:style w:type="paragraph" w:customStyle="1" w:styleId="A-Indice">
    <w:name w:val="A-Indice"/>
    <w:basedOn w:val="AIdentification"/>
    <w:next w:val="Corpsdetexte"/>
    <w:uiPriority w:val="43"/>
    <w:qFormat/>
    <w:rsid w:val="008A7887"/>
    <w:rPr>
      <w:szCs w:val="18"/>
    </w:rPr>
  </w:style>
  <w:style w:type="paragraph" w:customStyle="1" w:styleId="Annexe">
    <w:name w:val="Annexe"/>
    <w:basedOn w:val="Listenumros"/>
    <w:next w:val="Corpsdetexte"/>
    <w:uiPriority w:val="37"/>
    <w:qFormat/>
    <w:locked/>
    <w:rsid w:val="008A7887"/>
    <w:pPr>
      <w:numPr>
        <w:numId w:val="14"/>
      </w:numPr>
      <w:tabs>
        <w:tab w:val="left" w:pos="2268"/>
      </w:tabs>
    </w:pPr>
    <w:rPr>
      <w:sz w:val="28"/>
    </w:rPr>
  </w:style>
  <w:style w:type="character" w:styleId="Appeldenotedefin">
    <w:name w:val="endnote reference"/>
    <w:basedOn w:val="Policepardfaut"/>
    <w:uiPriority w:val="3"/>
    <w:semiHidden/>
    <w:unhideWhenUsed/>
    <w:rsid w:val="008A7887"/>
    <w:rPr>
      <w:rFonts w:ascii="Lucida Sans Unicode" w:hAnsi="Lucida Sans Unicode"/>
      <w:sz w:val="16"/>
      <w:vertAlign w:val="baseline"/>
    </w:rPr>
  </w:style>
  <w:style w:type="character" w:styleId="Appelnotedebasdep">
    <w:name w:val="footnote reference"/>
    <w:basedOn w:val="Policepardfaut"/>
    <w:uiPriority w:val="2"/>
    <w:semiHidden/>
    <w:unhideWhenUsed/>
    <w:rsid w:val="008A7887"/>
    <w:rPr>
      <w:rFonts w:ascii="Times New Roman" w:hAnsi="Times New Roman"/>
      <w:sz w:val="16"/>
      <w:vertAlign w:val="superscript"/>
    </w:rPr>
  </w:style>
  <w:style w:type="paragraph" w:styleId="Bibliographie">
    <w:name w:val="Bibliography"/>
    <w:basedOn w:val="Normal"/>
    <w:next w:val="Normal"/>
    <w:uiPriority w:val="10"/>
    <w:semiHidden/>
    <w:unhideWhenUsed/>
    <w:rsid w:val="008A7887"/>
    <w:pPr>
      <w:tabs>
        <w:tab w:val="left" w:pos="1559"/>
      </w:tabs>
      <w:ind w:left="1559" w:hanging="1559"/>
    </w:pPr>
  </w:style>
  <w:style w:type="paragraph" w:customStyle="1" w:styleId="Chapitre">
    <w:name w:val="Chapitre"/>
    <w:basedOn w:val="Normal"/>
    <w:uiPriority w:val="35"/>
    <w:locked/>
    <w:rsid w:val="008A7887"/>
    <w:pPr>
      <w:numPr>
        <w:numId w:val="15"/>
      </w:numPr>
      <w:tabs>
        <w:tab w:val="left" w:pos="0"/>
      </w:tabs>
      <w:spacing w:before="840" w:line="4000" w:lineRule="exact"/>
    </w:pPr>
    <w:rPr>
      <w:rFonts w:ascii="Lucia Sans" w:hAnsi="Lucia Sans"/>
      <w:sz w:val="16"/>
      <w:szCs w:val="20"/>
    </w:rPr>
  </w:style>
  <w:style w:type="paragraph" w:styleId="Corpsdetexte2">
    <w:name w:val="Body Text 2"/>
    <w:basedOn w:val="Normal"/>
    <w:next w:val="Corpsdetexte"/>
    <w:link w:val="Corpsdetexte2Car"/>
    <w:uiPriority w:val="1"/>
    <w:rsid w:val="008A7887"/>
    <w:pPr>
      <w:spacing w:before="160" w:after="160" w:line="240" w:lineRule="exact"/>
    </w:pPr>
    <w:rPr>
      <w:i/>
    </w:rPr>
  </w:style>
  <w:style w:type="character" w:customStyle="1" w:styleId="Corpsdetexte2Car">
    <w:name w:val="Corps de texte 2 Car"/>
    <w:basedOn w:val="Policepardfaut"/>
    <w:link w:val="Corpsdetexte2"/>
    <w:uiPriority w:val="1"/>
    <w:rsid w:val="008A7887"/>
    <w:rPr>
      <w:rFonts w:eastAsia="Times New Roman" w:cs="Times New Roman"/>
      <w:i/>
      <w:szCs w:val="24"/>
      <w:lang w:eastAsia="fr-FR"/>
    </w:rPr>
  </w:style>
  <w:style w:type="paragraph" w:styleId="Corpsdetexte3">
    <w:name w:val="Body Text 3"/>
    <w:basedOn w:val="Normal"/>
    <w:link w:val="Corpsdetexte3Car"/>
    <w:uiPriority w:val="1"/>
    <w:rsid w:val="008A7887"/>
    <w:pPr>
      <w:spacing w:before="160" w:after="160" w:line="240" w:lineRule="exact"/>
    </w:pPr>
    <w:rPr>
      <w:b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8A7887"/>
    <w:rPr>
      <w:rFonts w:eastAsia="Times New Roman" w:cs="Times New Roman"/>
      <w:b/>
      <w:szCs w:val="16"/>
      <w:lang w:eastAsia="fr-FR"/>
    </w:rPr>
  </w:style>
  <w:style w:type="paragraph" w:customStyle="1" w:styleId="Corpsdetexte4">
    <w:name w:val="Corps de texte 4"/>
    <w:basedOn w:val="Corpsdetexte"/>
    <w:uiPriority w:val="1"/>
    <w:rsid w:val="008A7887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8A7887"/>
    <w:rPr>
      <w:b/>
      <w:i w:val="0"/>
    </w:rPr>
  </w:style>
  <w:style w:type="character" w:styleId="Accentuationlgre">
    <w:name w:val="Subtle Emphasis"/>
    <w:uiPriority w:val="99"/>
    <w:semiHidden/>
    <w:rsid w:val="008A7887"/>
  </w:style>
  <w:style w:type="character" w:customStyle="1" w:styleId="Titre1Car">
    <w:name w:val="Titre 1 Car"/>
    <w:basedOn w:val="Policepardfaut"/>
    <w:link w:val="Titre1"/>
    <w:uiPriority w:val="35"/>
    <w:rsid w:val="008A7887"/>
    <w:rPr>
      <w:rFonts w:eastAsia="Times New Roman" w:cs="Times New Roman"/>
      <w:b/>
      <w:bCs/>
      <w:kern w:val="28"/>
      <w:sz w:val="28"/>
      <w:szCs w:val="36"/>
      <w:lang w:eastAsia="fr-FR"/>
    </w:rPr>
  </w:style>
  <w:style w:type="paragraph" w:styleId="En-ttedetabledesmatires">
    <w:name w:val="TOC Heading"/>
    <w:basedOn w:val="Titre1"/>
    <w:next w:val="Normal"/>
    <w:uiPriority w:val="99"/>
    <w:semiHidden/>
    <w:unhideWhenUsed/>
    <w:qFormat/>
    <w:rsid w:val="008A7887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Lgende">
    <w:name w:val="caption"/>
    <w:basedOn w:val="Normal"/>
    <w:next w:val="Corpsdetexte"/>
    <w:uiPriority w:val="4"/>
    <w:qFormat/>
    <w:rsid w:val="008A7887"/>
    <w:pPr>
      <w:tabs>
        <w:tab w:val="left" w:pos="1985"/>
      </w:tabs>
      <w:spacing w:before="160" w:after="160" w:line="240" w:lineRule="exact"/>
      <w:ind w:left="1985" w:right="992" w:hanging="1985"/>
      <w:jc w:val="lowKashida"/>
    </w:pPr>
    <w:rPr>
      <w:i/>
      <w:iCs/>
    </w:rPr>
  </w:style>
  <w:style w:type="character" w:styleId="Lienhypertexte">
    <w:name w:val="Hyperlink"/>
    <w:basedOn w:val="Policepardfaut"/>
    <w:uiPriority w:val="99"/>
    <w:rsid w:val="008A7887"/>
    <w:rPr>
      <w:color w:val="0000FF"/>
      <w:u w:val="none"/>
    </w:rPr>
  </w:style>
  <w:style w:type="paragraph" w:styleId="Liste">
    <w:name w:val="List"/>
    <w:basedOn w:val="Normal"/>
    <w:uiPriority w:val="99"/>
    <w:semiHidden/>
    <w:rsid w:val="008A7887"/>
    <w:pPr>
      <w:ind w:left="283" w:hanging="283"/>
      <w:contextualSpacing/>
    </w:pPr>
  </w:style>
  <w:style w:type="paragraph" w:styleId="Notedebasdepage">
    <w:name w:val="footnote text"/>
    <w:basedOn w:val="Normal"/>
    <w:link w:val="NotedebasdepageCar"/>
    <w:uiPriority w:val="2"/>
    <w:semiHidden/>
    <w:unhideWhenUsed/>
    <w:rsid w:val="008A7887"/>
    <w:pPr>
      <w:tabs>
        <w:tab w:val="left" w:pos="284"/>
      </w:tabs>
      <w:ind w:left="284" w:hanging="284"/>
    </w:pPr>
    <w:rPr>
      <w:sz w:val="16"/>
      <w:szCs w:val="16"/>
    </w:rPr>
  </w:style>
  <w:style w:type="character" w:customStyle="1" w:styleId="NotedebasdepageCar">
    <w:name w:val="Note de bas de page Car"/>
    <w:basedOn w:val="Policepardfaut"/>
    <w:link w:val="Notedebasdepage"/>
    <w:uiPriority w:val="2"/>
    <w:semiHidden/>
    <w:rsid w:val="008A7887"/>
    <w:rPr>
      <w:rFonts w:eastAsia="Times New Roman" w:cs="Times New Roman"/>
      <w:sz w:val="16"/>
      <w:szCs w:val="16"/>
      <w:lang w:eastAsia="fr-FR"/>
    </w:rPr>
  </w:style>
  <w:style w:type="paragraph" w:styleId="Notedefin">
    <w:name w:val="endnote text"/>
    <w:basedOn w:val="Normal"/>
    <w:link w:val="NotedefinCar"/>
    <w:uiPriority w:val="3"/>
    <w:semiHidden/>
    <w:unhideWhenUsed/>
    <w:rsid w:val="008A7887"/>
    <w:pPr>
      <w:ind w:left="425" w:hanging="425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3"/>
    <w:semiHidden/>
    <w:rsid w:val="008A7887"/>
    <w:rPr>
      <w:rFonts w:eastAsia="Times New Roman" w:cs="Times New Roman"/>
      <w:szCs w:val="20"/>
      <w:lang w:eastAsia="fr-FR"/>
    </w:rPr>
  </w:style>
  <w:style w:type="paragraph" w:customStyle="1" w:styleId="TitreFRM">
    <w:name w:val="Titre FRM"/>
    <w:basedOn w:val="Normal"/>
    <w:uiPriority w:val="43"/>
    <w:locked/>
    <w:rsid w:val="008A7887"/>
    <w:pPr>
      <w:spacing w:before="60"/>
    </w:pPr>
    <w:rPr>
      <w:b/>
      <w:bCs/>
      <w:sz w:val="28"/>
    </w:rPr>
  </w:style>
  <w:style w:type="paragraph" w:customStyle="1" w:styleId="Numroformulaire">
    <w:name w:val="Numéro formulaire"/>
    <w:basedOn w:val="TitreFRM"/>
    <w:uiPriority w:val="43"/>
    <w:qFormat/>
    <w:locked/>
    <w:rsid w:val="008A7887"/>
    <w:pPr>
      <w:spacing w:before="0"/>
    </w:pPr>
    <w:rPr>
      <w:b w:val="0"/>
      <w:sz w:val="10"/>
    </w:rPr>
  </w:style>
  <w:style w:type="paragraph" w:customStyle="1" w:styleId="TITRE">
    <w:name w:val="TITRE"/>
    <w:basedOn w:val="Titre1"/>
    <w:next w:val="Corpsdetexte"/>
    <w:uiPriority w:val="35"/>
    <w:qFormat/>
    <w:rsid w:val="008A7887"/>
    <w:pPr>
      <w:numPr>
        <w:numId w:val="0"/>
      </w:numPr>
      <w:spacing w:after="600"/>
      <w:jc w:val="center"/>
    </w:pPr>
    <w:rPr>
      <w:caps/>
      <w:sz w:val="40"/>
    </w:rPr>
  </w:style>
  <w:style w:type="paragraph" w:customStyle="1" w:styleId="PageAnnexes">
    <w:name w:val="Page Annexes"/>
    <w:basedOn w:val="TITRE"/>
    <w:uiPriority w:val="36"/>
    <w:rsid w:val="008A7887"/>
  </w:style>
  <w:style w:type="paragraph" w:styleId="Paragraphedeliste">
    <w:name w:val="List Paragraph"/>
    <w:basedOn w:val="Normal"/>
    <w:uiPriority w:val="99"/>
    <w:semiHidden/>
    <w:rsid w:val="008A7887"/>
    <w:pPr>
      <w:ind w:left="720"/>
      <w:contextualSpacing/>
    </w:pPr>
  </w:style>
  <w:style w:type="paragraph" w:customStyle="1" w:styleId="PieddepageFRM">
    <w:name w:val="Pied de page FRM"/>
    <w:basedOn w:val="Normal"/>
    <w:uiPriority w:val="43"/>
    <w:qFormat/>
    <w:locked/>
    <w:rsid w:val="008A7887"/>
    <w:pPr>
      <w:jc w:val="right"/>
    </w:pPr>
    <w:rPr>
      <w:caps/>
      <w:sz w:val="14"/>
    </w:rPr>
  </w:style>
  <w:style w:type="character" w:styleId="Rfrencelgre">
    <w:name w:val="Subtle Reference"/>
    <w:basedOn w:val="Policepardfaut"/>
    <w:uiPriority w:val="99"/>
    <w:semiHidden/>
    <w:rsid w:val="008A7887"/>
    <w:rPr>
      <w:smallCaps/>
      <w:color w:val="C0504D" w:themeColor="accent2"/>
      <w:u w:val="single"/>
    </w:rPr>
  </w:style>
  <w:style w:type="paragraph" w:customStyle="1" w:styleId="Rfrencesbibliographiques">
    <w:name w:val="Références bibliographiques"/>
    <w:basedOn w:val="Normal"/>
    <w:uiPriority w:val="19"/>
    <w:qFormat/>
    <w:locked/>
    <w:rsid w:val="008A7887"/>
    <w:pPr>
      <w:tabs>
        <w:tab w:val="left" w:pos="425"/>
      </w:tabs>
      <w:spacing w:before="160" w:after="160" w:line="240" w:lineRule="exact"/>
      <w:ind w:left="425" w:hanging="425"/>
    </w:pPr>
  </w:style>
  <w:style w:type="paragraph" w:styleId="Retraitcorpsdetexte">
    <w:name w:val="Body Text Indent"/>
    <w:basedOn w:val="Normal"/>
    <w:link w:val="RetraitcorpsdetexteCar"/>
    <w:uiPriority w:val="99"/>
    <w:semiHidden/>
    <w:rsid w:val="008A7887"/>
    <w:pPr>
      <w:ind w:left="3119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A7887"/>
    <w:rPr>
      <w:rFonts w:eastAsia="Times New Roman" w:cs="Times New Roman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rsid w:val="008A7887"/>
    <w:pPr>
      <w:ind w:left="1134" w:hanging="1134"/>
    </w:pPr>
    <w:rPr>
      <w:lang w:val="en-GB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A7887"/>
    <w:rPr>
      <w:rFonts w:eastAsia="Times New Roman" w:cs="Times New Roman"/>
      <w:szCs w:val="24"/>
      <w:lang w:val="en-GB" w:eastAsia="fr-FR"/>
    </w:rPr>
  </w:style>
  <w:style w:type="paragraph" w:styleId="Retraitcorpsdetexte3">
    <w:name w:val="Body Text Indent 3"/>
    <w:basedOn w:val="Normal"/>
    <w:link w:val="Retraitcorpsdetexte3Car"/>
    <w:uiPriority w:val="99"/>
    <w:semiHidden/>
    <w:rsid w:val="008A7887"/>
    <w:pPr>
      <w:ind w:left="360"/>
    </w:p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A7887"/>
    <w:rPr>
      <w:rFonts w:eastAsia="Times New Roman" w:cs="Times New Roman"/>
      <w:szCs w:val="24"/>
      <w:lang w:eastAsia="fr-FR"/>
    </w:rPr>
  </w:style>
  <w:style w:type="paragraph" w:customStyle="1" w:styleId="Signataire">
    <w:name w:val="Signataire"/>
    <w:basedOn w:val="Normal"/>
    <w:next w:val="Corpsdetexte"/>
    <w:uiPriority w:val="43"/>
    <w:qFormat/>
    <w:locked/>
    <w:rsid w:val="00E06079"/>
    <w:pPr>
      <w:spacing w:before="800" w:line="240" w:lineRule="exact"/>
      <w:ind w:left="5670"/>
    </w:pPr>
  </w:style>
  <w:style w:type="character" w:customStyle="1" w:styleId="StyleArrialNarrowBoldGras">
    <w:name w:val="Style Arrial Narrow Bold Gras"/>
    <w:basedOn w:val="Policepardfaut"/>
    <w:uiPriority w:val="99"/>
    <w:semiHidden/>
    <w:unhideWhenUsed/>
    <w:locked/>
    <w:rsid w:val="008A7887"/>
    <w:rPr>
      <w:rFonts w:ascii="Arrial Narrow Bold" w:hAnsi="Arrial Narrow Bold"/>
      <w:b/>
      <w:bCs/>
      <w:sz w:val="32"/>
    </w:rPr>
  </w:style>
  <w:style w:type="numbering" w:customStyle="1" w:styleId="Style1">
    <w:name w:val="Style1"/>
    <w:uiPriority w:val="99"/>
    <w:locked/>
    <w:rsid w:val="008A7887"/>
    <w:pPr>
      <w:numPr>
        <w:numId w:val="22"/>
      </w:numPr>
    </w:pPr>
  </w:style>
  <w:style w:type="paragraph" w:styleId="TM2">
    <w:name w:val="toc 2"/>
    <w:basedOn w:val="Normal"/>
    <w:next w:val="TM3"/>
    <w:uiPriority w:val="39"/>
    <w:qFormat/>
    <w:rsid w:val="008A7887"/>
    <w:pPr>
      <w:tabs>
        <w:tab w:val="left" w:pos="1701"/>
        <w:tab w:val="right" w:pos="8930"/>
      </w:tabs>
      <w:spacing w:before="60" w:after="60" w:line="240" w:lineRule="exact"/>
      <w:ind w:left="1418" w:right="851" w:hanging="851"/>
    </w:pPr>
    <w:rPr>
      <w:b/>
      <w:bCs/>
      <w:i/>
      <w:noProof/>
      <w:szCs w:val="22"/>
    </w:rPr>
  </w:style>
  <w:style w:type="paragraph" w:styleId="TM3">
    <w:name w:val="toc 3"/>
    <w:basedOn w:val="Normal"/>
    <w:next w:val="Normal"/>
    <w:uiPriority w:val="39"/>
    <w:qFormat/>
    <w:rsid w:val="008A7887"/>
    <w:pPr>
      <w:tabs>
        <w:tab w:val="right" w:pos="8930"/>
      </w:tabs>
      <w:spacing w:line="240" w:lineRule="exact"/>
      <w:ind w:left="1418" w:right="851" w:hanging="851"/>
    </w:pPr>
  </w:style>
  <w:style w:type="paragraph" w:customStyle="1" w:styleId="Tablechapitre">
    <w:name w:val="Table chapitre"/>
    <w:basedOn w:val="TM2"/>
    <w:next w:val="Normal"/>
    <w:uiPriority w:val="39"/>
    <w:qFormat/>
    <w:rsid w:val="008A7887"/>
    <w:pPr>
      <w:tabs>
        <w:tab w:val="clear" w:pos="1701"/>
      </w:tabs>
      <w:spacing w:before="0" w:after="0"/>
      <w:ind w:left="3544"/>
    </w:pPr>
  </w:style>
  <w:style w:type="paragraph" w:styleId="Tabledesillustrations">
    <w:name w:val="table of figures"/>
    <w:basedOn w:val="Normal"/>
    <w:next w:val="Corpsdetexte"/>
    <w:uiPriority w:val="39"/>
    <w:rsid w:val="008A7887"/>
    <w:pPr>
      <w:tabs>
        <w:tab w:val="right" w:pos="8930"/>
      </w:tabs>
      <w:spacing w:line="240" w:lineRule="exact"/>
      <w:ind w:left="1701" w:right="851" w:hanging="1701"/>
      <w:contextualSpacing/>
    </w:pPr>
  </w:style>
  <w:style w:type="paragraph" w:styleId="Titre0">
    <w:name w:val="Title"/>
    <w:basedOn w:val="Normal"/>
    <w:next w:val="Corpsdetexte"/>
    <w:link w:val="TitreCar"/>
    <w:uiPriority w:val="35"/>
    <w:qFormat/>
    <w:rsid w:val="008A7887"/>
    <w:pPr>
      <w:spacing w:before="300" w:after="300"/>
      <w:ind w:left="1701"/>
      <w:contextualSpacing/>
    </w:pPr>
    <w:rPr>
      <w:rFonts w:eastAsiaTheme="majorEastAsia" w:cstheme="majorBidi"/>
      <w:b/>
      <w:spacing w:val="5"/>
      <w:kern w:val="28"/>
      <w:sz w:val="26"/>
      <w:szCs w:val="52"/>
    </w:rPr>
  </w:style>
  <w:style w:type="character" w:customStyle="1" w:styleId="TitreCar">
    <w:name w:val="Titre Car"/>
    <w:basedOn w:val="Policepardfaut"/>
    <w:link w:val="Titre0"/>
    <w:uiPriority w:val="35"/>
    <w:rsid w:val="008A7887"/>
    <w:rPr>
      <w:rFonts w:eastAsiaTheme="majorEastAsia" w:cstheme="majorBidi"/>
      <w:b/>
      <w:spacing w:val="5"/>
      <w:kern w:val="28"/>
      <w:sz w:val="26"/>
      <w:szCs w:val="52"/>
      <w:lang w:eastAsia="fr-FR"/>
    </w:rPr>
  </w:style>
  <w:style w:type="character" w:customStyle="1" w:styleId="Titre2Car">
    <w:name w:val="Titre 2 Car"/>
    <w:basedOn w:val="Policepardfaut"/>
    <w:link w:val="Titre2"/>
    <w:uiPriority w:val="35"/>
    <w:rsid w:val="008A7887"/>
    <w:rPr>
      <w:rFonts w:eastAsia="Times New Roman" w:cs="Times New Roman"/>
      <w:b/>
      <w:bCs/>
      <w:sz w:val="22"/>
      <w:szCs w:val="26"/>
      <w:lang w:eastAsia="fr-FR"/>
    </w:rPr>
  </w:style>
  <w:style w:type="character" w:customStyle="1" w:styleId="Titre3Car">
    <w:name w:val="Titre 3 Car"/>
    <w:basedOn w:val="Policepardfaut"/>
    <w:link w:val="Titre3"/>
    <w:uiPriority w:val="35"/>
    <w:rsid w:val="008A7887"/>
    <w:rPr>
      <w:rFonts w:eastAsia="Times New Roman" w:cs="Times New Roman"/>
      <w:b/>
      <w:bCs/>
      <w:szCs w:val="24"/>
      <w:lang w:eastAsia="fr-FR"/>
    </w:rPr>
  </w:style>
  <w:style w:type="character" w:customStyle="1" w:styleId="Titre4Car">
    <w:name w:val="Titre 4 Car"/>
    <w:basedOn w:val="Policepardfaut"/>
    <w:link w:val="Titre4"/>
    <w:uiPriority w:val="35"/>
    <w:rsid w:val="008A7887"/>
    <w:rPr>
      <w:rFonts w:eastAsia="Times New Roman" w:cs="Times New Roman"/>
      <w:bCs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35"/>
    <w:rsid w:val="008A7887"/>
    <w:rPr>
      <w:rFonts w:eastAsia="Times New Roman" w:cs="Times New Roman"/>
      <w:szCs w:val="24"/>
      <w:u w:val="single"/>
      <w:lang w:eastAsia="fr-FR"/>
    </w:rPr>
  </w:style>
  <w:style w:type="character" w:customStyle="1" w:styleId="Titre6Car">
    <w:name w:val="Titre 6 Car"/>
    <w:basedOn w:val="Policepardfaut"/>
    <w:link w:val="Titre6"/>
    <w:uiPriority w:val="35"/>
    <w:rsid w:val="008A7887"/>
    <w:rPr>
      <w:rFonts w:eastAsia="Times New Roman" w:cs="Times New Roman"/>
      <w:b/>
      <w:bCs/>
      <w:i/>
      <w:szCs w:val="22"/>
      <w:lang w:eastAsia="fr-FR"/>
    </w:rPr>
  </w:style>
  <w:style w:type="character" w:customStyle="1" w:styleId="Titre7Car">
    <w:name w:val="Titre 7 Car"/>
    <w:basedOn w:val="Policepardfaut"/>
    <w:link w:val="Titre7"/>
    <w:uiPriority w:val="99"/>
    <w:semiHidden/>
    <w:rsid w:val="008A7887"/>
    <w:rPr>
      <w:rFonts w:ascii="Arial" w:eastAsia="Times New Roman" w:hAnsi="Arial" w:cs="Arial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9"/>
    <w:semiHidden/>
    <w:rsid w:val="008A7887"/>
    <w:rPr>
      <w:rFonts w:ascii="Arial" w:eastAsia="Times New Roman" w:hAnsi="Arial" w:cs="Arial"/>
      <w:i/>
      <w:iCs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9"/>
    <w:semiHidden/>
    <w:rsid w:val="008A7887"/>
    <w:rPr>
      <w:rFonts w:ascii="Arial" w:eastAsia="Times New Roman" w:hAnsi="Arial" w:cs="Arial"/>
      <w:b/>
      <w:bCs/>
      <w:i/>
      <w:iCs/>
      <w:lang w:eastAsia="fr-FR"/>
    </w:rPr>
  </w:style>
  <w:style w:type="paragraph" w:customStyle="1" w:styleId="Titredossierdocen-tte">
    <w:name w:val="Titre dossier doc en-tête"/>
    <w:basedOn w:val="En-tte"/>
    <w:uiPriority w:val="9"/>
    <w:qFormat/>
    <w:rsid w:val="008A7887"/>
    <w:pPr>
      <w:jc w:val="right"/>
    </w:pPr>
    <w:rPr>
      <w:i/>
    </w:rPr>
  </w:style>
  <w:style w:type="paragraph" w:customStyle="1" w:styleId="Titreen-tte">
    <w:name w:val="Titre en-tête"/>
    <w:basedOn w:val="En-tte"/>
    <w:uiPriority w:val="9"/>
    <w:qFormat/>
    <w:rsid w:val="008A7887"/>
    <w:pPr>
      <w:ind w:left="284" w:hanging="284"/>
    </w:pPr>
    <w:rPr>
      <w:b/>
    </w:rPr>
  </w:style>
  <w:style w:type="paragraph" w:customStyle="1" w:styleId="TitrePG">
    <w:name w:val="Titre PG"/>
    <w:basedOn w:val="Normal"/>
    <w:uiPriority w:val="43"/>
    <w:locked/>
    <w:rsid w:val="008A7887"/>
    <w:pPr>
      <w:ind w:left="1701" w:right="1701"/>
      <w:jc w:val="center"/>
    </w:pPr>
    <w:rPr>
      <w:b/>
      <w:sz w:val="32"/>
    </w:rPr>
  </w:style>
  <w:style w:type="paragraph" w:styleId="TM1">
    <w:name w:val="toc 1"/>
    <w:basedOn w:val="Normal"/>
    <w:next w:val="TM2"/>
    <w:uiPriority w:val="39"/>
    <w:qFormat/>
    <w:rsid w:val="008A7887"/>
    <w:pPr>
      <w:tabs>
        <w:tab w:val="right" w:pos="8930"/>
      </w:tabs>
      <w:spacing w:before="240" w:after="120" w:line="240" w:lineRule="exact"/>
      <w:ind w:left="567" w:right="851" w:hanging="567"/>
    </w:pPr>
    <w:rPr>
      <w:b/>
      <w:bCs/>
      <w:noProof/>
      <w:sz w:val="26"/>
      <w:szCs w:val="22"/>
    </w:rPr>
  </w:style>
  <w:style w:type="paragraph" w:styleId="TM4">
    <w:name w:val="toc 4"/>
    <w:basedOn w:val="Normal"/>
    <w:next w:val="Normal"/>
    <w:autoRedefine/>
    <w:uiPriority w:val="99"/>
    <w:semiHidden/>
    <w:rsid w:val="008A7887"/>
    <w:pPr>
      <w:spacing w:after="100"/>
      <w:ind w:left="660"/>
    </w:pPr>
  </w:style>
  <w:style w:type="paragraph" w:styleId="TM7">
    <w:name w:val="toc 7"/>
    <w:basedOn w:val="TM2"/>
    <w:next w:val="Normal"/>
    <w:uiPriority w:val="39"/>
    <w:rsid w:val="008A7887"/>
    <w:pPr>
      <w:tabs>
        <w:tab w:val="clear" w:pos="1701"/>
        <w:tab w:val="left" w:pos="1418"/>
      </w:tabs>
      <w:spacing w:before="200" w:after="100"/>
      <w:ind w:hanging="1418"/>
    </w:pPr>
  </w:style>
  <w:style w:type="character" w:styleId="Marquedecommentaire">
    <w:name w:val="annotation reference"/>
    <w:basedOn w:val="Policepardfaut"/>
    <w:uiPriority w:val="99"/>
    <w:semiHidden/>
    <w:unhideWhenUsed/>
    <w:rsid w:val="0037204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7204A"/>
    <w:rPr>
      <w:rFonts w:eastAsiaTheme="minorHAnsi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37204A"/>
    <w:rPr>
      <w:rFonts w:cs="Times New Roman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5849D2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49469A"/>
    <w:rPr>
      <w:rFonts w:asciiTheme="minorHAnsi" w:eastAsia="Times New Roman" w:hAnsiTheme="minorHAnsi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andra.fr/etre-identifie-par-lequipe-achats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andra.fr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em\OneDrive\Work\2025\01-Janvier\Agence%20les%20R&#233;cr&#233;ateurs\Andra\Modeles\Mod&#232;le_Formulaire_portrait%20-%20VDEF2006_Non-Courri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67C4E88837D4709BE58FEDCCEF6CF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7194F7-AA70-4FB6-A6EB-C76CA49001F6}"/>
      </w:docPartPr>
      <w:docPartBody>
        <w:p w:rsidR="005818EF" w:rsidRDefault="00EC36C0" w:rsidP="00EC36C0">
          <w:pPr>
            <w:pStyle w:val="067C4E88837D4709BE58FEDCCEF6CF34"/>
          </w:pPr>
          <w:r w:rsidRPr="004F1FB7">
            <w:rPr>
              <w:rStyle w:val="Textedelespacerserv"/>
              <w:rFonts w:eastAsiaTheme="minorHAnsi"/>
              <w:color w:val="00B0F0"/>
            </w:rPr>
            <w:t>Cliquez ici pour entrer une date.</w:t>
          </w:r>
        </w:p>
      </w:docPartBody>
    </w:docPart>
    <w:docPart>
      <w:docPartPr>
        <w:name w:val="9341D7CD178A41F7A65144661DEA53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88DF5F-9E06-4688-8F65-E9FDFCD43909}"/>
      </w:docPartPr>
      <w:docPartBody>
        <w:p w:rsidR="005818EF" w:rsidRDefault="00EC36C0" w:rsidP="00EC36C0">
          <w:pPr>
            <w:pStyle w:val="9341D7CD178A41F7A65144661DEA53A2"/>
          </w:pPr>
          <w:r w:rsidRPr="00E71712">
            <w:rPr>
              <w:rStyle w:val="Textedelespacerserv"/>
              <w:color w:val="00B0F0"/>
            </w:rPr>
            <w:t>Cliquez ici pour entrer une date.</w:t>
          </w:r>
        </w:p>
      </w:docPartBody>
    </w:docPart>
    <w:docPart>
      <w:docPartPr>
        <w:name w:val="14B4A494F2B34091A561CDA4DF25DE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690D220-5E87-433C-8259-55D6FE44BB4E}"/>
      </w:docPartPr>
      <w:docPartBody>
        <w:p w:rsidR="005818EF" w:rsidRDefault="00EC36C0" w:rsidP="00EC36C0">
          <w:pPr>
            <w:pStyle w:val="14B4A494F2B34091A561CDA4DF25DEF2"/>
          </w:pPr>
          <w:r w:rsidRPr="00297741">
            <w:rPr>
              <w:rStyle w:val="Textedelespacerserv"/>
              <w:rFonts w:eastAsiaTheme="minorHAnsi"/>
              <w:color w:val="00B0F0"/>
            </w:rPr>
            <w:t>Choisissez un élément.</w:t>
          </w:r>
        </w:p>
      </w:docPartBody>
    </w:docPart>
    <w:docPart>
      <w:docPartPr>
        <w:name w:val="91945F8AFF2D499AB0F225D6105267C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957596-D2D9-4BC3-AFC4-7DFC4D29844E}"/>
      </w:docPartPr>
      <w:docPartBody>
        <w:p w:rsidR="005818EF" w:rsidRDefault="00EC36C0" w:rsidP="00EC36C0">
          <w:pPr>
            <w:pStyle w:val="91945F8AFF2D499AB0F225D6105267CF"/>
          </w:pPr>
          <w:r w:rsidRPr="00081155">
            <w:rPr>
              <w:rStyle w:val="Textedelespacerserv"/>
            </w:rPr>
            <w:t>Choisissez un élément.</w:t>
          </w:r>
        </w:p>
      </w:docPartBody>
    </w:docPart>
    <w:docPart>
      <w:docPartPr>
        <w:name w:val="D6B71003B2084D6BB1574DF4301B13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963E09-D7BF-4029-A3EC-FAF6301CBBB8}"/>
      </w:docPartPr>
      <w:docPartBody>
        <w:p w:rsidR="005818EF" w:rsidRDefault="00EC36C0" w:rsidP="00EC36C0">
          <w:pPr>
            <w:pStyle w:val="D6B71003B2084D6BB1574DF4301B1328"/>
          </w:pPr>
          <w:r w:rsidRPr="00081155">
            <w:rPr>
              <w:rStyle w:val="Textedelespacerserv"/>
            </w:rPr>
            <w:t>Choisissez un élément.</w:t>
          </w:r>
        </w:p>
      </w:docPartBody>
    </w:docPart>
    <w:docPart>
      <w:docPartPr>
        <w:name w:val="1E6203FC9CD84CF9AA17A60EA031346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8D4C68-2DEC-48E0-927C-D3173A2B221E}"/>
      </w:docPartPr>
      <w:docPartBody>
        <w:p w:rsidR="005818EF" w:rsidRDefault="00EC36C0" w:rsidP="00EC36C0">
          <w:pPr>
            <w:pStyle w:val="1E6203FC9CD84CF9AA17A60EA0313466"/>
          </w:pPr>
          <w:r w:rsidRPr="0042532F">
            <w:rPr>
              <w:b/>
              <w:color w:val="008000"/>
            </w:rPr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a Sans">
    <w:altName w:val="Times New Roman"/>
    <w:panose1 w:val="00000000000000000000"/>
    <w:charset w:val="00"/>
    <w:family w:val="roman"/>
    <w:notTrueType/>
    <w:pitch w:val="default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rial Narrow Bold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6C0"/>
    <w:rsid w:val="00112463"/>
    <w:rsid w:val="005818EF"/>
    <w:rsid w:val="00597EA9"/>
    <w:rsid w:val="005B5D61"/>
    <w:rsid w:val="005C6A46"/>
    <w:rsid w:val="008F6BA7"/>
    <w:rsid w:val="00926BF8"/>
    <w:rsid w:val="00C24DF8"/>
    <w:rsid w:val="00E31CEF"/>
    <w:rsid w:val="00E735FC"/>
    <w:rsid w:val="00EC36C0"/>
    <w:rsid w:val="00F9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818EF"/>
    <w:rPr>
      <w:color w:val="808080"/>
    </w:rPr>
  </w:style>
  <w:style w:type="paragraph" w:customStyle="1" w:styleId="067C4E88837D4709BE58FEDCCEF6CF34">
    <w:name w:val="067C4E88837D4709BE58FEDCCEF6CF34"/>
    <w:rsid w:val="00EC36C0"/>
  </w:style>
  <w:style w:type="paragraph" w:customStyle="1" w:styleId="9341D7CD178A41F7A65144661DEA53A2">
    <w:name w:val="9341D7CD178A41F7A65144661DEA53A2"/>
    <w:rsid w:val="00EC36C0"/>
  </w:style>
  <w:style w:type="paragraph" w:customStyle="1" w:styleId="14B4A494F2B34091A561CDA4DF25DEF2">
    <w:name w:val="14B4A494F2B34091A561CDA4DF25DEF2"/>
    <w:rsid w:val="00EC36C0"/>
  </w:style>
  <w:style w:type="paragraph" w:customStyle="1" w:styleId="91945F8AFF2D499AB0F225D6105267CF">
    <w:name w:val="91945F8AFF2D499AB0F225D6105267CF"/>
    <w:rsid w:val="00EC36C0"/>
  </w:style>
  <w:style w:type="paragraph" w:customStyle="1" w:styleId="D6B71003B2084D6BB1574DF4301B1328">
    <w:name w:val="D6B71003B2084D6BB1574DF4301B1328"/>
    <w:rsid w:val="00EC36C0"/>
  </w:style>
  <w:style w:type="paragraph" w:customStyle="1" w:styleId="1E6203FC9CD84CF9AA17A60EA0313466">
    <w:name w:val="1E6203FC9CD84CF9AA17A60EA0313466"/>
    <w:rsid w:val="00EC36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6E114-1BEC-4B5A-8CC1-01452C92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Modèle_Formulaire_portrait - VDEF2006_Non-Courrier.dotx</Template>
  <TotalTime>4</TotalTime>
  <Pages>7</Pages>
  <Words>1202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Lettre</vt:lpstr>
    </vt:vector>
  </TitlesOfParts>
  <Company>ANDRA</Company>
  <LinksUpToDate>false</LinksUpToDate>
  <CharactersWithSpaces>7798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</dc:title>
  <dc:creator>Jérémy Delisle</dc:creator>
  <cp:lastModifiedBy>NORDT Sandra</cp:lastModifiedBy>
  <cp:revision>3</cp:revision>
  <cp:lastPrinted>2024-05-03T15:40:00Z</cp:lastPrinted>
  <dcterms:created xsi:type="dcterms:W3CDTF">2026-02-20T15:22:00Z</dcterms:created>
  <dcterms:modified xsi:type="dcterms:W3CDTF">2026-02-20T15:24:00Z</dcterms:modified>
</cp:coreProperties>
</file>